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9BF" w:rsidRPr="002B6065" w:rsidRDefault="009039BF" w:rsidP="00496245">
      <w:pPr>
        <w:pBdr>
          <w:top w:val="single" w:sz="4" w:space="1" w:color="000000" w:themeColor="text1"/>
          <w:bottom w:val="single" w:sz="4" w:space="1" w:color="auto"/>
        </w:pBdr>
        <w:spacing w:after="0" w:line="240" w:lineRule="auto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2B6065">
        <w:rPr>
          <w:rFonts w:asciiTheme="minorHAnsi" w:hAnsiTheme="minorHAnsi" w:cstheme="minorHAnsi"/>
          <w:b/>
          <w:sz w:val="26"/>
          <w:szCs w:val="26"/>
        </w:rPr>
        <w:t>Vzor čestného prohlášení k prokázání splnění základních kvalifikačních předpokladů</w:t>
      </w:r>
    </w:p>
    <w:p w:rsidR="009039BF" w:rsidRPr="00803F5C" w:rsidRDefault="00803F5C" w:rsidP="0055442A">
      <w:pPr>
        <w:spacing w:before="120" w:after="0"/>
        <w:jc w:val="right"/>
        <w:rPr>
          <w:rFonts w:asciiTheme="minorHAnsi" w:hAnsiTheme="minorHAnsi" w:cstheme="minorHAnsi"/>
          <w:i/>
        </w:rPr>
      </w:pPr>
      <w:r w:rsidRPr="00803F5C">
        <w:rPr>
          <w:rFonts w:asciiTheme="minorHAnsi" w:hAnsiTheme="minorHAnsi" w:cstheme="minorHAnsi"/>
          <w:i/>
        </w:rPr>
        <w:t>Příloha č. 2</w:t>
      </w:r>
    </w:p>
    <w:p w:rsidR="00451E08" w:rsidRDefault="00451E08" w:rsidP="00941D8C">
      <w:pPr>
        <w:tabs>
          <w:tab w:val="left" w:pos="1276"/>
        </w:tabs>
        <w:spacing w:after="0"/>
        <w:rPr>
          <w:rFonts w:asciiTheme="minorHAnsi" w:hAnsiTheme="minorHAnsi" w:cstheme="minorHAnsi"/>
          <w:b/>
          <w:color w:val="000000" w:themeColor="text1"/>
        </w:rPr>
      </w:pPr>
    </w:p>
    <w:tbl>
      <w:tblPr>
        <w:tblStyle w:val="Mkatabulky"/>
        <w:tblW w:w="0" w:type="auto"/>
        <w:tblLook w:val="04A0"/>
      </w:tblPr>
      <w:tblGrid>
        <w:gridCol w:w="1384"/>
        <w:gridCol w:w="3969"/>
      </w:tblGrid>
      <w:tr w:rsidR="00451E08" w:rsidTr="00451E08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451E08" w:rsidRPr="00451E08" w:rsidRDefault="00451E08" w:rsidP="00451E08">
            <w:pPr>
              <w:tabs>
                <w:tab w:val="left" w:pos="1276"/>
              </w:tabs>
              <w:spacing w:before="20" w:after="2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Zájemce: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451E08" w:rsidRDefault="000550E0" w:rsidP="00451E08">
            <w:pPr>
              <w:spacing w:before="20" w:after="20"/>
              <w:jc w:val="both"/>
              <w:rPr>
                <w:rFonts w:asciiTheme="minorHAnsi" w:hAnsiTheme="minorHAnsi" w:cstheme="minorHAnsi"/>
                <w:b/>
                <w:color w:val="000000" w:themeColor="text1"/>
              </w:rPr>
            </w:pPr>
            <w:sdt>
              <w:sdtPr>
                <w:rPr>
                  <w:rFonts w:cstheme="minorHAnsi"/>
                  <w:color w:val="000000" w:themeColor="text1"/>
                </w:rPr>
                <w:id w:val="14583827"/>
                <w:placeholder>
                  <w:docPart w:val="F62CB403F46643E0A2E59D3FCD101102"/>
                </w:placeholder>
                <w:showingPlcHdr/>
                <w:text/>
              </w:sdtPr>
              <w:sdtContent>
                <w:r w:rsidR="00216569" w:rsidRPr="00E93509">
                  <w:rPr>
                    <w:rFonts w:cstheme="minorHAnsi"/>
                    <w:i/>
                    <w:color w:val="C00000"/>
                    <w:highlight w:val="yellow"/>
                  </w:rPr>
                  <w:t>vyplní zájemce</w:t>
                </w:r>
              </w:sdtContent>
            </w:sdt>
          </w:p>
        </w:tc>
      </w:tr>
      <w:tr w:rsidR="00451E08" w:rsidTr="00451E08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451E08" w:rsidRPr="00451E08" w:rsidRDefault="00451E08" w:rsidP="00451E08">
            <w:pPr>
              <w:tabs>
                <w:tab w:val="left" w:pos="1276"/>
              </w:tabs>
              <w:spacing w:before="20" w:after="2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IČO/DIČ: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451E08" w:rsidRDefault="000550E0" w:rsidP="00451E08">
            <w:pPr>
              <w:tabs>
                <w:tab w:val="left" w:pos="1276"/>
              </w:tabs>
              <w:spacing w:before="20" w:after="20"/>
              <w:jc w:val="both"/>
              <w:rPr>
                <w:rFonts w:asciiTheme="minorHAnsi" w:hAnsiTheme="minorHAnsi" w:cstheme="minorHAnsi"/>
                <w:b/>
                <w:color w:val="000000" w:themeColor="text1"/>
              </w:rPr>
            </w:pPr>
            <w:sdt>
              <w:sdtPr>
                <w:rPr>
                  <w:rFonts w:cstheme="minorHAnsi"/>
                  <w:color w:val="000000" w:themeColor="text1"/>
                </w:rPr>
                <w:id w:val="14583861"/>
                <w:placeholder>
                  <w:docPart w:val="5F3E9A20B1D843BCBB03A5FD181848A2"/>
                </w:placeholder>
                <w:showingPlcHdr/>
                <w:text/>
              </w:sdtPr>
              <w:sdtContent>
                <w:r w:rsidR="00AA47B4" w:rsidRPr="00E93509">
                  <w:rPr>
                    <w:rFonts w:cstheme="minorHAnsi"/>
                    <w:i/>
                    <w:color w:val="C00000"/>
                    <w:highlight w:val="yellow"/>
                  </w:rPr>
                  <w:t>vyplní zájemce</w:t>
                </w:r>
              </w:sdtContent>
            </w:sdt>
            <w:r w:rsidR="00AA47B4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451E08">
              <w:rPr>
                <w:rFonts w:asciiTheme="minorHAnsi" w:hAnsiTheme="minorHAnsi" w:cstheme="minorHAnsi"/>
                <w:color w:val="000000" w:themeColor="text1"/>
              </w:rPr>
              <w:t xml:space="preserve">/ CZ </w:t>
            </w:r>
            <w:sdt>
              <w:sdtPr>
                <w:rPr>
                  <w:rFonts w:cstheme="minorHAnsi"/>
                  <w:color w:val="000000" w:themeColor="text1"/>
                </w:rPr>
                <w:id w:val="14583864"/>
                <w:placeholder>
                  <w:docPart w:val="0B852894085243F8B1245760F21E6ECE"/>
                </w:placeholder>
                <w:showingPlcHdr/>
                <w:text/>
              </w:sdtPr>
              <w:sdtContent>
                <w:r w:rsidR="00AA47B4" w:rsidRPr="00E93509">
                  <w:rPr>
                    <w:rFonts w:cstheme="minorHAnsi"/>
                    <w:i/>
                    <w:color w:val="C00000"/>
                    <w:highlight w:val="yellow"/>
                  </w:rPr>
                  <w:t>vyplní zájemce</w:t>
                </w:r>
              </w:sdtContent>
            </w:sdt>
          </w:p>
        </w:tc>
      </w:tr>
      <w:tr w:rsidR="00451E08" w:rsidTr="00451E08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451E08" w:rsidRPr="00451E08" w:rsidRDefault="00451E08" w:rsidP="00451E08">
            <w:pPr>
              <w:tabs>
                <w:tab w:val="left" w:pos="1276"/>
              </w:tabs>
              <w:spacing w:before="20" w:after="2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Se sídlem: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451E08" w:rsidRDefault="000550E0" w:rsidP="00451E08">
            <w:pPr>
              <w:tabs>
                <w:tab w:val="left" w:pos="1276"/>
              </w:tabs>
              <w:spacing w:before="20" w:after="20"/>
              <w:jc w:val="both"/>
              <w:rPr>
                <w:rFonts w:asciiTheme="minorHAnsi" w:hAnsiTheme="minorHAnsi" w:cstheme="minorHAnsi"/>
                <w:b/>
                <w:color w:val="000000" w:themeColor="text1"/>
              </w:rPr>
            </w:pPr>
            <w:sdt>
              <w:sdtPr>
                <w:rPr>
                  <w:rFonts w:cstheme="minorHAnsi"/>
                  <w:color w:val="000000" w:themeColor="text1"/>
                </w:rPr>
                <w:id w:val="14583862"/>
                <w:placeholder>
                  <w:docPart w:val="4CC1B2E60F6F417FA97CF29FAD9D9F61"/>
                </w:placeholder>
                <w:showingPlcHdr/>
                <w:text/>
              </w:sdtPr>
              <w:sdtContent>
                <w:r w:rsidR="00AA47B4" w:rsidRPr="00E93509">
                  <w:rPr>
                    <w:rFonts w:cstheme="minorHAnsi"/>
                    <w:i/>
                    <w:color w:val="C00000"/>
                    <w:highlight w:val="yellow"/>
                  </w:rPr>
                  <w:t>vyplní zájemce</w:t>
                </w:r>
              </w:sdtContent>
            </w:sdt>
          </w:p>
        </w:tc>
      </w:tr>
      <w:tr w:rsidR="00451E08" w:rsidTr="00451E08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451E08" w:rsidRPr="00451E08" w:rsidRDefault="00451E08" w:rsidP="00451E08">
            <w:pPr>
              <w:tabs>
                <w:tab w:val="left" w:pos="1276"/>
              </w:tabs>
              <w:spacing w:before="20" w:after="2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Jednající: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451E08" w:rsidRDefault="000550E0" w:rsidP="00451E08">
            <w:pPr>
              <w:tabs>
                <w:tab w:val="left" w:pos="1276"/>
              </w:tabs>
              <w:spacing w:before="20" w:after="20"/>
              <w:jc w:val="both"/>
              <w:rPr>
                <w:rFonts w:asciiTheme="minorHAnsi" w:hAnsiTheme="minorHAnsi" w:cstheme="minorHAnsi"/>
                <w:b/>
                <w:color w:val="000000" w:themeColor="text1"/>
              </w:rPr>
            </w:pPr>
            <w:sdt>
              <w:sdtPr>
                <w:rPr>
                  <w:rFonts w:cstheme="minorHAnsi"/>
                  <w:color w:val="000000" w:themeColor="text1"/>
                </w:rPr>
                <w:id w:val="14583863"/>
                <w:placeholder>
                  <w:docPart w:val="3C220FDC05544B84A6E20409F3D2761D"/>
                </w:placeholder>
                <w:showingPlcHdr/>
                <w:text/>
              </w:sdtPr>
              <w:sdtContent>
                <w:r w:rsidR="00AA47B4" w:rsidRPr="00E93509">
                  <w:rPr>
                    <w:rFonts w:cstheme="minorHAnsi"/>
                    <w:i/>
                    <w:color w:val="C00000"/>
                    <w:highlight w:val="yellow"/>
                  </w:rPr>
                  <w:t>vyplní zájemce</w:t>
                </w:r>
              </w:sdtContent>
            </w:sdt>
          </w:p>
        </w:tc>
      </w:tr>
    </w:tbl>
    <w:p w:rsidR="00451E08" w:rsidRDefault="00451E08" w:rsidP="00941D8C">
      <w:pPr>
        <w:tabs>
          <w:tab w:val="left" w:pos="1276"/>
        </w:tabs>
        <w:spacing w:after="0"/>
        <w:rPr>
          <w:rFonts w:asciiTheme="minorHAnsi" w:hAnsiTheme="minorHAnsi" w:cstheme="minorHAnsi"/>
          <w:b/>
          <w:color w:val="000000" w:themeColor="text1"/>
        </w:rPr>
      </w:pPr>
    </w:p>
    <w:p w:rsidR="009039BF" w:rsidRPr="00DA36CA" w:rsidRDefault="009039BF" w:rsidP="009039BF">
      <w:pPr>
        <w:spacing w:after="0"/>
        <w:jc w:val="center"/>
        <w:rPr>
          <w:rFonts w:asciiTheme="minorHAnsi" w:hAnsiTheme="minorHAnsi" w:cstheme="minorHAnsi"/>
        </w:rPr>
      </w:pPr>
      <w:r w:rsidRPr="00DA36CA">
        <w:rPr>
          <w:rFonts w:asciiTheme="minorHAnsi" w:hAnsiTheme="minorHAnsi" w:cstheme="minorHAnsi"/>
        </w:rPr>
        <w:t>jako dodavatel veřejné zakázky</w:t>
      </w:r>
      <w:r w:rsidR="004E0683">
        <w:rPr>
          <w:rFonts w:asciiTheme="minorHAnsi" w:hAnsiTheme="minorHAnsi" w:cstheme="minorHAnsi"/>
        </w:rPr>
        <w:t xml:space="preserve"> </w:t>
      </w:r>
      <w:r w:rsidRPr="00DA36CA">
        <w:rPr>
          <w:rFonts w:asciiTheme="minorHAnsi" w:hAnsiTheme="minorHAnsi" w:cstheme="minorHAnsi"/>
        </w:rPr>
        <w:t xml:space="preserve">s názvem </w:t>
      </w:r>
    </w:p>
    <w:p w:rsidR="009039BF" w:rsidRPr="00CA05B0" w:rsidRDefault="009039BF" w:rsidP="009039BF">
      <w:pPr>
        <w:spacing w:before="120" w:after="0"/>
        <w:jc w:val="center"/>
        <w:rPr>
          <w:rFonts w:asciiTheme="minorHAnsi" w:hAnsiTheme="minorHAnsi" w:cstheme="minorHAnsi"/>
          <w:b/>
        </w:rPr>
      </w:pPr>
      <w:r w:rsidRPr="00CA05B0">
        <w:rPr>
          <w:rFonts w:asciiTheme="minorHAnsi" w:hAnsiTheme="minorHAnsi" w:cstheme="minorHAnsi"/>
          <w:b/>
        </w:rPr>
        <w:t>„</w:t>
      </w:r>
      <w:sdt>
        <w:sdtPr>
          <w:rPr>
            <w:rFonts w:asciiTheme="minorHAnsi" w:hAnsiTheme="minorHAnsi" w:cstheme="minorHAnsi"/>
            <w:b/>
            <w:color w:val="000000" w:themeColor="text1"/>
          </w:rPr>
          <w:id w:val="16790465"/>
          <w:placeholder>
            <w:docPart w:val="B78A53158AE9434EB0CCB9FCF6190C38"/>
          </w:placeholder>
          <w:text/>
        </w:sdtPr>
        <w:sdtContent>
          <w:r w:rsidR="00944CFE">
            <w:rPr>
              <w:rFonts w:asciiTheme="minorHAnsi" w:hAnsiTheme="minorHAnsi" w:cstheme="minorHAnsi"/>
              <w:b/>
              <w:color w:val="000000" w:themeColor="text1"/>
            </w:rPr>
            <w:t>Oprava havarijního stavu čistící a desinfekční místnosti 3. a 4. NP</w:t>
          </w:r>
        </w:sdtContent>
      </w:sdt>
      <w:r w:rsidRPr="00CA05B0">
        <w:rPr>
          <w:rFonts w:asciiTheme="minorHAnsi" w:hAnsiTheme="minorHAnsi" w:cstheme="minorHAnsi"/>
          <w:b/>
        </w:rPr>
        <w:t>“</w:t>
      </w:r>
    </w:p>
    <w:p w:rsidR="009039BF" w:rsidRPr="00DA36CA" w:rsidRDefault="00BA07AE" w:rsidP="00BA07AE">
      <w:pPr>
        <w:spacing w:before="120" w:after="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tímto čestně prohlašuje, že </w:t>
      </w:r>
      <w:r w:rsidR="009039BF" w:rsidRPr="00DA36CA">
        <w:rPr>
          <w:rFonts w:asciiTheme="minorHAnsi" w:hAnsiTheme="minorHAnsi" w:cstheme="minorHAnsi"/>
        </w:rPr>
        <w:t>splňuje základní kvalifikační předpoklady podle § 53 odst. 1 zákona č. 137/2006 Sb., o veřejných zakázkách, ve znění pozdějších předpisů. Základní kvalifika</w:t>
      </w:r>
      <w:r>
        <w:rPr>
          <w:rFonts w:asciiTheme="minorHAnsi" w:hAnsiTheme="minorHAnsi" w:cstheme="minorHAnsi"/>
        </w:rPr>
        <w:t>ční předpoklady splňuje zájemce:</w:t>
      </w:r>
    </w:p>
    <w:tbl>
      <w:tblPr>
        <w:tblW w:w="9072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85"/>
        <w:gridCol w:w="8787"/>
      </w:tblGrid>
      <w:tr w:rsidR="00FC3135" w:rsidRPr="00FC3135" w:rsidTr="00206601">
        <w:trPr>
          <w:tblCellSpacing w:w="0" w:type="dxa"/>
        </w:trPr>
        <w:tc>
          <w:tcPr>
            <w:tcW w:w="285" w:type="dxa"/>
            <w:shd w:val="clear" w:color="auto" w:fill="FFFFFF"/>
            <w:tcMar>
              <w:top w:w="40" w:type="dxa"/>
              <w:left w:w="0" w:type="dxa"/>
              <w:bottom w:w="0" w:type="dxa"/>
              <w:right w:w="0" w:type="dxa"/>
            </w:tcMar>
            <w:hideMark/>
          </w:tcPr>
          <w:p w:rsidR="00FC3135" w:rsidRPr="00FC3135" w:rsidRDefault="00FC3135" w:rsidP="00206601">
            <w:pPr>
              <w:spacing w:after="0" w:line="240" w:lineRule="auto"/>
              <w:ind w:right="-2"/>
              <w:rPr>
                <w:rFonts w:asciiTheme="minorHAnsi" w:hAnsiTheme="minorHAnsi" w:cstheme="minorHAnsi"/>
                <w:color w:val="000000"/>
              </w:rPr>
            </w:pPr>
            <w:r w:rsidRPr="00FC3135">
              <w:rPr>
                <w:rFonts w:asciiTheme="minorHAnsi" w:hAnsiTheme="minorHAnsi" w:cstheme="minorHAnsi"/>
                <w:color w:val="000000"/>
              </w:rPr>
              <w:t>a)</w:t>
            </w:r>
          </w:p>
        </w:tc>
        <w:tc>
          <w:tcPr>
            <w:tcW w:w="8787" w:type="dxa"/>
            <w:shd w:val="clear" w:color="auto" w:fill="FFFFFF"/>
            <w:tcMar>
              <w:top w:w="4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FC3135" w:rsidRPr="00FC3135" w:rsidRDefault="00FC3135" w:rsidP="00206601">
            <w:pPr>
              <w:spacing w:after="60" w:line="240" w:lineRule="atLeast"/>
              <w:ind w:right="-2"/>
              <w:jc w:val="both"/>
              <w:textAlignment w:val="center"/>
              <w:rPr>
                <w:rFonts w:asciiTheme="minorHAnsi" w:hAnsiTheme="minorHAnsi" w:cstheme="minorHAnsi"/>
                <w:color w:val="000000"/>
              </w:rPr>
            </w:pPr>
            <w:r w:rsidRPr="00FC3135">
              <w:rPr>
                <w:rFonts w:asciiTheme="minorHAnsi" w:hAnsiTheme="minorHAnsi" w:cstheme="minorHAnsi"/>
                <w:color w:val="000000"/>
              </w:rPr>
              <w:t>který nebyl pravomocně odsouzen pro trestný čin spáchaný ve prospěch organizované zločinecké skupiny, trestný čin účasti na organizované zločinecké skupině, legalizace výnosů z trestné činnosti, podílnictví, přijetí úplatku, podplacení, nepřímého úplatkářství, podvodu, úvěrového podvodu, včetně případů, kdy jde o přípravu nebo pokus nebo účastenství na takovém trestném činu, nebo došlo k zahlazení odsouzení za spáchání takového trestného činu; jde-li o právnickou osobu, musí tento předpoklad splňovat jak tato právnická osoba, tak její statutární orgán nebo každý člen statutárního orgánu, a 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 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 území České republiky, tak k zemi svého sídla, místa podnikání či bydliště,</w:t>
            </w:r>
          </w:p>
        </w:tc>
      </w:tr>
      <w:tr w:rsidR="00FC3135" w:rsidRPr="00FC3135" w:rsidTr="00206601">
        <w:trPr>
          <w:tblCellSpacing w:w="0" w:type="dxa"/>
        </w:trPr>
        <w:tc>
          <w:tcPr>
            <w:tcW w:w="285" w:type="dxa"/>
            <w:shd w:val="clear" w:color="auto" w:fill="FFFFFF"/>
            <w:tcMar>
              <w:top w:w="40" w:type="dxa"/>
              <w:left w:w="0" w:type="dxa"/>
              <w:bottom w:w="0" w:type="dxa"/>
              <w:right w:w="0" w:type="dxa"/>
            </w:tcMar>
            <w:hideMark/>
          </w:tcPr>
          <w:p w:rsidR="00FC3135" w:rsidRPr="00FC3135" w:rsidRDefault="00FC3135" w:rsidP="00206601">
            <w:pPr>
              <w:spacing w:after="0" w:line="240" w:lineRule="auto"/>
              <w:ind w:right="-2"/>
              <w:rPr>
                <w:rFonts w:asciiTheme="minorHAnsi" w:hAnsiTheme="minorHAnsi" w:cstheme="minorHAnsi"/>
                <w:color w:val="000000"/>
              </w:rPr>
            </w:pPr>
            <w:r w:rsidRPr="00FC3135">
              <w:rPr>
                <w:rFonts w:asciiTheme="minorHAnsi" w:hAnsiTheme="minorHAnsi" w:cstheme="minorHAnsi"/>
                <w:color w:val="000000"/>
              </w:rPr>
              <w:t>b)</w:t>
            </w:r>
          </w:p>
        </w:tc>
        <w:tc>
          <w:tcPr>
            <w:tcW w:w="8787" w:type="dxa"/>
            <w:shd w:val="clear" w:color="auto" w:fill="FFFFFF"/>
            <w:tcMar>
              <w:top w:w="4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FC3135" w:rsidRPr="00FC3135" w:rsidRDefault="00FC3135" w:rsidP="00206601">
            <w:pPr>
              <w:spacing w:after="60" w:line="240" w:lineRule="atLeast"/>
              <w:ind w:right="-2"/>
              <w:jc w:val="both"/>
              <w:textAlignment w:val="center"/>
              <w:rPr>
                <w:rFonts w:asciiTheme="minorHAnsi" w:hAnsiTheme="minorHAnsi" w:cstheme="minorHAnsi"/>
                <w:color w:val="000000"/>
              </w:rPr>
            </w:pPr>
            <w:r w:rsidRPr="00FC3135">
              <w:rPr>
                <w:rFonts w:asciiTheme="minorHAnsi" w:hAnsiTheme="minorHAnsi" w:cstheme="minorHAnsi"/>
                <w:color w:val="000000"/>
              </w:rPr>
              <w:t>který nebyl pravomocně odsouzen pro trestný čin, jehož skutková podstata souvisí s předmětem podnikání dodavatele podle zvláštních právních předpisů nebo došlo k zahlazení odsouzení za spáchání takového trestného činu; jde-li o právnickou osobu, musí tuto podmínku splňovat jak tato právnická osoba, tak její statutární orgán nebo každý člen statutárního orgánu, a 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 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 území České republiky, tak k zemi svého sídla, místa podnikání či bydliště,</w:t>
            </w:r>
          </w:p>
        </w:tc>
      </w:tr>
      <w:tr w:rsidR="00FC3135" w:rsidRPr="00FC3135" w:rsidTr="00206601">
        <w:trPr>
          <w:tblCellSpacing w:w="0" w:type="dxa"/>
        </w:trPr>
        <w:tc>
          <w:tcPr>
            <w:tcW w:w="285" w:type="dxa"/>
            <w:shd w:val="clear" w:color="auto" w:fill="FFFFFF"/>
            <w:tcMar>
              <w:top w:w="40" w:type="dxa"/>
              <w:left w:w="0" w:type="dxa"/>
              <w:bottom w:w="0" w:type="dxa"/>
              <w:right w:w="0" w:type="dxa"/>
            </w:tcMar>
            <w:hideMark/>
          </w:tcPr>
          <w:p w:rsidR="00FC3135" w:rsidRPr="00FC3135" w:rsidRDefault="00FC3135" w:rsidP="00206601">
            <w:pPr>
              <w:spacing w:after="0" w:line="240" w:lineRule="auto"/>
              <w:ind w:right="-2"/>
              <w:rPr>
                <w:rFonts w:asciiTheme="minorHAnsi" w:hAnsiTheme="minorHAnsi" w:cstheme="minorHAnsi"/>
                <w:color w:val="000000"/>
              </w:rPr>
            </w:pPr>
            <w:r w:rsidRPr="00FC3135">
              <w:rPr>
                <w:rFonts w:asciiTheme="minorHAnsi" w:hAnsiTheme="minorHAnsi" w:cstheme="minorHAnsi"/>
                <w:color w:val="000000"/>
              </w:rPr>
              <w:t>c)</w:t>
            </w:r>
          </w:p>
        </w:tc>
        <w:tc>
          <w:tcPr>
            <w:tcW w:w="8787" w:type="dxa"/>
            <w:shd w:val="clear" w:color="auto" w:fill="FFFFFF"/>
            <w:tcMar>
              <w:top w:w="4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FC3135" w:rsidRPr="00FC3135" w:rsidRDefault="00FC3135" w:rsidP="00206601">
            <w:pPr>
              <w:spacing w:after="60" w:line="240" w:lineRule="atLeast"/>
              <w:ind w:right="-2"/>
              <w:jc w:val="both"/>
              <w:textAlignment w:val="center"/>
              <w:rPr>
                <w:rFonts w:asciiTheme="minorHAnsi" w:hAnsiTheme="minorHAnsi" w:cstheme="minorHAnsi"/>
                <w:color w:val="000000"/>
              </w:rPr>
            </w:pPr>
            <w:r w:rsidRPr="00FC3135">
              <w:rPr>
                <w:rFonts w:asciiTheme="minorHAnsi" w:hAnsiTheme="minorHAnsi" w:cstheme="minorHAnsi"/>
                <w:color w:val="000000"/>
              </w:rPr>
              <w:t>který v posledních 3 letech nenaplnil skutkovou podstatu jednání nekalé soutěže formou podplácení podle zvláštního právního předpisu,</w:t>
            </w:r>
          </w:p>
        </w:tc>
      </w:tr>
      <w:tr w:rsidR="00FC3135" w:rsidRPr="00FC3135" w:rsidTr="00206601">
        <w:trPr>
          <w:tblCellSpacing w:w="0" w:type="dxa"/>
        </w:trPr>
        <w:tc>
          <w:tcPr>
            <w:tcW w:w="285" w:type="dxa"/>
            <w:shd w:val="clear" w:color="auto" w:fill="FFFFFF"/>
            <w:tcMar>
              <w:top w:w="40" w:type="dxa"/>
              <w:left w:w="0" w:type="dxa"/>
              <w:bottom w:w="0" w:type="dxa"/>
              <w:right w:w="0" w:type="dxa"/>
            </w:tcMar>
            <w:hideMark/>
          </w:tcPr>
          <w:p w:rsidR="00FC3135" w:rsidRPr="00FC3135" w:rsidRDefault="00FC3135" w:rsidP="00206601">
            <w:pPr>
              <w:spacing w:after="0" w:line="240" w:lineRule="auto"/>
              <w:ind w:right="-2"/>
              <w:rPr>
                <w:rFonts w:asciiTheme="minorHAnsi" w:hAnsiTheme="minorHAnsi" w:cstheme="minorHAnsi"/>
                <w:color w:val="000000"/>
              </w:rPr>
            </w:pPr>
            <w:r w:rsidRPr="00FC3135">
              <w:rPr>
                <w:rFonts w:asciiTheme="minorHAnsi" w:hAnsiTheme="minorHAnsi" w:cstheme="minorHAnsi"/>
                <w:color w:val="000000"/>
              </w:rPr>
              <w:t>d)</w:t>
            </w:r>
          </w:p>
        </w:tc>
        <w:tc>
          <w:tcPr>
            <w:tcW w:w="8787" w:type="dxa"/>
            <w:shd w:val="clear" w:color="auto" w:fill="FFFFFF"/>
            <w:tcMar>
              <w:top w:w="4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FC3135" w:rsidRPr="00FC3135" w:rsidRDefault="00FC3135" w:rsidP="00206601">
            <w:pPr>
              <w:spacing w:after="60" w:line="240" w:lineRule="atLeast"/>
              <w:ind w:right="-2"/>
              <w:jc w:val="both"/>
              <w:textAlignment w:val="center"/>
              <w:rPr>
                <w:rFonts w:asciiTheme="minorHAnsi" w:hAnsiTheme="minorHAnsi" w:cstheme="minorHAnsi"/>
                <w:color w:val="000000"/>
              </w:rPr>
            </w:pPr>
            <w:r w:rsidRPr="00FC3135">
              <w:rPr>
                <w:rFonts w:asciiTheme="minorHAnsi" w:hAnsiTheme="minorHAnsi" w:cstheme="minorHAnsi"/>
                <w:color w:val="000000"/>
              </w:rPr>
              <w:t>vůči jehož majetku neprobíhá nebo v posledních 3 letech neproběhlo insolvenční řízení, v němž bylo vydáno rozhodnutí o úpadku nebo insolvenční návrh nebyl zamítnut proto, že majetek nepostačuje k úhradě nákladů insolvenčního řízení, nebo nebyl konkurs zrušen proto, že majetek byl zcela nepostačující</w:t>
            </w:r>
            <w:r>
              <w:rPr>
                <w:rFonts w:asciiTheme="minorHAnsi" w:hAnsiTheme="minorHAnsi" w:cstheme="minorHAnsi"/>
                <w:color w:val="000000"/>
              </w:rPr>
              <w:t>,</w:t>
            </w:r>
            <w:r w:rsidRPr="00FC3135">
              <w:rPr>
                <w:rFonts w:asciiTheme="minorHAnsi" w:hAnsiTheme="minorHAnsi" w:cstheme="minorHAnsi"/>
                <w:color w:val="000000"/>
              </w:rPr>
              <w:t> nebo zavedena nucená správa podle zvláštních právních předpisů,</w:t>
            </w:r>
          </w:p>
        </w:tc>
      </w:tr>
      <w:tr w:rsidR="00FC3135" w:rsidRPr="00FC3135" w:rsidTr="00206601">
        <w:trPr>
          <w:tblCellSpacing w:w="0" w:type="dxa"/>
        </w:trPr>
        <w:tc>
          <w:tcPr>
            <w:tcW w:w="285" w:type="dxa"/>
            <w:shd w:val="clear" w:color="auto" w:fill="FFFFFF"/>
            <w:tcMar>
              <w:top w:w="40" w:type="dxa"/>
              <w:left w:w="0" w:type="dxa"/>
              <w:bottom w:w="0" w:type="dxa"/>
              <w:right w:w="0" w:type="dxa"/>
            </w:tcMar>
            <w:hideMark/>
          </w:tcPr>
          <w:p w:rsidR="00FC3135" w:rsidRPr="00FC3135" w:rsidRDefault="00FC3135" w:rsidP="00206601">
            <w:pPr>
              <w:spacing w:after="0" w:line="240" w:lineRule="auto"/>
              <w:ind w:right="-2"/>
              <w:rPr>
                <w:rFonts w:asciiTheme="minorHAnsi" w:hAnsiTheme="minorHAnsi" w:cstheme="minorHAnsi"/>
                <w:color w:val="000000"/>
              </w:rPr>
            </w:pPr>
            <w:r w:rsidRPr="00FC3135">
              <w:rPr>
                <w:rFonts w:asciiTheme="minorHAnsi" w:hAnsiTheme="minorHAnsi" w:cstheme="minorHAnsi"/>
                <w:color w:val="000000"/>
              </w:rPr>
              <w:t>e)</w:t>
            </w:r>
          </w:p>
        </w:tc>
        <w:tc>
          <w:tcPr>
            <w:tcW w:w="8787" w:type="dxa"/>
            <w:shd w:val="clear" w:color="auto" w:fill="FFFFFF"/>
            <w:tcMar>
              <w:top w:w="4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FC3135" w:rsidRPr="00FC3135" w:rsidRDefault="00FC3135" w:rsidP="00206601">
            <w:pPr>
              <w:spacing w:after="60" w:line="240" w:lineRule="atLeast"/>
              <w:ind w:right="-2"/>
              <w:jc w:val="both"/>
              <w:textAlignment w:val="center"/>
              <w:rPr>
                <w:rFonts w:asciiTheme="minorHAnsi" w:hAnsiTheme="minorHAnsi" w:cstheme="minorHAnsi"/>
                <w:color w:val="000000"/>
              </w:rPr>
            </w:pPr>
            <w:r w:rsidRPr="00FC3135">
              <w:rPr>
                <w:rFonts w:asciiTheme="minorHAnsi" w:hAnsiTheme="minorHAnsi" w:cstheme="minorHAnsi"/>
                <w:color w:val="000000"/>
              </w:rPr>
              <w:t>který není v likvidaci,</w:t>
            </w:r>
          </w:p>
        </w:tc>
      </w:tr>
      <w:tr w:rsidR="00FC3135" w:rsidRPr="00FC3135" w:rsidTr="00206601">
        <w:trPr>
          <w:tblCellSpacing w:w="0" w:type="dxa"/>
        </w:trPr>
        <w:tc>
          <w:tcPr>
            <w:tcW w:w="285" w:type="dxa"/>
            <w:shd w:val="clear" w:color="auto" w:fill="FFFFFF"/>
            <w:tcMar>
              <w:top w:w="40" w:type="dxa"/>
              <w:left w:w="0" w:type="dxa"/>
              <w:bottom w:w="0" w:type="dxa"/>
              <w:right w:w="0" w:type="dxa"/>
            </w:tcMar>
            <w:hideMark/>
          </w:tcPr>
          <w:p w:rsidR="00FC3135" w:rsidRPr="00FC3135" w:rsidRDefault="00FC3135" w:rsidP="00206601">
            <w:pPr>
              <w:spacing w:after="0" w:line="240" w:lineRule="auto"/>
              <w:ind w:right="-2"/>
              <w:rPr>
                <w:rFonts w:asciiTheme="minorHAnsi" w:hAnsiTheme="minorHAnsi" w:cstheme="minorHAnsi"/>
                <w:color w:val="000000"/>
              </w:rPr>
            </w:pPr>
            <w:r w:rsidRPr="00FC3135">
              <w:rPr>
                <w:rFonts w:asciiTheme="minorHAnsi" w:hAnsiTheme="minorHAnsi" w:cstheme="minorHAnsi"/>
                <w:color w:val="000000"/>
              </w:rPr>
              <w:t>f)</w:t>
            </w:r>
          </w:p>
        </w:tc>
        <w:tc>
          <w:tcPr>
            <w:tcW w:w="8787" w:type="dxa"/>
            <w:shd w:val="clear" w:color="auto" w:fill="FFFFFF"/>
            <w:tcMar>
              <w:top w:w="4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FC3135" w:rsidRPr="00FC3135" w:rsidRDefault="00FC3135" w:rsidP="00206601">
            <w:pPr>
              <w:spacing w:after="60" w:line="240" w:lineRule="atLeast"/>
              <w:ind w:right="-2"/>
              <w:jc w:val="both"/>
              <w:textAlignment w:val="center"/>
              <w:rPr>
                <w:rFonts w:asciiTheme="minorHAnsi" w:hAnsiTheme="minorHAnsi" w:cstheme="minorHAnsi"/>
                <w:color w:val="000000"/>
              </w:rPr>
            </w:pPr>
            <w:r w:rsidRPr="00FC3135">
              <w:rPr>
                <w:rFonts w:asciiTheme="minorHAnsi" w:hAnsiTheme="minorHAnsi" w:cstheme="minorHAnsi"/>
                <w:color w:val="000000"/>
              </w:rPr>
              <w:t>který nemá v evidenci daní zachyceny daňové nedoplatky, a to jak v České republice, tak v zemi sídla, místa podnikání či bydliště dodavatele,</w:t>
            </w:r>
          </w:p>
        </w:tc>
      </w:tr>
      <w:tr w:rsidR="00FC3135" w:rsidRPr="00FC3135" w:rsidTr="00206601">
        <w:trPr>
          <w:tblCellSpacing w:w="0" w:type="dxa"/>
        </w:trPr>
        <w:tc>
          <w:tcPr>
            <w:tcW w:w="285" w:type="dxa"/>
            <w:shd w:val="clear" w:color="auto" w:fill="FFFFFF"/>
            <w:tcMar>
              <w:top w:w="40" w:type="dxa"/>
              <w:left w:w="0" w:type="dxa"/>
              <w:bottom w:w="0" w:type="dxa"/>
              <w:right w:w="0" w:type="dxa"/>
            </w:tcMar>
            <w:hideMark/>
          </w:tcPr>
          <w:p w:rsidR="00FC3135" w:rsidRPr="00FC3135" w:rsidRDefault="00FC3135" w:rsidP="00206601">
            <w:pPr>
              <w:spacing w:after="0" w:line="240" w:lineRule="auto"/>
              <w:ind w:right="-2"/>
              <w:rPr>
                <w:rFonts w:asciiTheme="minorHAnsi" w:hAnsiTheme="minorHAnsi" w:cstheme="minorHAnsi"/>
                <w:color w:val="000000"/>
              </w:rPr>
            </w:pPr>
            <w:r w:rsidRPr="00FC3135">
              <w:rPr>
                <w:rFonts w:asciiTheme="minorHAnsi" w:hAnsiTheme="minorHAnsi" w:cstheme="minorHAnsi"/>
                <w:color w:val="000000"/>
              </w:rPr>
              <w:t>g)</w:t>
            </w:r>
          </w:p>
        </w:tc>
        <w:tc>
          <w:tcPr>
            <w:tcW w:w="8787" w:type="dxa"/>
            <w:shd w:val="clear" w:color="auto" w:fill="FFFFFF"/>
            <w:tcMar>
              <w:top w:w="4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FC3135" w:rsidRPr="00FC3135" w:rsidRDefault="00FC3135" w:rsidP="00206601">
            <w:pPr>
              <w:spacing w:after="60" w:line="240" w:lineRule="atLeast"/>
              <w:ind w:right="-2"/>
              <w:jc w:val="both"/>
              <w:textAlignment w:val="center"/>
              <w:rPr>
                <w:rFonts w:asciiTheme="minorHAnsi" w:hAnsiTheme="minorHAnsi" w:cstheme="minorHAnsi"/>
                <w:color w:val="000000"/>
              </w:rPr>
            </w:pPr>
            <w:r w:rsidRPr="00FC3135">
              <w:rPr>
                <w:rFonts w:asciiTheme="minorHAnsi" w:hAnsiTheme="minorHAnsi" w:cstheme="minorHAnsi"/>
                <w:color w:val="000000"/>
              </w:rPr>
              <w:t>který nemá nedoplatek na pojistném a na penále na </w:t>
            </w:r>
            <w:bookmarkStart w:id="0" w:name="highlightHit_769"/>
            <w:bookmarkEnd w:id="0"/>
            <w:r w:rsidRPr="00FC3135">
              <w:rPr>
                <w:rFonts w:asciiTheme="minorHAnsi" w:hAnsiTheme="minorHAnsi" w:cstheme="minorHAnsi"/>
                <w:color w:val="000000"/>
              </w:rPr>
              <w:t xml:space="preserve">veřejné zdravotní pojištění, a to jak v České </w:t>
            </w:r>
            <w:r w:rsidRPr="00FC3135">
              <w:rPr>
                <w:rFonts w:asciiTheme="minorHAnsi" w:hAnsiTheme="minorHAnsi" w:cstheme="minorHAnsi"/>
                <w:color w:val="000000"/>
              </w:rPr>
              <w:lastRenderedPageBreak/>
              <w:t>republice, tak v zemi sídla, místa podnikání či bydliště dodavatele,</w:t>
            </w:r>
          </w:p>
        </w:tc>
      </w:tr>
      <w:tr w:rsidR="00FC3135" w:rsidRPr="00FC3135" w:rsidTr="00206601">
        <w:trPr>
          <w:tblCellSpacing w:w="0" w:type="dxa"/>
        </w:trPr>
        <w:tc>
          <w:tcPr>
            <w:tcW w:w="285" w:type="dxa"/>
            <w:shd w:val="clear" w:color="auto" w:fill="FFFFFF"/>
            <w:tcMar>
              <w:top w:w="40" w:type="dxa"/>
              <w:left w:w="0" w:type="dxa"/>
              <w:bottom w:w="0" w:type="dxa"/>
              <w:right w:w="0" w:type="dxa"/>
            </w:tcMar>
            <w:hideMark/>
          </w:tcPr>
          <w:p w:rsidR="00FC3135" w:rsidRPr="00FC3135" w:rsidRDefault="00FC3135" w:rsidP="00206601">
            <w:pPr>
              <w:spacing w:after="0" w:line="240" w:lineRule="auto"/>
              <w:ind w:right="-2"/>
              <w:rPr>
                <w:rFonts w:asciiTheme="minorHAnsi" w:hAnsiTheme="minorHAnsi" w:cstheme="minorHAnsi"/>
                <w:color w:val="000000"/>
              </w:rPr>
            </w:pPr>
            <w:r w:rsidRPr="00FC3135">
              <w:rPr>
                <w:rFonts w:asciiTheme="minorHAnsi" w:hAnsiTheme="minorHAnsi" w:cstheme="minorHAnsi"/>
                <w:color w:val="000000"/>
              </w:rPr>
              <w:lastRenderedPageBreak/>
              <w:t>h)</w:t>
            </w:r>
          </w:p>
        </w:tc>
        <w:tc>
          <w:tcPr>
            <w:tcW w:w="8787" w:type="dxa"/>
            <w:shd w:val="clear" w:color="auto" w:fill="FFFFFF"/>
            <w:tcMar>
              <w:top w:w="4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FC3135" w:rsidRPr="00FC3135" w:rsidRDefault="00FC3135" w:rsidP="00206601">
            <w:pPr>
              <w:spacing w:after="60" w:line="240" w:lineRule="atLeast"/>
              <w:ind w:right="-2"/>
              <w:jc w:val="both"/>
              <w:textAlignment w:val="center"/>
              <w:rPr>
                <w:rFonts w:asciiTheme="minorHAnsi" w:hAnsiTheme="minorHAnsi" w:cstheme="minorHAnsi"/>
                <w:color w:val="000000"/>
              </w:rPr>
            </w:pPr>
            <w:r w:rsidRPr="00FC3135">
              <w:rPr>
                <w:rFonts w:asciiTheme="minorHAnsi" w:hAnsiTheme="minorHAnsi" w:cstheme="minorHAnsi"/>
                <w:color w:val="000000"/>
              </w:rPr>
              <w:t>který nemá nedoplatek na pojistném a na penále na sociální zabezpečení a příspěvku na státní politiku zaměstnanosti, a to jak v České republice, tak v zemi sídla, místa podnikání či bydliště dodavatele,</w:t>
            </w:r>
          </w:p>
        </w:tc>
      </w:tr>
      <w:tr w:rsidR="00FC3135" w:rsidRPr="00FC3135" w:rsidTr="00206601">
        <w:trPr>
          <w:tblCellSpacing w:w="0" w:type="dxa"/>
        </w:trPr>
        <w:tc>
          <w:tcPr>
            <w:tcW w:w="285" w:type="dxa"/>
            <w:shd w:val="clear" w:color="auto" w:fill="FFFFFF"/>
            <w:tcMar>
              <w:top w:w="40" w:type="dxa"/>
              <w:left w:w="0" w:type="dxa"/>
              <w:bottom w:w="0" w:type="dxa"/>
              <w:right w:w="0" w:type="dxa"/>
            </w:tcMar>
            <w:hideMark/>
          </w:tcPr>
          <w:p w:rsidR="00FC3135" w:rsidRPr="00FC3135" w:rsidRDefault="00FC3135" w:rsidP="00206601">
            <w:pPr>
              <w:spacing w:after="0" w:line="240" w:lineRule="auto"/>
              <w:ind w:right="-2"/>
              <w:rPr>
                <w:rFonts w:asciiTheme="minorHAnsi" w:hAnsiTheme="minorHAnsi" w:cstheme="minorHAnsi"/>
                <w:color w:val="000000"/>
              </w:rPr>
            </w:pPr>
            <w:r w:rsidRPr="00FC3135">
              <w:rPr>
                <w:rFonts w:asciiTheme="minorHAnsi" w:hAnsiTheme="minorHAnsi" w:cstheme="minorHAnsi"/>
                <w:color w:val="000000"/>
              </w:rPr>
              <w:t>i)</w:t>
            </w:r>
          </w:p>
        </w:tc>
        <w:tc>
          <w:tcPr>
            <w:tcW w:w="8787" w:type="dxa"/>
            <w:shd w:val="clear" w:color="auto" w:fill="FFFFFF"/>
            <w:tcMar>
              <w:top w:w="4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FC3135" w:rsidRPr="00FC3135" w:rsidRDefault="00FC3135" w:rsidP="00206601">
            <w:pPr>
              <w:spacing w:after="60" w:line="240" w:lineRule="atLeast"/>
              <w:ind w:right="-2"/>
              <w:jc w:val="both"/>
              <w:textAlignment w:val="center"/>
              <w:rPr>
                <w:rFonts w:asciiTheme="minorHAnsi" w:hAnsiTheme="minorHAnsi" w:cstheme="minorHAnsi"/>
                <w:color w:val="000000"/>
              </w:rPr>
            </w:pPr>
            <w:r w:rsidRPr="00FC3135">
              <w:rPr>
                <w:rFonts w:asciiTheme="minorHAnsi" w:hAnsiTheme="minorHAnsi" w:cstheme="minorHAnsi"/>
                <w:color w:val="000000"/>
              </w:rPr>
              <w:t>který nebyl v posledních 3 letech pravomocně disciplinárně potrestán</w:t>
            </w:r>
            <w:r>
              <w:rPr>
                <w:rFonts w:asciiTheme="minorHAnsi" w:hAnsiTheme="minorHAnsi" w:cstheme="minorHAnsi"/>
                <w:color w:val="000000"/>
              </w:rPr>
              <w:t>, či</w:t>
            </w:r>
            <w:r w:rsidRPr="00FC3135">
              <w:rPr>
                <w:rFonts w:asciiTheme="minorHAnsi" w:hAnsiTheme="minorHAnsi" w:cstheme="minorHAnsi"/>
                <w:color w:val="000000"/>
              </w:rPr>
              <w:t xml:space="preserve"> mu nebylo pravomocně uloženo kárné opatření podle zvláštních právních předpisů, je-li podle § 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osoby,</w:t>
            </w:r>
          </w:p>
        </w:tc>
      </w:tr>
      <w:tr w:rsidR="00FC3135" w:rsidRPr="00FC3135" w:rsidTr="00206601">
        <w:trPr>
          <w:tblCellSpacing w:w="0" w:type="dxa"/>
        </w:trPr>
        <w:tc>
          <w:tcPr>
            <w:tcW w:w="285" w:type="dxa"/>
            <w:shd w:val="clear" w:color="auto" w:fill="FFFFFF"/>
            <w:tcMar>
              <w:top w:w="40" w:type="dxa"/>
              <w:left w:w="0" w:type="dxa"/>
              <w:bottom w:w="0" w:type="dxa"/>
              <w:right w:w="0" w:type="dxa"/>
            </w:tcMar>
            <w:hideMark/>
          </w:tcPr>
          <w:p w:rsidR="00FC3135" w:rsidRPr="00FC3135" w:rsidRDefault="00FC3135" w:rsidP="00206601">
            <w:pPr>
              <w:spacing w:after="0" w:line="240" w:lineRule="auto"/>
              <w:ind w:right="-2"/>
              <w:rPr>
                <w:rFonts w:asciiTheme="minorHAnsi" w:hAnsiTheme="minorHAnsi" w:cstheme="minorHAnsi"/>
                <w:color w:val="000000"/>
              </w:rPr>
            </w:pPr>
            <w:r w:rsidRPr="00FC3135">
              <w:rPr>
                <w:rFonts w:asciiTheme="minorHAnsi" w:hAnsiTheme="minorHAnsi" w:cstheme="minorHAnsi"/>
                <w:color w:val="000000"/>
              </w:rPr>
              <w:t>j)</w:t>
            </w:r>
          </w:p>
        </w:tc>
        <w:tc>
          <w:tcPr>
            <w:tcW w:w="8787" w:type="dxa"/>
            <w:shd w:val="clear" w:color="auto" w:fill="FFFFFF"/>
            <w:tcMar>
              <w:top w:w="4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FC3135" w:rsidRPr="00FC3135" w:rsidRDefault="00FC3135" w:rsidP="00206601">
            <w:pPr>
              <w:spacing w:after="60" w:line="240" w:lineRule="atLeast"/>
              <w:ind w:right="-2"/>
              <w:jc w:val="both"/>
              <w:textAlignment w:val="center"/>
              <w:rPr>
                <w:rFonts w:asciiTheme="minorHAnsi" w:hAnsiTheme="minorHAnsi" w:cstheme="minorHAnsi"/>
                <w:color w:val="000000"/>
              </w:rPr>
            </w:pPr>
            <w:r w:rsidRPr="00FC3135">
              <w:rPr>
                <w:rFonts w:asciiTheme="minorHAnsi" w:hAnsiTheme="minorHAnsi" w:cstheme="minorHAnsi"/>
                <w:color w:val="000000"/>
              </w:rPr>
              <w:t>který není veden v rejstříku osob se zákazem plnění </w:t>
            </w:r>
            <w:bookmarkStart w:id="1" w:name="highlightHit_770"/>
            <w:bookmarkEnd w:id="1"/>
            <w:r w:rsidRPr="00FC3135">
              <w:rPr>
                <w:rFonts w:asciiTheme="minorHAnsi" w:hAnsiTheme="minorHAnsi" w:cstheme="minorHAnsi"/>
                <w:color w:val="000000"/>
              </w:rPr>
              <w:t>veřejných </w:t>
            </w:r>
            <w:bookmarkStart w:id="2" w:name="highlightHit_771"/>
            <w:bookmarkEnd w:id="2"/>
            <w:r w:rsidRPr="00FC3135">
              <w:rPr>
                <w:rFonts w:asciiTheme="minorHAnsi" w:hAnsiTheme="minorHAnsi" w:cstheme="minorHAnsi"/>
                <w:color w:val="000000"/>
              </w:rPr>
              <w:t>zakázek a</w:t>
            </w:r>
          </w:p>
        </w:tc>
      </w:tr>
      <w:tr w:rsidR="00FC3135" w:rsidRPr="00FC3135" w:rsidTr="00206601">
        <w:trPr>
          <w:tblCellSpacing w:w="0" w:type="dxa"/>
        </w:trPr>
        <w:tc>
          <w:tcPr>
            <w:tcW w:w="285" w:type="dxa"/>
            <w:shd w:val="clear" w:color="auto" w:fill="FFFFFF"/>
            <w:tcMar>
              <w:top w:w="40" w:type="dxa"/>
              <w:left w:w="0" w:type="dxa"/>
              <w:bottom w:w="0" w:type="dxa"/>
              <w:right w:w="0" w:type="dxa"/>
            </w:tcMar>
            <w:hideMark/>
          </w:tcPr>
          <w:p w:rsidR="00FC3135" w:rsidRPr="00FC3135" w:rsidRDefault="00FC3135" w:rsidP="00206601">
            <w:pPr>
              <w:spacing w:after="0" w:line="240" w:lineRule="auto"/>
              <w:ind w:right="-2"/>
              <w:rPr>
                <w:rFonts w:asciiTheme="minorHAnsi" w:hAnsiTheme="minorHAnsi" w:cstheme="minorHAnsi"/>
                <w:color w:val="000000"/>
              </w:rPr>
            </w:pPr>
            <w:r w:rsidRPr="00FC3135">
              <w:rPr>
                <w:rFonts w:asciiTheme="minorHAnsi" w:hAnsiTheme="minorHAnsi" w:cstheme="minorHAnsi"/>
                <w:color w:val="000000"/>
              </w:rPr>
              <w:t>k)</w:t>
            </w:r>
          </w:p>
        </w:tc>
        <w:tc>
          <w:tcPr>
            <w:tcW w:w="8787" w:type="dxa"/>
            <w:shd w:val="clear" w:color="auto" w:fill="FFFFFF"/>
            <w:tcMar>
              <w:top w:w="4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FC3135" w:rsidRPr="00FC3135" w:rsidRDefault="00FC3135" w:rsidP="00206601">
            <w:pPr>
              <w:spacing w:after="60" w:line="240" w:lineRule="atLeast"/>
              <w:ind w:right="-2"/>
              <w:jc w:val="both"/>
              <w:textAlignment w:val="center"/>
              <w:rPr>
                <w:rFonts w:asciiTheme="minorHAnsi" w:hAnsiTheme="minorHAnsi" w:cstheme="minorHAnsi"/>
                <w:color w:val="000000"/>
              </w:rPr>
            </w:pPr>
            <w:r w:rsidRPr="00FC3135">
              <w:rPr>
                <w:rFonts w:asciiTheme="minorHAnsi" w:hAnsiTheme="minorHAnsi" w:cstheme="minorHAnsi"/>
                <w:color w:val="000000"/>
              </w:rPr>
              <w:t>kterému nebyla v posledních 3 letech pravomocně uložena pokuta za umožnění výkonu nelegální práce podle zvláštního právního předpisu,</w:t>
            </w:r>
          </w:p>
        </w:tc>
      </w:tr>
      <w:tr w:rsidR="00FC3135" w:rsidRPr="00FC3135" w:rsidTr="00206601">
        <w:trPr>
          <w:tblCellSpacing w:w="0" w:type="dxa"/>
        </w:trPr>
        <w:tc>
          <w:tcPr>
            <w:tcW w:w="285" w:type="dxa"/>
            <w:shd w:val="clear" w:color="auto" w:fill="FFFFFF"/>
            <w:tcMar>
              <w:top w:w="40" w:type="dxa"/>
              <w:left w:w="0" w:type="dxa"/>
              <w:bottom w:w="0" w:type="dxa"/>
              <w:right w:w="0" w:type="dxa"/>
            </w:tcMar>
            <w:hideMark/>
          </w:tcPr>
          <w:p w:rsidR="00FC3135" w:rsidRPr="00FC3135" w:rsidRDefault="00FC3135" w:rsidP="00206601">
            <w:pPr>
              <w:spacing w:after="0" w:line="240" w:lineRule="auto"/>
              <w:ind w:right="-2"/>
              <w:rPr>
                <w:rFonts w:asciiTheme="minorHAnsi" w:hAnsiTheme="minorHAnsi" w:cstheme="minorHAnsi"/>
                <w:color w:val="000000"/>
              </w:rPr>
            </w:pPr>
            <w:r w:rsidRPr="00FC3135">
              <w:rPr>
                <w:rFonts w:asciiTheme="minorHAnsi" w:hAnsiTheme="minorHAnsi" w:cstheme="minorHAnsi"/>
                <w:color w:val="000000"/>
              </w:rPr>
              <w:t>l)</w:t>
            </w:r>
          </w:p>
        </w:tc>
        <w:tc>
          <w:tcPr>
            <w:tcW w:w="8787" w:type="dxa"/>
            <w:shd w:val="clear" w:color="auto" w:fill="FFFFFF"/>
            <w:tcMar>
              <w:top w:w="40" w:type="dxa"/>
              <w:left w:w="60" w:type="dxa"/>
              <w:bottom w:w="0" w:type="dxa"/>
              <w:right w:w="0" w:type="dxa"/>
            </w:tcMar>
            <w:vAlign w:val="center"/>
            <w:hideMark/>
          </w:tcPr>
          <w:p w:rsidR="00FC3135" w:rsidRPr="00FC3135" w:rsidRDefault="00FC3135" w:rsidP="00206601">
            <w:pPr>
              <w:spacing w:after="60" w:line="240" w:lineRule="atLeast"/>
              <w:ind w:right="-2"/>
              <w:jc w:val="both"/>
              <w:textAlignment w:val="center"/>
              <w:rPr>
                <w:rFonts w:asciiTheme="minorHAnsi" w:hAnsiTheme="minorHAnsi" w:cstheme="minorHAnsi"/>
                <w:color w:val="000000"/>
              </w:rPr>
            </w:pPr>
            <w:r w:rsidRPr="00FC3135">
              <w:rPr>
                <w:rFonts w:asciiTheme="minorHAnsi" w:hAnsiTheme="minorHAnsi" w:cstheme="minorHAnsi"/>
                <w:color w:val="000000"/>
              </w:rPr>
              <w:t>vůči němuž nebyla v posledních 3 letech zavedena dočasná správa nebo v posledních 3 letech uplatněno opatření k řešení krize podle zákona upravujícího ozdravné postupy a řešení krize na finančním trhu.</w:t>
            </w:r>
          </w:p>
        </w:tc>
      </w:tr>
    </w:tbl>
    <w:p w:rsidR="009039BF" w:rsidRPr="00FC3135" w:rsidRDefault="009039BF" w:rsidP="00206601">
      <w:pPr>
        <w:spacing w:before="240" w:after="0" w:line="271" w:lineRule="auto"/>
        <w:ind w:right="-2"/>
        <w:jc w:val="both"/>
        <w:rPr>
          <w:rFonts w:asciiTheme="minorHAnsi" w:hAnsiTheme="minorHAnsi" w:cstheme="minorHAnsi"/>
        </w:rPr>
      </w:pPr>
    </w:p>
    <w:p w:rsidR="009039BF" w:rsidRPr="00FC3135" w:rsidRDefault="009039BF" w:rsidP="009039BF">
      <w:pPr>
        <w:spacing w:before="240" w:after="0" w:line="271" w:lineRule="auto"/>
        <w:jc w:val="both"/>
        <w:rPr>
          <w:rFonts w:asciiTheme="minorHAnsi" w:hAnsiTheme="minorHAnsi" w:cstheme="minorHAnsi"/>
        </w:rPr>
      </w:pPr>
    </w:p>
    <w:p w:rsidR="009039BF" w:rsidRPr="00DA36CA" w:rsidRDefault="009039BF" w:rsidP="009039BF">
      <w:pPr>
        <w:spacing w:before="240" w:after="0" w:line="271" w:lineRule="auto"/>
        <w:jc w:val="both"/>
        <w:rPr>
          <w:rFonts w:asciiTheme="minorHAnsi" w:hAnsiTheme="minorHAnsi" w:cstheme="minorHAnsi"/>
        </w:rPr>
      </w:pPr>
    </w:p>
    <w:p w:rsidR="009039BF" w:rsidRPr="00DA36CA" w:rsidRDefault="009039BF" w:rsidP="009039BF">
      <w:pPr>
        <w:spacing w:before="240" w:after="0" w:line="271" w:lineRule="auto"/>
        <w:jc w:val="both"/>
        <w:rPr>
          <w:rFonts w:asciiTheme="minorHAnsi" w:hAnsiTheme="minorHAnsi" w:cstheme="minorHAnsi"/>
        </w:rPr>
      </w:pPr>
    </w:p>
    <w:p w:rsidR="009039BF" w:rsidRPr="00DA36CA" w:rsidRDefault="009039BF" w:rsidP="009039BF">
      <w:pPr>
        <w:spacing w:before="240" w:after="0" w:line="271" w:lineRule="auto"/>
        <w:jc w:val="both"/>
        <w:rPr>
          <w:rFonts w:asciiTheme="minorHAnsi" w:hAnsiTheme="minorHAnsi" w:cstheme="minorHAnsi"/>
        </w:rPr>
      </w:pPr>
    </w:p>
    <w:p w:rsidR="009039BF" w:rsidRPr="00DA36CA" w:rsidRDefault="009039BF" w:rsidP="009039BF">
      <w:pPr>
        <w:spacing w:before="240" w:after="0" w:line="271" w:lineRule="auto"/>
        <w:jc w:val="both"/>
        <w:rPr>
          <w:rFonts w:asciiTheme="minorHAnsi" w:hAnsiTheme="minorHAnsi" w:cstheme="minorHAnsi"/>
        </w:rPr>
      </w:pPr>
    </w:p>
    <w:p w:rsidR="009039BF" w:rsidRPr="00DA36CA" w:rsidRDefault="009039BF" w:rsidP="009039BF">
      <w:pPr>
        <w:spacing w:before="240" w:after="0" w:line="271" w:lineRule="auto"/>
        <w:jc w:val="both"/>
        <w:rPr>
          <w:rFonts w:asciiTheme="minorHAnsi" w:hAnsiTheme="minorHAnsi" w:cstheme="minorHAnsi"/>
        </w:rPr>
      </w:pPr>
    </w:p>
    <w:p w:rsidR="00A04651" w:rsidRDefault="00A04651" w:rsidP="009039BF">
      <w:pPr>
        <w:spacing w:before="240" w:after="0" w:line="271" w:lineRule="auto"/>
        <w:jc w:val="both"/>
        <w:rPr>
          <w:rFonts w:asciiTheme="minorHAnsi" w:hAnsiTheme="minorHAnsi" w:cstheme="minorHAnsi"/>
        </w:rPr>
      </w:pPr>
    </w:p>
    <w:p w:rsidR="00FC3135" w:rsidRPr="00DA36CA" w:rsidRDefault="00FC3135" w:rsidP="009039BF">
      <w:pPr>
        <w:spacing w:before="240" w:after="0" w:line="271" w:lineRule="auto"/>
        <w:jc w:val="both"/>
        <w:rPr>
          <w:rFonts w:asciiTheme="minorHAnsi" w:hAnsiTheme="minorHAnsi" w:cstheme="minorHAnsi"/>
        </w:rPr>
      </w:pPr>
    </w:p>
    <w:p w:rsidR="00F424B5" w:rsidRDefault="00F424B5" w:rsidP="009039BF">
      <w:pPr>
        <w:spacing w:before="240" w:after="0" w:line="271" w:lineRule="auto"/>
        <w:jc w:val="both"/>
        <w:rPr>
          <w:rFonts w:asciiTheme="minorHAnsi" w:hAnsiTheme="minorHAnsi" w:cstheme="minorHAnsi"/>
        </w:rPr>
      </w:pPr>
    </w:p>
    <w:p w:rsidR="00206601" w:rsidRDefault="00206601" w:rsidP="009039BF">
      <w:pPr>
        <w:spacing w:before="240" w:after="0" w:line="271" w:lineRule="auto"/>
        <w:jc w:val="both"/>
        <w:rPr>
          <w:rFonts w:asciiTheme="minorHAnsi" w:hAnsiTheme="minorHAnsi" w:cstheme="minorHAnsi"/>
        </w:rPr>
      </w:pPr>
    </w:p>
    <w:p w:rsidR="005E4EC4" w:rsidRDefault="005E4EC4" w:rsidP="009039BF">
      <w:pPr>
        <w:spacing w:before="240" w:after="0" w:line="271" w:lineRule="auto"/>
        <w:jc w:val="both"/>
        <w:rPr>
          <w:rFonts w:asciiTheme="minorHAnsi" w:hAnsiTheme="minorHAnsi" w:cstheme="minorHAnsi"/>
        </w:rPr>
      </w:pPr>
    </w:p>
    <w:p w:rsidR="00A42277" w:rsidRDefault="00A42277" w:rsidP="009039BF">
      <w:pPr>
        <w:spacing w:before="240" w:after="0" w:line="271" w:lineRule="auto"/>
        <w:jc w:val="both"/>
        <w:rPr>
          <w:rFonts w:asciiTheme="minorHAnsi" w:hAnsiTheme="minorHAnsi" w:cstheme="minorHAnsi"/>
        </w:rPr>
      </w:pPr>
    </w:p>
    <w:p w:rsidR="00206601" w:rsidRDefault="00206601" w:rsidP="009039BF">
      <w:pPr>
        <w:spacing w:before="240" w:after="0" w:line="271" w:lineRule="auto"/>
        <w:jc w:val="both"/>
        <w:rPr>
          <w:rFonts w:asciiTheme="minorHAnsi" w:hAnsiTheme="minorHAnsi" w:cstheme="minorHAnsi"/>
        </w:rPr>
      </w:pPr>
    </w:p>
    <w:p w:rsidR="005A47A8" w:rsidRDefault="005A47A8" w:rsidP="00A42277">
      <w:pPr>
        <w:spacing w:before="240" w:after="0" w:line="240" w:lineRule="auto"/>
        <w:jc w:val="both"/>
        <w:rPr>
          <w:rFonts w:asciiTheme="minorHAnsi" w:hAnsiTheme="minorHAnsi" w:cstheme="minorHAnsi"/>
        </w:rPr>
      </w:pPr>
    </w:p>
    <w:tbl>
      <w:tblPr>
        <w:tblStyle w:val="Mkatabulky"/>
        <w:tblW w:w="0" w:type="auto"/>
        <w:tblLook w:val="04A0"/>
      </w:tblPr>
      <w:tblGrid>
        <w:gridCol w:w="3652"/>
        <w:gridCol w:w="1843"/>
        <w:gridCol w:w="3717"/>
      </w:tblGrid>
      <w:tr w:rsidR="00AA47B4" w:rsidTr="00891E61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AA47B4" w:rsidRDefault="00AA47B4" w:rsidP="00891E61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V </w:t>
            </w:r>
            <w:sdt>
              <w:sdtPr>
                <w:rPr>
                  <w:rFonts w:cstheme="minorHAnsi"/>
                  <w:color w:val="000000" w:themeColor="text1"/>
                </w:rPr>
                <w:id w:val="4605964"/>
                <w:placeholder>
                  <w:docPart w:val="5A3435D4A58E4F398A50E686F421ACAC"/>
                </w:placeholder>
                <w:showingPlcHdr/>
                <w:text/>
              </w:sdtPr>
              <w:sdtContent>
                <w:r w:rsidRPr="009D5C70">
                  <w:rPr>
                    <w:rFonts w:cstheme="minorHAnsi"/>
                    <w:color w:val="000000" w:themeColor="text1"/>
                    <w:highlight w:val="yellow"/>
                  </w:rPr>
                  <w:t>____________</w:t>
                </w:r>
              </w:sdtContent>
            </w:sdt>
            <w:r>
              <w:rPr>
                <w:rFonts w:cstheme="minorHAnsi"/>
              </w:rPr>
              <w:t xml:space="preserve"> dne </w:t>
            </w:r>
            <w:sdt>
              <w:sdtPr>
                <w:rPr>
                  <w:rFonts w:cstheme="minorHAnsi"/>
                  <w:color w:val="000000" w:themeColor="text1"/>
                  <w:highlight w:val="yellow"/>
                </w:rPr>
                <w:id w:val="4605965"/>
                <w:placeholder>
                  <w:docPart w:val="069803DA2F594510B8FC2AA8EB8E9752"/>
                </w:placeholder>
                <w:showingPlcHdr/>
                <w:text/>
              </w:sdtPr>
              <w:sdtContent>
                <w:r w:rsidRPr="009D5C70">
                  <w:rPr>
                    <w:rFonts w:cstheme="minorHAnsi"/>
                    <w:color w:val="000000" w:themeColor="text1"/>
                    <w:highlight w:val="yellow"/>
                  </w:rPr>
                  <w:t>__</w:t>
                </w:r>
              </w:sdtContent>
            </w:sdt>
            <w:r w:rsidRPr="009D5C70">
              <w:rPr>
                <w:rFonts w:cstheme="minorHAnsi"/>
                <w:highlight w:val="yellow"/>
              </w:rPr>
              <w:t xml:space="preserve">. </w:t>
            </w:r>
            <w:sdt>
              <w:sdtPr>
                <w:rPr>
                  <w:rFonts w:cstheme="minorHAnsi"/>
                  <w:color w:val="000000" w:themeColor="text1"/>
                  <w:highlight w:val="yellow"/>
                </w:rPr>
                <w:id w:val="4605966"/>
                <w:placeholder>
                  <w:docPart w:val="6851A54A78D2465081D41B898AC01258"/>
                </w:placeholder>
                <w:showingPlcHdr/>
                <w:text/>
              </w:sdtPr>
              <w:sdtContent>
                <w:r w:rsidRPr="009D5C70">
                  <w:rPr>
                    <w:rFonts w:cstheme="minorHAnsi"/>
                    <w:color w:val="000000" w:themeColor="text1"/>
                    <w:highlight w:val="yellow"/>
                  </w:rPr>
                  <w:t>__</w:t>
                </w:r>
              </w:sdtContent>
            </w:sdt>
            <w:r w:rsidRPr="009D5C70">
              <w:rPr>
                <w:rFonts w:cstheme="minorHAnsi"/>
                <w:highlight w:val="yellow"/>
              </w:rPr>
              <w:t>.</w:t>
            </w:r>
            <w:r w:rsidRPr="009D5C70">
              <w:rPr>
                <w:rFonts w:cstheme="minorHAnsi"/>
                <w:color w:val="000000" w:themeColor="text1"/>
                <w:highlight w:val="yellow"/>
              </w:rPr>
              <w:t xml:space="preserve"> </w:t>
            </w:r>
            <w:sdt>
              <w:sdtPr>
                <w:rPr>
                  <w:rFonts w:cstheme="minorHAnsi"/>
                  <w:color w:val="000000" w:themeColor="text1"/>
                  <w:highlight w:val="yellow"/>
                </w:rPr>
                <w:id w:val="4605967"/>
                <w:placeholder>
                  <w:docPart w:val="554A3B58418942279262321427EFF55D"/>
                </w:placeholder>
                <w:showingPlcHdr/>
                <w:text/>
              </w:sdtPr>
              <w:sdtEndPr>
                <w:rPr>
                  <w:highlight w:val="none"/>
                </w:rPr>
              </w:sdtEndPr>
              <w:sdtContent>
                <w:r w:rsidRPr="009D5C70">
                  <w:rPr>
                    <w:rFonts w:cstheme="minorHAnsi"/>
                    <w:color w:val="000000" w:themeColor="text1"/>
                    <w:highlight w:val="yellow"/>
                  </w:rPr>
                  <w:t>__</w:t>
                </w:r>
              </w:sdtContent>
            </w:sdt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AA47B4" w:rsidRDefault="00AA47B4" w:rsidP="00891E61">
            <w:pPr>
              <w:jc w:val="both"/>
              <w:rPr>
                <w:rFonts w:cstheme="minorHAnsi"/>
              </w:rPr>
            </w:pPr>
          </w:p>
        </w:tc>
        <w:tc>
          <w:tcPr>
            <w:tcW w:w="3717" w:type="dxa"/>
            <w:tcBorders>
              <w:top w:val="nil"/>
              <w:left w:val="nil"/>
              <w:bottom w:val="nil"/>
              <w:right w:val="nil"/>
            </w:tcBorders>
          </w:tcPr>
          <w:p w:rsidR="00AA47B4" w:rsidRPr="00A82FD1" w:rsidRDefault="00AA47B4" w:rsidP="00891E61">
            <w:pPr>
              <w:jc w:val="center"/>
              <w:rPr>
                <w:rFonts w:cstheme="minorHAnsi"/>
                <w:highlight w:val="green"/>
              </w:rPr>
            </w:pPr>
            <w:r w:rsidRPr="00A82FD1">
              <w:rPr>
                <w:rFonts w:cstheme="minorHAnsi"/>
              </w:rPr>
              <w:t>_________________________</w:t>
            </w:r>
          </w:p>
        </w:tc>
      </w:tr>
      <w:tr w:rsidR="00AA47B4" w:rsidRPr="00D123B0" w:rsidTr="00891E61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AA47B4" w:rsidRDefault="00AA47B4" w:rsidP="00891E61">
            <w:pPr>
              <w:jc w:val="both"/>
              <w:rPr>
                <w:rFonts w:cstheme="minorHAnsi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AA47B4" w:rsidRDefault="00AA47B4" w:rsidP="00891E61">
            <w:pPr>
              <w:jc w:val="both"/>
              <w:rPr>
                <w:rFonts w:cstheme="minorHAnsi"/>
              </w:rPr>
            </w:pPr>
          </w:p>
        </w:tc>
        <w:tc>
          <w:tcPr>
            <w:tcW w:w="3717" w:type="dxa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rPr>
                <w:rFonts w:cstheme="minorHAnsi"/>
                <w:color w:val="000000" w:themeColor="text1"/>
              </w:rPr>
              <w:id w:val="4605968"/>
              <w:placeholder>
                <w:docPart w:val="E02B974162FF480E84B6AE055F8E41EC"/>
              </w:placeholder>
              <w:showingPlcHdr/>
              <w:text/>
            </w:sdtPr>
            <w:sdtEndPr>
              <w:rPr>
                <w:i/>
              </w:rPr>
            </w:sdtEndPr>
            <w:sdtContent>
              <w:p w:rsidR="00AA47B4" w:rsidRPr="00D123B0" w:rsidRDefault="00AA47B4" w:rsidP="00891E61">
                <w:pPr>
                  <w:jc w:val="center"/>
                  <w:rPr>
                    <w:rFonts w:cstheme="minorHAnsi"/>
                    <w:color w:val="808080" w:themeColor="background1" w:themeShade="80"/>
                    <w:highlight w:val="yellow"/>
                  </w:rPr>
                </w:pPr>
                <w:r w:rsidRPr="00CC5332">
                  <w:rPr>
                    <w:rFonts w:cstheme="minorHAnsi"/>
                    <w:color w:val="000000" w:themeColor="text1"/>
                  </w:rPr>
                  <w:t>razítko a podpis oprávněné osoby jednat za zájemce</w:t>
                </w:r>
              </w:p>
              <w:p w:rsidR="00AA47B4" w:rsidRDefault="00AA47B4" w:rsidP="00891E61">
                <w:pPr>
                  <w:jc w:val="center"/>
                  <w:rPr>
                    <w:rFonts w:cstheme="minorHAnsi"/>
                    <w:color w:val="000000" w:themeColor="text1"/>
                  </w:rPr>
                </w:pPr>
                <w:r w:rsidRPr="00D123B0">
                  <w:rPr>
                    <w:rFonts w:cstheme="minorHAnsi"/>
                    <w:i/>
                    <w:color w:val="C00000"/>
                    <w:highlight w:val="yellow"/>
                  </w:rPr>
                  <w:t>jméno a příjmení</w:t>
                </w:r>
              </w:p>
            </w:sdtContent>
          </w:sdt>
          <w:p w:rsidR="00206601" w:rsidRPr="00D123B0" w:rsidRDefault="00206601" w:rsidP="00891E61">
            <w:pPr>
              <w:jc w:val="center"/>
              <w:rPr>
                <w:rFonts w:cstheme="minorHAnsi"/>
                <w:color w:val="7F7F7F" w:themeColor="text1" w:themeTint="80"/>
              </w:rPr>
            </w:pPr>
          </w:p>
        </w:tc>
      </w:tr>
    </w:tbl>
    <w:p w:rsidR="009039BF" w:rsidRPr="00A065E2" w:rsidRDefault="009039BF" w:rsidP="00496245">
      <w:pPr>
        <w:pBdr>
          <w:top w:val="single" w:sz="4" w:space="1" w:color="000000" w:themeColor="text1"/>
          <w:bottom w:val="single" w:sz="4" w:space="1" w:color="auto"/>
        </w:pBdr>
        <w:spacing w:after="0" w:line="240" w:lineRule="auto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A065E2">
        <w:rPr>
          <w:rFonts w:asciiTheme="minorHAnsi" w:hAnsiTheme="minorHAnsi" w:cstheme="minorHAnsi"/>
          <w:b/>
          <w:sz w:val="26"/>
          <w:szCs w:val="26"/>
        </w:rPr>
        <w:lastRenderedPageBreak/>
        <w:t xml:space="preserve">Vzor čestného prohlášení o seznámení </w:t>
      </w:r>
      <w:r w:rsidR="00F43F54" w:rsidRPr="00A065E2">
        <w:rPr>
          <w:rFonts w:asciiTheme="minorHAnsi" w:hAnsiTheme="minorHAnsi" w:cstheme="minorHAnsi"/>
          <w:b/>
          <w:sz w:val="26"/>
          <w:szCs w:val="26"/>
        </w:rPr>
        <w:t>se se zadávacími</w:t>
      </w:r>
      <w:r w:rsidRPr="00A065E2">
        <w:rPr>
          <w:rFonts w:asciiTheme="minorHAnsi" w:hAnsiTheme="minorHAnsi" w:cstheme="minorHAnsi"/>
          <w:b/>
          <w:sz w:val="26"/>
          <w:szCs w:val="26"/>
        </w:rPr>
        <w:t xml:space="preserve"> podmínkami</w:t>
      </w:r>
    </w:p>
    <w:p w:rsidR="00523656" w:rsidRDefault="00523656" w:rsidP="007C1168">
      <w:pPr>
        <w:spacing w:before="120" w:after="0"/>
        <w:jc w:val="right"/>
        <w:rPr>
          <w:rFonts w:asciiTheme="minorHAnsi" w:hAnsiTheme="minorHAnsi" w:cstheme="minorHAnsi"/>
          <w:i/>
        </w:rPr>
      </w:pPr>
      <w:r w:rsidRPr="00803F5C">
        <w:rPr>
          <w:rFonts w:asciiTheme="minorHAnsi" w:hAnsiTheme="minorHAnsi" w:cstheme="minorHAnsi"/>
          <w:i/>
        </w:rPr>
        <w:t>Příloha č. 2</w:t>
      </w:r>
    </w:p>
    <w:p w:rsidR="00BA5009" w:rsidRDefault="00BA5009" w:rsidP="007C1168">
      <w:pPr>
        <w:spacing w:before="120" w:after="0"/>
        <w:jc w:val="right"/>
        <w:rPr>
          <w:rFonts w:asciiTheme="minorHAnsi" w:hAnsiTheme="minorHAnsi" w:cstheme="minorHAnsi"/>
          <w:i/>
        </w:rPr>
      </w:pPr>
    </w:p>
    <w:tbl>
      <w:tblPr>
        <w:tblStyle w:val="Mkatabulky"/>
        <w:tblW w:w="0" w:type="auto"/>
        <w:tblLook w:val="04A0"/>
      </w:tblPr>
      <w:tblGrid>
        <w:gridCol w:w="1384"/>
        <w:gridCol w:w="3969"/>
      </w:tblGrid>
      <w:tr w:rsidR="00AA47B4" w:rsidTr="00891E61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AA47B4" w:rsidRPr="00451E08" w:rsidRDefault="00AA47B4" w:rsidP="00891E61">
            <w:pPr>
              <w:tabs>
                <w:tab w:val="left" w:pos="1276"/>
              </w:tabs>
              <w:spacing w:before="20" w:after="2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Zájemce: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AA47B4" w:rsidRDefault="000550E0" w:rsidP="00891E61">
            <w:pPr>
              <w:spacing w:before="20" w:after="20"/>
              <w:jc w:val="both"/>
              <w:rPr>
                <w:rFonts w:asciiTheme="minorHAnsi" w:hAnsiTheme="minorHAnsi" w:cstheme="minorHAnsi"/>
                <w:b/>
                <w:color w:val="000000" w:themeColor="text1"/>
              </w:rPr>
            </w:pPr>
            <w:sdt>
              <w:sdtPr>
                <w:rPr>
                  <w:rFonts w:cstheme="minorHAnsi"/>
                  <w:color w:val="000000" w:themeColor="text1"/>
                </w:rPr>
                <w:id w:val="14583890"/>
                <w:placeholder>
                  <w:docPart w:val="633C903BE07347FAA50F857AB4AF050B"/>
                </w:placeholder>
                <w:showingPlcHdr/>
                <w:text/>
              </w:sdtPr>
              <w:sdtContent>
                <w:r w:rsidR="00AA47B4" w:rsidRPr="00E93509">
                  <w:rPr>
                    <w:rFonts w:cstheme="minorHAnsi"/>
                    <w:i/>
                    <w:color w:val="C00000"/>
                    <w:highlight w:val="yellow"/>
                  </w:rPr>
                  <w:t>vyplní zájemce</w:t>
                </w:r>
              </w:sdtContent>
            </w:sdt>
          </w:p>
        </w:tc>
      </w:tr>
      <w:tr w:rsidR="00AA47B4" w:rsidTr="00891E61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AA47B4" w:rsidRPr="00451E08" w:rsidRDefault="00AA47B4" w:rsidP="00891E61">
            <w:pPr>
              <w:tabs>
                <w:tab w:val="left" w:pos="1276"/>
              </w:tabs>
              <w:spacing w:before="20" w:after="2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IČO/DIČ: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AA47B4" w:rsidRDefault="000550E0" w:rsidP="00891E61">
            <w:pPr>
              <w:tabs>
                <w:tab w:val="left" w:pos="1276"/>
              </w:tabs>
              <w:spacing w:before="20" w:after="20"/>
              <w:jc w:val="both"/>
              <w:rPr>
                <w:rFonts w:asciiTheme="minorHAnsi" w:hAnsiTheme="minorHAnsi" w:cstheme="minorHAnsi"/>
                <w:b/>
                <w:color w:val="000000" w:themeColor="text1"/>
              </w:rPr>
            </w:pPr>
            <w:sdt>
              <w:sdtPr>
                <w:rPr>
                  <w:rFonts w:cstheme="minorHAnsi"/>
                  <w:color w:val="000000" w:themeColor="text1"/>
                </w:rPr>
                <w:id w:val="14583891"/>
                <w:placeholder>
                  <w:docPart w:val="DFF3E500B0444FA2BD32456E3FBA0EB6"/>
                </w:placeholder>
                <w:showingPlcHdr/>
                <w:text/>
              </w:sdtPr>
              <w:sdtContent>
                <w:r w:rsidR="00AA47B4" w:rsidRPr="00E93509">
                  <w:rPr>
                    <w:rFonts w:cstheme="minorHAnsi"/>
                    <w:i/>
                    <w:color w:val="C00000"/>
                    <w:highlight w:val="yellow"/>
                  </w:rPr>
                  <w:t>vyplní zájemce</w:t>
                </w:r>
              </w:sdtContent>
            </w:sdt>
            <w:r w:rsidR="00AA47B4">
              <w:rPr>
                <w:rFonts w:asciiTheme="minorHAnsi" w:hAnsiTheme="minorHAnsi" w:cstheme="minorHAnsi"/>
                <w:color w:val="000000" w:themeColor="text1"/>
              </w:rPr>
              <w:t xml:space="preserve"> / CZ </w:t>
            </w:r>
            <w:sdt>
              <w:sdtPr>
                <w:rPr>
                  <w:rFonts w:cstheme="minorHAnsi"/>
                  <w:color w:val="000000" w:themeColor="text1"/>
                </w:rPr>
                <w:id w:val="14583892"/>
                <w:placeholder>
                  <w:docPart w:val="27A3E4E53C6648DCBD8F44ABB85A6B3B"/>
                </w:placeholder>
                <w:showingPlcHdr/>
                <w:text/>
              </w:sdtPr>
              <w:sdtContent>
                <w:r w:rsidR="00AA47B4" w:rsidRPr="00E93509">
                  <w:rPr>
                    <w:rFonts w:cstheme="minorHAnsi"/>
                    <w:i/>
                    <w:color w:val="C00000"/>
                    <w:highlight w:val="yellow"/>
                  </w:rPr>
                  <w:t>vyplní zájemce</w:t>
                </w:r>
              </w:sdtContent>
            </w:sdt>
          </w:p>
        </w:tc>
      </w:tr>
      <w:tr w:rsidR="00AA47B4" w:rsidTr="00891E61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AA47B4" w:rsidRPr="00451E08" w:rsidRDefault="00AA47B4" w:rsidP="00891E61">
            <w:pPr>
              <w:tabs>
                <w:tab w:val="left" w:pos="1276"/>
              </w:tabs>
              <w:spacing w:before="20" w:after="2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Se sídlem: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AA47B4" w:rsidRDefault="000550E0" w:rsidP="00891E61">
            <w:pPr>
              <w:tabs>
                <w:tab w:val="left" w:pos="1276"/>
              </w:tabs>
              <w:spacing w:before="20" w:after="20"/>
              <w:jc w:val="both"/>
              <w:rPr>
                <w:rFonts w:asciiTheme="minorHAnsi" w:hAnsiTheme="minorHAnsi" w:cstheme="minorHAnsi"/>
                <w:b/>
                <w:color w:val="000000" w:themeColor="text1"/>
              </w:rPr>
            </w:pPr>
            <w:sdt>
              <w:sdtPr>
                <w:rPr>
                  <w:rFonts w:cstheme="minorHAnsi"/>
                  <w:color w:val="000000" w:themeColor="text1"/>
                </w:rPr>
                <w:id w:val="14583893"/>
                <w:placeholder>
                  <w:docPart w:val="1508B1EAC9DC42099AB49D4E41B506AE"/>
                </w:placeholder>
                <w:showingPlcHdr/>
                <w:text/>
              </w:sdtPr>
              <w:sdtContent>
                <w:r w:rsidR="00AA47B4" w:rsidRPr="00E93509">
                  <w:rPr>
                    <w:rFonts w:cstheme="minorHAnsi"/>
                    <w:i/>
                    <w:color w:val="C00000"/>
                    <w:highlight w:val="yellow"/>
                  </w:rPr>
                  <w:t>vyplní zájemce</w:t>
                </w:r>
              </w:sdtContent>
            </w:sdt>
          </w:p>
        </w:tc>
      </w:tr>
      <w:tr w:rsidR="00AA47B4" w:rsidTr="00891E61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AA47B4" w:rsidRPr="00451E08" w:rsidRDefault="00AA47B4" w:rsidP="00891E61">
            <w:pPr>
              <w:tabs>
                <w:tab w:val="left" w:pos="1276"/>
              </w:tabs>
              <w:spacing w:before="20" w:after="2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Jednající: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AA47B4" w:rsidRDefault="000550E0" w:rsidP="00891E61">
            <w:pPr>
              <w:tabs>
                <w:tab w:val="left" w:pos="1276"/>
              </w:tabs>
              <w:spacing w:before="20" w:after="20"/>
              <w:jc w:val="both"/>
              <w:rPr>
                <w:rFonts w:asciiTheme="minorHAnsi" w:hAnsiTheme="minorHAnsi" w:cstheme="minorHAnsi"/>
                <w:b/>
                <w:color w:val="000000" w:themeColor="text1"/>
              </w:rPr>
            </w:pPr>
            <w:sdt>
              <w:sdtPr>
                <w:rPr>
                  <w:rFonts w:cstheme="minorHAnsi"/>
                  <w:color w:val="000000" w:themeColor="text1"/>
                </w:rPr>
                <w:id w:val="14583894"/>
                <w:placeholder>
                  <w:docPart w:val="F2F03DA8A7284E368B661814AFEC1D57"/>
                </w:placeholder>
                <w:showingPlcHdr/>
                <w:text/>
              </w:sdtPr>
              <w:sdtContent>
                <w:r w:rsidR="00AA47B4" w:rsidRPr="00E93509">
                  <w:rPr>
                    <w:rFonts w:cstheme="minorHAnsi"/>
                    <w:i/>
                    <w:color w:val="C00000"/>
                    <w:highlight w:val="yellow"/>
                  </w:rPr>
                  <w:t>vyplní zájemce</w:t>
                </w:r>
              </w:sdtContent>
            </w:sdt>
          </w:p>
        </w:tc>
      </w:tr>
    </w:tbl>
    <w:p w:rsidR="00B23652" w:rsidRDefault="00B23652" w:rsidP="009039BF">
      <w:pPr>
        <w:jc w:val="both"/>
        <w:rPr>
          <w:rFonts w:asciiTheme="minorHAnsi" w:hAnsiTheme="minorHAnsi" w:cstheme="minorHAnsi"/>
        </w:rPr>
      </w:pPr>
    </w:p>
    <w:p w:rsidR="009039BF" w:rsidRPr="00DA36CA" w:rsidRDefault="009039BF" w:rsidP="009039BF">
      <w:pPr>
        <w:jc w:val="both"/>
        <w:rPr>
          <w:rFonts w:asciiTheme="minorHAnsi" w:hAnsiTheme="minorHAnsi" w:cstheme="minorHAnsi"/>
        </w:rPr>
      </w:pPr>
      <w:r w:rsidRPr="00DA36CA">
        <w:rPr>
          <w:rFonts w:asciiTheme="minorHAnsi" w:hAnsiTheme="minorHAnsi" w:cstheme="minorHAnsi"/>
        </w:rPr>
        <w:t>Čestně prohlašuji,</w:t>
      </w:r>
    </w:p>
    <w:p w:rsidR="00CC259D" w:rsidRPr="00CA05B0" w:rsidRDefault="009039BF" w:rsidP="00CC259D">
      <w:pPr>
        <w:spacing w:before="120" w:after="0"/>
        <w:jc w:val="center"/>
        <w:rPr>
          <w:rFonts w:asciiTheme="minorHAnsi" w:hAnsiTheme="minorHAnsi" w:cstheme="minorHAnsi"/>
          <w:b/>
        </w:rPr>
      </w:pPr>
      <w:r w:rsidRPr="00DA36CA">
        <w:rPr>
          <w:rFonts w:asciiTheme="minorHAnsi" w:hAnsiTheme="minorHAnsi" w:cstheme="minorHAnsi"/>
        </w:rPr>
        <w:t xml:space="preserve">že jsem se v plném rozsahu </w:t>
      </w:r>
      <w:r w:rsidR="00D47575" w:rsidRPr="00DA36CA">
        <w:rPr>
          <w:rFonts w:asciiTheme="minorHAnsi" w:hAnsiTheme="minorHAnsi" w:cstheme="minorHAnsi"/>
        </w:rPr>
        <w:t>seznámil/a se</w:t>
      </w:r>
      <w:r w:rsidRPr="00DA36CA">
        <w:rPr>
          <w:rFonts w:asciiTheme="minorHAnsi" w:hAnsiTheme="minorHAnsi" w:cstheme="minorHAnsi"/>
        </w:rPr>
        <w:t xml:space="preserve"> zadávacími podmínkami včetně všech dodatečných informací na veřejnou zakázku </w:t>
      </w:r>
      <w:r w:rsidR="00CC259D" w:rsidRPr="00CA05B0">
        <w:rPr>
          <w:rFonts w:asciiTheme="minorHAnsi" w:hAnsiTheme="minorHAnsi" w:cstheme="minorHAnsi"/>
          <w:b/>
        </w:rPr>
        <w:t>„</w:t>
      </w:r>
      <w:sdt>
        <w:sdtPr>
          <w:rPr>
            <w:rFonts w:asciiTheme="minorHAnsi" w:hAnsiTheme="minorHAnsi" w:cstheme="minorHAnsi"/>
            <w:b/>
            <w:color w:val="000000" w:themeColor="text1"/>
          </w:rPr>
          <w:id w:val="9141660"/>
          <w:placeholder>
            <w:docPart w:val="495D58AD23204253A4CDD1A3DFA2ACC4"/>
          </w:placeholder>
          <w:text/>
        </w:sdtPr>
        <w:sdtContent>
          <w:r w:rsidR="00944CFE" w:rsidRPr="00CC1BD5">
            <w:rPr>
              <w:rFonts w:asciiTheme="minorHAnsi" w:hAnsiTheme="minorHAnsi" w:cstheme="minorHAnsi"/>
              <w:b/>
              <w:color w:val="000000" w:themeColor="text1"/>
            </w:rPr>
            <w:t>Oprava havarijního stavu čistící a desinfekční místnosti 3. a 4. NP</w:t>
          </w:r>
        </w:sdtContent>
      </w:sdt>
      <w:r w:rsidR="00CC259D" w:rsidRPr="00CA05B0">
        <w:rPr>
          <w:rFonts w:asciiTheme="minorHAnsi" w:hAnsiTheme="minorHAnsi" w:cstheme="minorHAnsi"/>
          <w:b/>
        </w:rPr>
        <w:t>“</w:t>
      </w:r>
    </w:p>
    <w:p w:rsidR="009039BF" w:rsidRPr="00DA36CA" w:rsidRDefault="009039BF" w:rsidP="009039BF">
      <w:pPr>
        <w:ind w:left="709"/>
        <w:jc w:val="both"/>
        <w:rPr>
          <w:rFonts w:asciiTheme="minorHAnsi" w:hAnsiTheme="minorHAnsi" w:cstheme="minorHAnsi"/>
        </w:rPr>
      </w:pPr>
    </w:p>
    <w:p w:rsidR="009039BF" w:rsidRPr="00DA36CA" w:rsidRDefault="009039BF" w:rsidP="009039BF">
      <w:pPr>
        <w:ind w:firstLine="709"/>
        <w:jc w:val="both"/>
        <w:rPr>
          <w:rFonts w:asciiTheme="minorHAnsi" w:hAnsiTheme="minorHAnsi" w:cstheme="minorHAnsi"/>
        </w:rPr>
      </w:pPr>
      <w:r w:rsidRPr="00DA36CA">
        <w:rPr>
          <w:rFonts w:asciiTheme="minorHAnsi" w:hAnsiTheme="minorHAnsi" w:cstheme="minorHAnsi"/>
        </w:rPr>
        <w:t>že jsem si před podáním nabídky vyjasnil</w:t>
      </w:r>
      <w:r w:rsidR="00D47575" w:rsidRPr="00DA36CA">
        <w:rPr>
          <w:rFonts w:asciiTheme="minorHAnsi" w:hAnsiTheme="minorHAnsi" w:cstheme="minorHAnsi"/>
        </w:rPr>
        <w:t>/</w:t>
      </w:r>
      <w:r w:rsidRPr="00DA36CA">
        <w:rPr>
          <w:rFonts w:asciiTheme="minorHAnsi" w:hAnsiTheme="minorHAnsi" w:cstheme="minorHAnsi"/>
        </w:rPr>
        <w:t xml:space="preserve">a veškerá sporná ustanovení či nejasnosti, </w:t>
      </w:r>
    </w:p>
    <w:p w:rsidR="009039BF" w:rsidRDefault="009039BF" w:rsidP="009039BF">
      <w:pPr>
        <w:ind w:firstLine="709"/>
        <w:jc w:val="both"/>
        <w:rPr>
          <w:rFonts w:asciiTheme="minorHAnsi" w:hAnsiTheme="minorHAnsi" w:cstheme="minorHAnsi"/>
        </w:rPr>
      </w:pPr>
      <w:r w:rsidRPr="00DA36CA">
        <w:rPr>
          <w:rFonts w:asciiTheme="minorHAnsi" w:hAnsiTheme="minorHAnsi" w:cstheme="minorHAnsi"/>
        </w:rPr>
        <w:t>že zadávací dokumentaci i zadávací podmínky zadavatele respektuji,</w:t>
      </w:r>
    </w:p>
    <w:p w:rsidR="00005752" w:rsidRPr="00DA36CA" w:rsidRDefault="00005752" w:rsidP="00005752">
      <w:pPr>
        <w:ind w:left="70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že jsem nezamlčel žádné skutečnosti podstatné pro posouzení způsobilosti k realizaci zakázky, které by jinak mohli ovlivnit výsledek hodnocení nabídek</w:t>
      </w:r>
    </w:p>
    <w:p w:rsidR="009039BF" w:rsidRPr="00DA36CA" w:rsidRDefault="009039BF" w:rsidP="009039BF">
      <w:pPr>
        <w:ind w:firstLine="709"/>
        <w:jc w:val="both"/>
        <w:rPr>
          <w:rFonts w:asciiTheme="minorHAnsi" w:hAnsiTheme="minorHAnsi" w:cstheme="minorHAnsi"/>
        </w:rPr>
      </w:pPr>
      <w:r w:rsidRPr="00DA36CA">
        <w:rPr>
          <w:rFonts w:asciiTheme="minorHAnsi" w:hAnsiTheme="minorHAnsi" w:cstheme="minorHAnsi"/>
        </w:rPr>
        <w:t>že jsem vázán podanou nabídkou v celé délce zadávací lhůty.</w:t>
      </w:r>
    </w:p>
    <w:p w:rsidR="009039BF" w:rsidRPr="00DA36CA" w:rsidRDefault="009039BF" w:rsidP="009039BF">
      <w:pPr>
        <w:jc w:val="both"/>
        <w:rPr>
          <w:rFonts w:asciiTheme="minorHAnsi" w:hAnsiTheme="minorHAnsi" w:cstheme="minorHAnsi"/>
        </w:rPr>
      </w:pPr>
      <w:r w:rsidRPr="00DA36CA">
        <w:rPr>
          <w:rFonts w:asciiTheme="minorHAnsi" w:hAnsiTheme="minorHAnsi" w:cstheme="minorHAnsi"/>
        </w:rPr>
        <w:t>Dále prohlašuji, že informace, prohlášení a další skutečnosti, které jsou uvedeny v nabídce, jsou úplné, pravdivé a že jsem nezpracoval nabídku v součinnosti s jiným uchazečem, který podal nabídku.</w:t>
      </w:r>
    </w:p>
    <w:p w:rsidR="009039BF" w:rsidRPr="00DA36CA" w:rsidRDefault="009039BF" w:rsidP="009039BF">
      <w:pPr>
        <w:jc w:val="both"/>
        <w:rPr>
          <w:rFonts w:asciiTheme="minorHAnsi" w:hAnsiTheme="minorHAnsi" w:cstheme="minorHAnsi"/>
        </w:rPr>
      </w:pPr>
    </w:p>
    <w:p w:rsidR="009039BF" w:rsidRPr="00DA36CA" w:rsidRDefault="009039BF" w:rsidP="009039BF">
      <w:pPr>
        <w:jc w:val="both"/>
        <w:rPr>
          <w:rFonts w:asciiTheme="minorHAnsi" w:hAnsiTheme="minorHAnsi" w:cstheme="minorHAnsi"/>
        </w:rPr>
      </w:pPr>
    </w:p>
    <w:p w:rsidR="009039BF" w:rsidRPr="00DA36CA" w:rsidRDefault="009039BF" w:rsidP="009039BF">
      <w:pPr>
        <w:jc w:val="both"/>
        <w:rPr>
          <w:rFonts w:asciiTheme="minorHAnsi" w:hAnsiTheme="minorHAnsi" w:cstheme="minorHAnsi"/>
        </w:rPr>
      </w:pPr>
    </w:p>
    <w:p w:rsidR="009039BF" w:rsidRPr="00DA36CA" w:rsidRDefault="009039BF" w:rsidP="009039BF">
      <w:pPr>
        <w:jc w:val="both"/>
        <w:rPr>
          <w:rFonts w:asciiTheme="minorHAnsi" w:hAnsiTheme="minorHAnsi" w:cstheme="minorHAnsi"/>
        </w:rPr>
      </w:pPr>
    </w:p>
    <w:p w:rsidR="009039BF" w:rsidRDefault="009039BF" w:rsidP="009039BF">
      <w:pPr>
        <w:jc w:val="both"/>
        <w:rPr>
          <w:rFonts w:asciiTheme="minorHAnsi" w:hAnsiTheme="minorHAnsi" w:cstheme="minorHAnsi"/>
        </w:rPr>
      </w:pPr>
    </w:p>
    <w:p w:rsidR="006C3236" w:rsidRDefault="006C3236" w:rsidP="009039BF">
      <w:pPr>
        <w:jc w:val="both"/>
        <w:rPr>
          <w:rFonts w:asciiTheme="minorHAnsi" w:hAnsiTheme="minorHAnsi" w:cstheme="minorHAnsi"/>
        </w:rPr>
      </w:pPr>
    </w:p>
    <w:p w:rsidR="00EA1094" w:rsidRDefault="00EA1094" w:rsidP="009039BF">
      <w:pPr>
        <w:jc w:val="both"/>
        <w:rPr>
          <w:rFonts w:asciiTheme="minorHAnsi" w:hAnsiTheme="minorHAnsi" w:cstheme="minorHAnsi"/>
        </w:rPr>
      </w:pPr>
    </w:p>
    <w:p w:rsidR="006C3236" w:rsidRDefault="006C3236" w:rsidP="009039BF">
      <w:pPr>
        <w:jc w:val="both"/>
        <w:rPr>
          <w:rFonts w:asciiTheme="minorHAnsi" w:hAnsiTheme="minorHAnsi" w:cstheme="minorHAnsi"/>
        </w:rPr>
      </w:pPr>
    </w:p>
    <w:p w:rsidR="006C3236" w:rsidRDefault="006C3236" w:rsidP="009039BF">
      <w:pPr>
        <w:jc w:val="both"/>
        <w:rPr>
          <w:rFonts w:asciiTheme="minorHAnsi" w:hAnsiTheme="minorHAnsi" w:cstheme="minorHAnsi"/>
        </w:rPr>
      </w:pPr>
    </w:p>
    <w:p w:rsidR="009039BF" w:rsidRDefault="009039BF" w:rsidP="009039BF">
      <w:pPr>
        <w:jc w:val="both"/>
        <w:rPr>
          <w:rFonts w:asciiTheme="minorHAnsi" w:hAnsiTheme="minorHAnsi" w:cstheme="minorHAnsi"/>
        </w:rPr>
      </w:pPr>
    </w:p>
    <w:tbl>
      <w:tblPr>
        <w:tblStyle w:val="Mkatabulky"/>
        <w:tblW w:w="0" w:type="auto"/>
        <w:tblLook w:val="04A0"/>
      </w:tblPr>
      <w:tblGrid>
        <w:gridCol w:w="3652"/>
        <w:gridCol w:w="1843"/>
        <w:gridCol w:w="3717"/>
      </w:tblGrid>
      <w:tr w:rsidR="00AA47B4" w:rsidTr="00891E61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AA47B4" w:rsidRDefault="00AA47B4" w:rsidP="00891E61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V </w:t>
            </w:r>
            <w:sdt>
              <w:sdtPr>
                <w:rPr>
                  <w:rFonts w:cstheme="minorHAnsi"/>
                  <w:color w:val="000000" w:themeColor="text1"/>
                </w:rPr>
                <w:id w:val="14583910"/>
                <w:placeholder>
                  <w:docPart w:val="60791E748A9647548CF78D8A105AE838"/>
                </w:placeholder>
                <w:showingPlcHdr/>
                <w:text/>
              </w:sdtPr>
              <w:sdtContent>
                <w:r w:rsidRPr="009D5C70">
                  <w:rPr>
                    <w:rFonts w:cstheme="minorHAnsi"/>
                    <w:color w:val="000000" w:themeColor="text1"/>
                    <w:highlight w:val="yellow"/>
                  </w:rPr>
                  <w:t>____________</w:t>
                </w:r>
              </w:sdtContent>
            </w:sdt>
            <w:r>
              <w:rPr>
                <w:rFonts w:cstheme="minorHAnsi"/>
              </w:rPr>
              <w:t xml:space="preserve"> dne </w:t>
            </w:r>
            <w:sdt>
              <w:sdtPr>
                <w:rPr>
                  <w:rFonts w:cstheme="minorHAnsi"/>
                  <w:color w:val="000000" w:themeColor="text1"/>
                  <w:highlight w:val="yellow"/>
                </w:rPr>
                <w:id w:val="14583911"/>
                <w:placeholder>
                  <w:docPart w:val="77E54864496C40AA8C7A817E7B626B3F"/>
                </w:placeholder>
                <w:showingPlcHdr/>
                <w:text/>
              </w:sdtPr>
              <w:sdtContent>
                <w:r w:rsidRPr="009D5C70">
                  <w:rPr>
                    <w:rFonts w:cstheme="minorHAnsi"/>
                    <w:color w:val="000000" w:themeColor="text1"/>
                    <w:highlight w:val="yellow"/>
                  </w:rPr>
                  <w:t>__</w:t>
                </w:r>
              </w:sdtContent>
            </w:sdt>
            <w:r w:rsidRPr="009D5C70">
              <w:rPr>
                <w:rFonts w:cstheme="minorHAnsi"/>
                <w:highlight w:val="yellow"/>
              </w:rPr>
              <w:t xml:space="preserve">. </w:t>
            </w:r>
            <w:sdt>
              <w:sdtPr>
                <w:rPr>
                  <w:rFonts w:cstheme="minorHAnsi"/>
                  <w:color w:val="000000" w:themeColor="text1"/>
                  <w:highlight w:val="yellow"/>
                </w:rPr>
                <w:id w:val="14583912"/>
                <w:placeholder>
                  <w:docPart w:val="90A63C5600BB4C60B62EDE816657FB57"/>
                </w:placeholder>
                <w:showingPlcHdr/>
                <w:text/>
              </w:sdtPr>
              <w:sdtContent>
                <w:r w:rsidRPr="009D5C70">
                  <w:rPr>
                    <w:rFonts w:cstheme="minorHAnsi"/>
                    <w:color w:val="000000" w:themeColor="text1"/>
                    <w:highlight w:val="yellow"/>
                  </w:rPr>
                  <w:t>__</w:t>
                </w:r>
              </w:sdtContent>
            </w:sdt>
            <w:r w:rsidRPr="009D5C70">
              <w:rPr>
                <w:rFonts w:cstheme="minorHAnsi"/>
                <w:highlight w:val="yellow"/>
              </w:rPr>
              <w:t>.</w:t>
            </w:r>
            <w:r w:rsidRPr="009D5C70">
              <w:rPr>
                <w:rFonts w:cstheme="minorHAnsi"/>
                <w:color w:val="000000" w:themeColor="text1"/>
                <w:highlight w:val="yellow"/>
              </w:rPr>
              <w:t xml:space="preserve"> </w:t>
            </w:r>
            <w:sdt>
              <w:sdtPr>
                <w:rPr>
                  <w:rFonts w:cstheme="minorHAnsi"/>
                  <w:color w:val="000000" w:themeColor="text1"/>
                  <w:highlight w:val="yellow"/>
                </w:rPr>
                <w:id w:val="14583913"/>
                <w:placeholder>
                  <w:docPart w:val="801058E5AC9D4EFAAE83DF8FDCA3C2E1"/>
                </w:placeholder>
                <w:showingPlcHdr/>
                <w:text/>
              </w:sdtPr>
              <w:sdtEndPr>
                <w:rPr>
                  <w:highlight w:val="none"/>
                </w:rPr>
              </w:sdtEndPr>
              <w:sdtContent>
                <w:r w:rsidRPr="009D5C70">
                  <w:rPr>
                    <w:rFonts w:cstheme="minorHAnsi"/>
                    <w:color w:val="000000" w:themeColor="text1"/>
                    <w:highlight w:val="yellow"/>
                  </w:rPr>
                  <w:t>__</w:t>
                </w:r>
              </w:sdtContent>
            </w:sdt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AA47B4" w:rsidRDefault="00AA47B4" w:rsidP="00891E61">
            <w:pPr>
              <w:jc w:val="both"/>
              <w:rPr>
                <w:rFonts w:cstheme="minorHAnsi"/>
              </w:rPr>
            </w:pPr>
          </w:p>
        </w:tc>
        <w:tc>
          <w:tcPr>
            <w:tcW w:w="3717" w:type="dxa"/>
            <w:tcBorders>
              <w:top w:val="nil"/>
              <w:left w:val="nil"/>
              <w:bottom w:val="nil"/>
              <w:right w:val="nil"/>
            </w:tcBorders>
          </w:tcPr>
          <w:p w:rsidR="00AA47B4" w:rsidRPr="00A82FD1" w:rsidRDefault="00AA47B4" w:rsidP="00891E61">
            <w:pPr>
              <w:jc w:val="center"/>
              <w:rPr>
                <w:rFonts w:cstheme="minorHAnsi"/>
                <w:highlight w:val="green"/>
              </w:rPr>
            </w:pPr>
            <w:r w:rsidRPr="00A82FD1">
              <w:rPr>
                <w:rFonts w:cstheme="minorHAnsi"/>
              </w:rPr>
              <w:t>_________________________</w:t>
            </w:r>
          </w:p>
        </w:tc>
      </w:tr>
      <w:tr w:rsidR="00AA47B4" w:rsidRPr="00D123B0" w:rsidTr="00891E61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AA47B4" w:rsidRDefault="00AA47B4" w:rsidP="00891E61">
            <w:pPr>
              <w:jc w:val="both"/>
              <w:rPr>
                <w:rFonts w:cstheme="minorHAnsi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AA47B4" w:rsidRDefault="00AA47B4" w:rsidP="00891E61">
            <w:pPr>
              <w:jc w:val="both"/>
              <w:rPr>
                <w:rFonts w:cstheme="minorHAnsi"/>
              </w:rPr>
            </w:pPr>
          </w:p>
        </w:tc>
        <w:tc>
          <w:tcPr>
            <w:tcW w:w="3717" w:type="dxa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rPr>
                <w:rFonts w:cstheme="minorHAnsi"/>
                <w:color w:val="000000" w:themeColor="text1"/>
              </w:rPr>
              <w:id w:val="14583914"/>
              <w:placeholder>
                <w:docPart w:val="F81FCFFD8CEF449A94AF9B190F2FEBBA"/>
              </w:placeholder>
              <w:showingPlcHdr/>
              <w:text/>
            </w:sdtPr>
            <w:sdtEndPr>
              <w:rPr>
                <w:i/>
              </w:rPr>
            </w:sdtEndPr>
            <w:sdtContent>
              <w:p w:rsidR="00AA47B4" w:rsidRPr="00D123B0" w:rsidRDefault="00AA47B4" w:rsidP="00891E61">
                <w:pPr>
                  <w:jc w:val="center"/>
                  <w:rPr>
                    <w:rFonts w:cstheme="minorHAnsi"/>
                    <w:color w:val="808080" w:themeColor="background1" w:themeShade="80"/>
                    <w:highlight w:val="yellow"/>
                  </w:rPr>
                </w:pPr>
                <w:r w:rsidRPr="00CC5332">
                  <w:rPr>
                    <w:rFonts w:cstheme="minorHAnsi"/>
                    <w:color w:val="000000" w:themeColor="text1"/>
                  </w:rPr>
                  <w:t>razítko a podpis oprávněné osoby jednat za zájemce</w:t>
                </w:r>
              </w:p>
              <w:p w:rsidR="00AA47B4" w:rsidRPr="00D123B0" w:rsidRDefault="00AA47B4" w:rsidP="00891E61">
                <w:pPr>
                  <w:jc w:val="center"/>
                  <w:rPr>
                    <w:rFonts w:cstheme="minorHAnsi"/>
                    <w:color w:val="7F7F7F" w:themeColor="text1" w:themeTint="80"/>
                  </w:rPr>
                </w:pPr>
                <w:r w:rsidRPr="00D123B0">
                  <w:rPr>
                    <w:rFonts w:cstheme="minorHAnsi"/>
                    <w:i/>
                    <w:color w:val="C00000"/>
                    <w:highlight w:val="yellow"/>
                  </w:rPr>
                  <w:t>jméno a příjmení</w:t>
                </w:r>
              </w:p>
            </w:sdtContent>
          </w:sdt>
        </w:tc>
      </w:tr>
      <w:tr w:rsidR="00AA47B4" w:rsidRPr="00D123B0" w:rsidTr="00891E61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AA47B4" w:rsidRDefault="00AA47B4" w:rsidP="00891E61">
            <w:pPr>
              <w:jc w:val="both"/>
              <w:rPr>
                <w:rFonts w:cstheme="minorHAnsi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AA47B4" w:rsidRDefault="00AA47B4" w:rsidP="00891E61">
            <w:pPr>
              <w:jc w:val="both"/>
              <w:rPr>
                <w:rFonts w:cstheme="minorHAnsi"/>
              </w:rPr>
            </w:pPr>
          </w:p>
        </w:tc>
        <w:tc>
          <w:tcPr>
            <w:tcW w:w="3717" w:type="dxa"/>
            <w:tcBorders>
              <w:top w:val="nil"/>
              <w:left w:val="nil"/>
              <w:bottom w:val="nil"/>
              <w:right w:val="nil"/>
            </w:tcBorders>
          </w:tcPr>
          <w:p w:rsidR="00AA47B4" w:rsidRDefault="00AA47B4" w:rsidP="00891E61">
            <w:pPr>
              <w:jc w:val="center"/>
              <w:rPr>
                <w:rFonts w:cstheme="minorHAnsi"/>
                <w:color w:val="000000" w:themeColor="text1"/>
              </w:rPr>
            </w:pPr>
          </w:p>
        </w:tc>
      </w:tr>
    </w:tbl>
    <w:p w:rsidR="00275BB9" w:rsidRPr="00085A49" w:rsidRDefault="00275BB9" w:rsidP="00496245">
      <w:pPr>
        <w:pBdr>
          <w:top w:val="single" w:sz="4" w:space="1" w:color="000000" w:themeColor="text1"/>
          <w:bottom w:val="single" w:sz="4" w:space="1" w:color="auto"/>
        </w:pBdr>
        <w:spacing w:after="0" w:line="240" w:lineRule="auto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085A49">
        <w:rPr>
          <w:rFonts w:asciiTheme="minorHAnsi" w:hAnsiTheme="minorHAnsi" w:cstheme="minorHAnsi"/>
          <w:b/>
          <w:sz w:val="26"/>
          <w:szCs w:val="26"/>
        </w:rPr>
        <w:lastRenderedPageBreak/>
        <w:t>Vzor čestného prohlášení o ekonomické a finanční způsobilosti splnit veřejnou zakázku</w:t>
      </w:r>
    </w:p>
    <w:p w:rsidR="00523656" w:rsidRPr="00803F5C" w:rsidRDefault="00523656" w:rsidP="0055442A">
      <w:pPr>
        <w:spacing w:before="120" w:after="0"/>
        <w:jc w:val="right"/>
        <w:rPr>
          <w:rFonts w:asciiTheme="minorHAnsi" w:hAnsiTheme="minorHAnsi" w:cstheme="minorHAnsi"/>
          <w:i/>
        </w:rPr>
      </w:pPr>
      <w:r w:rsidRPr="00803F5C">
        <w:rPr>
          <w:rFonts w:asciiTheme="minorHAnsi" w:hAnsiTheme="minorHAnsi" w:cstheme="minorHAnsi"/>
          <w:i/>
        </w:rPr>
        <w:t>Příloha č. 2</w:t>
      </w:r>
    </w:p>
    <w:p w:rsidR="00275BB9" w:rsidRPr="00DA36CA" w:rsidRDefault="00275BB9" w:rsidP="00275BB9">
      <w:pPr>
        <w:spacing w:after="0"/>
        <w:rPr>
          <w:rFonts w:asciiTheme="minorHAnsi" w:hAnsiTheme="minorHAnsi" w:cstheme="minorHAnsi"/>
        </w:rPr>
      </w:pPr>
    </w:p>
    <w:tbl>
      <w:tblPr>
        <w:tblStyle w:val="Mkatabulky"/>
        <w:tblW w:w="0" w:type="auto"/>
        <w:tblLook w:val="04A0"/>
      </w:tblPr>
      <w:tblGrid>
        <w:gridCol w:w="1384"/>
        <w:gridCol w:w="3969"/>
      </w:tblGrid>
      <w:tr w:rsidR="00AA47B4" w:rsidTr="00891E61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AA47B4" w:rsidRPr="00451E08" w:rsidRDefault="00AA47B4" w:rsidP="00891E61">
            <w:pPr>
              <w:tabs>
                <w:tab w:val="left" w:pos="1276"/>
              </w:tabs>
              <w:spacing w:before="20" w:after="2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Zájemce: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AA47B4" w:rsidRDefault="000550E0" w:rsidP="00891E61">
            <w:pPr>
              <w:spacing w:before="20" w:after="20"/>
              <w:jc w:val="both"/>
              <w:rPr>
                <w:rFonts w:asciiTheme="minorHAnsi" w:hAnsiTheme="minorHAnsi" w:cstheme="minorHAnsi"/>
                <w:b/>
                <w:color w:val="000000" w:themeColor="text1"/>
              </w:rPr>
            </w:pPr>
            <w:sdt>
              <w:sdtPr>
                <w:rPr>
                  <w:rFonts w:cstheme="minorHAnsi"/>
                  <w:color w:val="000000" w:themeColor="text1"/>
                </w:rPr>
                <w:id w:val="14583895"/>
                <w:placeholder>
                  <w:docPart w:val="E75B35A5B27D4300BDBA298F7F719022"/>
                </w:placeholder>
                <w:showingPlcHdr/>
                <w:text/>
              </w:sdtPr>
              <w:sdtContent>
                <w:r w:rsidR="00AA47B4" w:rsidRPr="00E93509">
                  <w:rPr>
                    <w:rFonts w:cstheme="minorHAnsi"/>
                    <w:i/>
                    <w:color w:val="C00000"/>
                    <w:highlight w:val="yellow"/>
                  </w:rPr>
                  <w:t>vyplní zájemce</w:t>
                </w:r>
              </w:sdtContent>
            </w:sdt>
          </w:p>
        </w:tc>
      </w:tr>
      <w:tr w:rsidR="00AA47B4" w:rsidTr="00891E61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AA47B4" w:rsidRPr="00451E08" w:rsidRDefault="00AA47B4" w:rsidP="00891E61">
            <w:pPr>
              <w:tabs>
                <w:tab w:val="left" w:pos="1276"/>
              </w:tabs>
              <w:spacing w:before="20" w:after="2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IČO/DIČ: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AA47B4" w:rsidRDefault="000550E0" w:rsidP="00891E61">
            <w:pPr>
              <w:tabs>
                <w:tab w:val="left" w:pos="1276"/>
              </w:tabs>
              <w:spacing w:before="20" w:after="20"/>
              <w:jc w:val="both"/>
              <w:rPr>
                <w:rFonts w:asciiTheme="minorHAnsi" w:hAnsiTheme="minorHAnsi" w:cstheme="minorHAnsi"/>
                <w:b/>
                <w:color w:val="000000" w:themeColor="text1"/>
              </w:rPr>
            </w:pPr>
            <w:sdt>
              <w:sdtPr>
                <w:rPr>
                  <w:rFonts w:cstheme="minorHAnsi"/>
                  <w:color w:val="000000" w:themeColor="text1"/>
                </w:rPr>
                <w:id w:val="14583896"/>
                <w:placeholder>
                  <w:docPart w:val="C0119E6B5D8A48589BAF2E06D5C41FF3"/>
                </w:placeholder>
                <w:showingPlcHdr/>
                <w:text/>
              </w:sdtPr>
              <w:sdtContent>
                <w:r w:rsidR="00AA47B4" w:rsidRPr="00E93509">
                  <w:rPr>
                    <w:rFonts w:cstheme="minorHAnsi"/>
                    <w:i/>
                    <w:color w:val="C00000"/>
                    <w:highlight w:val="yellow"/>
                  </w:rPr>
                  <w:t>vyplní zájemce</w:t>
                </w:r>
              </w:sdtContent>
            </w:sdt>
            <w:r w:rsidR="00AA47B4">
              <w:rPr>
                <w:rFonts w:asciiTheme="minorHAnsi" w:hAnsiTheme="minorHAnsi" w:cstheme="minorHAnsi"/>
                <w:color w:val="000000" w:themeColor="text1"/>
              </w:rPr>
              <w:t xml:space="preserve"> / CZ </w:t>
            </w:r>
            <w:sdt>
              <w:sdtPr>
                <w:rPr>
                  <w:rFonts w:cstheme="minorHAnsi"/>
                  <w:color w:val="000000" w:themeColor="text1"/>
                </w:rPr>
                <w:id w:val="14583897"/>
                <w:placeholder>
                  <w:docPart w:val="ADBCB03B64264BB7808FDF7727F01329"/>
                </w:placeholder>
                <w:showingPlcHdr/>
                <w:text/>
              </w:sdtPr>
              <w:sdtContent>
                <w:r w:rsidR="00AA47B4" w:rsidRPr="00E93509">
                  <w:rPr>
                    <w:rFonts w:cstheme="minorHAnsi"/>
                    <w:i/>
                    <w:color w:val="C00000"/>
                    <w:highlight w:val="yellow"/>
                  </w:rPr>
                  <w:t>vyplní zájemce</w:t>
                </w:r>
              </w:sdtContent>
            </w:sdt>
          </w:p>
        </w:tc>
      </w:tr>
      <w:tr w:rsidR="00AA47B4" w:rsidTr="00891E61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AA47B4" w:rsidRPr="00451E08" w:rsidRDefault="00AA47B4" w:rsidP="00891E61">
            <w:pPr>
              <w:tabs>
                <w:tab w:val="left" w:pos="1276"/>
              </w:tabs>
              <w:spacing w:before="20" w:after="2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Se sídlem: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AA47B4" w:rsidRDefault="000550E0" w:rsidP="00891E61">
            <w:pPr>
              <w:tabs>
                <w:tab w:val="left" w:pos="1276"/>
              </w:tabs>
              <w:spacing w:before="20" w:after="20"/>
              <w:jc w:val="both"/>
              <w:rPr>
                <w:rFonts w:asciiTheme="minorHAnsi" w:hAnsiTheme="minorHAnsi" w:cstheme="minorHAnsi"/>
                <w:b/>
                <w:color w:val="000000" w:themeColor="text1"/>
              </w:rPr>
            </w:pPr>
            <w:sdt>
              <w:sdtPr>
                <w:rPr>
                  <w:rFonts w:cstheme="minorHAnsi"/>
                  <w:color w:val="000000" w:themeColor="text1"/>
                </w:rPr>
                <w:id w:val="14583898"/>
                <w:placeholder>
                  <w:docPart w:val="36444E5C40B54915BF1D6078A2C34C38"/>
                </w:placeholder>
                <w:showingPlcHdr/>
                <w:text/>
              </w:sdtPr>
              <w:sdtContent>
                <w:r w:rsidR="00AA47B4" w:rsidRPr="00E93509">
                  <w:rPr>
                    <w:rFonts w:cstheme="minorHAnsi"/>
                    <w:i/>
                    <w:color w:val="C00000"/>
                    <w:highlight w:val="yellow"/>
                  </w:rPr>
                  <w:t>vyplní zájemce</w:t>
                </w:r>
              </w:sdtContent>
            </w:sdt>
          </w:p>
        </w:tc>
      </w:tr>
      <w:tr w:rsidR="00AA47B4" w:rsidTr="00891E61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AA47B4" w:rsidRPr="00451E08" w:rsidRDefault="00AA47B4" w:rsidP="00891E61">
            <w:pPr>
              <w:tabs>
                <w:tab w:val="left" w:pos="1276"/>
              </w:tabs>
              <w:spacing w:before="20" w:after="2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Jednající: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AA47B4" w:rsidRDefault="000550E0" w:rsidP="00891E61">
            <w:pPr>
              <w:tabs>
                <w:tab w:val="left" w:pos="1276"/>
              </w:tabs>
              <w:spacing w:before="20" w:after="20"/>
              <w:jc w:val="both"/>
              <w:rPr>
                <w:rFonts w:asciiTheme="minorHAnsi" w:hAnsiTheme="minorHAnsi" w:cstheme="minorHAnsi"/>
                <w:b/>
                <w:color w:val="000000" w:themeColor="text1"/>
              </w:rPr>
            </w:pPr>
            <w:sdt>
              <w:sdtPr>
                <w:rPr>
                  <w:rFonts w:cstheme="minorHAnsi"/>
                  <w:color w:val="000000" w:themeColor="text1"/>
                </w:rPr>
                <w:id w:val="14583899"/>
                <w:placeholder>
                  <w:docPart w:val="A6D09559816B48C889FAB94B6DA3EB07"/>
                </w:placeholder>
                <w:showingPlcHdr/>
                <w:text/>
              </w:sdtPr>
              <w:sdtContent>
                <w:r w:rsidR="00AA47B4" w:rsidRPr="00E93509">
                  <w:rPr>
                    <w:rFonts w:cstheme="minorHAnsi"/>
                    <w:i/>
                    <w:color w:val="C00000"/>
                    <w:highlight w:val="yellow"/>
                  </w:rPr>
                  <w:t>vyplní zájemce</w:t>
                </w:r>
              </w:sdtContent>
            </w:sdt>
          </w:p>
        </w:tc>
      </w:tr>
    </w:tbl>
    <w:p w:rsidR="00275BB9" w:rsidRPr="00DA36CA" w:rsidRDefault="00275BB9" w:rsidP="00275BB9">
      <w:pPr>
        <w:spacing w:after="0" w:line="240" w:lineRule="auto"/>
        <w:rPr>
          <w:rFonts w:asciiTheme="minorHAnsi" w:hAnsiTheme="minorHAnsi" w:cstheme="minorHAnsi"/>
        </w:rPr>
      </w:pPr>
    </w:p>
    <w:p w:rsidR="00941D8C" w:rsidRPr="00DA36CA" w:rsidRDefault="00941D8C" w:rsidP="00275BB9">
      <w:pPr>
        <w:spacing w:after="0" w:line="240" w:lineRule="auto"/>
        <w:rPr>
          <w:rFonts w:asciiTheme="minorHAnsi" w:hAnsiTheme="minorHAnsi" w:cstheme="minorHAnsi"/>
        </w:rPr>
      </w:pPr>
    </w:p>
    <w:p w:rsidR="00275BB9" w:rsidRPr="00DA36CA" w:rsidRDefault="00275BB9" w:rsidP="00275BB9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DA36CA">
        <w:rPr>
          <w:rFonts w:asciiTheme="minorHAnsi" w:hAnsiTheme="minorHAnsi" w:cstheme="minorHAnsi"/>
        </w:rPr>
        <w:t>jako dodavatel veřejné zakázky s názvem</w:t>
      </w:r>
    </w:p>
    <w:p w:rsidR="00275BB9" w:rsidRPr="00DA36CA" w:rsidRDefault="00275BB9" w:rsidP="00275BB9">
      <w:pPr>
        <w:spacing w:after="0" w:line="240" w:lineRule="auto"/>
        <w:jc w:val="center"/>
        <w:rPr>
          <w:rFonts w:asciiTheme="minorHAnsi" w:hAnsiTheme="minorHAnsi" w:cstheme="minorHAnsi"/>
        </w:rPr>
      </w:pPr>
    </w:p>
    <w:p w:rsidR="00CC259D" w:rsidRPr="00CA05B0" w:rsidRDefault="00CC259D" w:rsidP="00CC259D">
      <w:pPr>
        <w:spacing w:before="120" w:after="0"/>
        <w:jc w:val="center"/>
        <w:rPr>
          <w:rFonts w:asciiTheme="minorHAnsi" w:hAnsiTheme="minorHAnsi" w:cstheme="minorHAnsi"/>
          <w:b/>
        </w:rPr>
      </w:pPr>
      <w:r w:rsidRPr="00CA05B0">
        <w:rPr>
          <w:rFonts w:asciiTheme="minorHAnsi" w:hAnsiTheme="minorHAnsi" w:cstheme="minorHAnsi"/>
          <w:b/>
        </w:rPr>
        <w:t>„</w:t>
      </w:r>
      <w:sdt>
        <w:sdtPr>
          <w:rPr>
            <w:rFonts w:asciiTheme="minorHAnsi" w:hAnsiTheme="minorHAnsi" w:cstheme="minorHAnsi"/>
            <w:b/>
            <w:color w:val="000000" w:themeColor="text1"/>
          </w:rPr>
          <w:id w:val="9141661"/>
          <w:placeholder>
            <w:docPart w:val="585513CBD6F049048B08D79A862A6656"/>
          </w:placeholder>
          <w:text/>
        </w:sdtPr>
        <w:sdtContent>
          <w:r w:rsidR="00944CFE" w:rsidRPr="00E65022">
            <w:rPr>
              <w:rFonts w:asciiTheme="minorHAnsi" w:hAnsiTheme="minorHAnsi" w:cstheme="minorHAnsi"/>
              <w:b/>
              <w:color w:val="000000" w:themeColor="text1"/>
            </w:rPr>
            <w:t>Oprava havarijního stavu čistící a desinfekční místnosti 3. a 4. NP</w:t>
          </w:r>
        </w:sdtContent>
      </w:sdt>
      <w:r w:rsidRPr="00CA05B0">
        <w:rPr>
          <w:rFonts w:asciiTheme="minorHAnsi" w:hAnsiTheme="minorHAnsi" w:cstheme="minorHAnsi"/>
          <w:b/>
        </w:rPr>
        <w:t>“</w:t>
      </w:r>
    </w:p>
    <w:p w:rsidR="00275BB9" w:rsidRPr="00DA36CA" w:rsidRDefault="00275BB9" w:rsidP="00275BB9">
      <w:pPr>
        <w:spacing w:before="120" w:after="120" w:line="240" w:lineRule="auto"/>
        <w:jc w:val="center"/>
        <w:rPr>
          <w:rFonts w:asciiTheme="minorHAnsi" w:hAnsiTheme="minorHAnsi" w:cstheme="minorHAnsi"/>
          <w:b/>
        </w:rPr>
      </w:pPr>
    </w:p>
    <w:p w:rsidR="00275BB9" w:rsidRPr="00DA36CA" w:rsidRDefault="00275BB9" w:rsidP="00E3002E">
      <w:pPr>
        <w:spacing w:after="0" w:line="271" w:lineRule="auto"/>
        <w:contextualSpacing/>
        <w:jc w:val="both"/>
        <w:rPr>
          <w:rFonts w:asciiTheme="minorHAnsi" w:hAnsiTheme="minorHAnsi" w:cstheme="minorHAnsi"/>
        </w:rPr>
      </w:pPr>
      <w:r w:rsidRPr="00DA36CA">
        <w:rPr>
          <w:rFonts w:asciiTheme="minorHAnsi" w:hAnsiTheme="minorHAnsi" w:cstheme="minorHAnsi"/>
        </w:rPr>
        <w:t xml:space="preserve">tímto čestně prohlašuje, že je ekonomicky a finančně způsobilý splnit výše zmíněnou veřejnou zakázku malého rozsahu na </w:t>
      </w:r>
      <w:sdt>
        <w:sdtPr>
          <w:rPr>
            <w:rFonts w:asciiTheme="minorHAnsi" w:hAnsiTheme="minorHAnsi" w:cstheme="minorHAnsi"/>
          </w:rPr>
          <w:id w:val="7172217"/>
          <w:placeholder>
            <w:docPart w:val="C95F2F2F4B324FBBA2857093FAF69B26"/>
          </w:placeholder>
          <w:comboBox>
            <w:listItem w:value="Zvolte položku."/>
            <w:listItem w:displayText="stavební práce" w:value="stavební práce"/>
            <w:listItem w:displayText="dodávky" w:value="dodávky"/>
            <w:listItem w:displayText="služby" w:value="služby"/>
          </w:comboBox>
        </w:sdtPr>
        <w:sdtContent>
          <w:r w:rsidR="00917C7C">
            <w:rPr>
              <w:rFonts w:asciiTheme="minorHAnsi" w:hAnsiTheme="minorHAnsi" w:cstheme="minorHAnsi"/>
            </w:rPr>
            <w:t>stavební práce</w:t>
          </w:r>
        </w:sdtContent>
      </w:sdt>
      <w:r w:rsidR="00D55300">
        <w:rPr>
          <w:rFonts w:asciiTheme="minorHAnsi" w:hAnsiTheme="minorHAnsi" w:cstheme="minorHAnsi"/>
          <w:b/>
        </w:rPr>
        <w:t xml:space="preserve"> </w:t>
      </w:r>
      <w:r w:rsidR="0081595E" w:rsidRPr="00C24237">
        <w:rPr>
          <w:rFonts w:asciiTheme="minorHAnsi" w:hAnsiTheme="minorHAnsi" w:cstheme="minorHAnsi"/>
        </w:rPr>
        <w:t xml:space="preserve">zadávanou mimo působnost zákona č. 137/2006 Sb., o veřejných zakázkách, ve znění pozdějších předpisů, v souladu se Směrnicí Rady Plzeňského kraje č. </w:t>
      </w:r>
      <w:r w:rsidR="00035B54">
        <w:rPr>
          <w:rFonts w:asciiTheme="minorHAnsi" w:hAnsiTheme="minorHAnsi" w:cstheme="minorHAnsi"/>
        </w:rPr>
        <w:t>1/201</w:t>
      </w:r>
      <w:r w:rsidR="004860F1">
        <w:rPr>
          <w:rFonts w:asciiTheme="minorHAnsi" w:hAnsiTheme="minorHAnsi" w:cstheme="minorHAnsi"/>
        </w:rPr>
        <w:t>4</w:t>
      </w:r>
      <w:r w:rsidR="0081595E" w:rsidRPr="00C24237">
        <w:rPr>
          <w:rFonts w:asciiTheme="minorHAnsi" w:hAnsiTheme="minorHAnsi" w:cstheme="minorHAnsi"/>
        </w:rPr>
        <w:t>, o zadávání veřejných zakázek</w:t>
      </w:r>
      <w:r w:rsidR="0081595E">
        <w:rPr>
          <w:rFonts w:asciiTheme="minorHAnsi" w:hAnsiTheme="minorHAnsi" w:cstheme="minorHAnsi"/>
        </w:rPr>
        <w:t>.</w:t>
      </w:r>
    </w:p>
    <w:p w:rsidR="00275BB9" w:rsidRPr="00DA36CA" w:rsidRDefault="00275BB9" w:rsidP="00275BB9">
      <w:pPr>
        <w:spacing w:before="240" w:after="0" w:line="271" w:lineRule="auto"/>
        <w:jc w:val="both"/>
        <w:rPr>
          <w:rFonts w:asciiTheme="minorHAnsi" w:hAnsiTheme="minorHAnsi" w:cstheme="minorHAnsi"/>
        </w:rPr>
      </w:pPr>
    </w:p>
    <w:p w:rsidR="00275BB9" w:rsidRPr="00DA36CA" w:rsidRDefault="00275BB9" w:rsidP="00275BB9">
      <w:pPr>
        <w:spacing w:before="240" w:after="0" w:line="271" w:lineRule="auto"/>
        <w:jc w:val="both"/>
        <w:rPr>
          <w:rFonts w:asciiTheme="minorHAnsi" w:hAnsiTheme="minorHAnsi" w:cstheme="minorHAnsi"/>
        </w:rPr>
      </w:pPr>
    </w:p>
    <w:p w:rsidR="00275BB9" w:rsidRPr="00DA36CA" w:rsidRDefault="00275BB9" w:rsidP="00275BB9">
      <w:pPr>
        <w:spacing w:before="240" w:after="0" w:line="271" w:lineRule="auto"/>
        <w:jc w:val="both"/>
        <w:rPr>
          <w:rFonts w:asciiTheme="minorHAnsi" w:hAnsiTheme="minorHAnsi" w:cstheme="minorHAnsi"/>
        </w:rPr>
      </w:pPr>
    </w:p>
    <w:p w:rsidR="00275BB9" w:rsidRPr="00DA36CA" w:rsidRDefault="00275BB9" w:rsidP="00275BB9">
      <w:pPr>
        <w:spacing w:before="240" w:after="0" w:line="271" w:lineRule="auto"/>
        <w:jc w:val="both"/>
        <w:rPr>
          <w:rFonts w:asciiTheme="minorHAnsi" w:hAnsiTheme="minorHAnsi" w:cstheme="minorHAnsi"/>
        </w:rPr>
      </w:pPr>
    </w:p>
    <w:p w:rsidR="00275BB9" w:rsidRPr="00DA36CA" w:rsidRDefault="00275BB9" w:rsidP="00275BB9">
      <w:pPr>
        <w:spacing w:before="240" w:after="0" w:line="271" w:lineRule="auto"/>
        <w:jc w:val="both"/>
        <w:rPr>
          <w:rFonts w:asciiTheme="minorHAnsi" w:hAnsiTheme="minorHAnsi" w:cstheme="minorHAnsi"/>
        </w:rPr>
      </w:pPr>
    </w:p>
    <w:p w:rsidR="006C3236" w:rsidRDefault="006C3236" w:rsidP="00275BB9">
      <w:pPr>
        <w:spacing w:before="240" w:after="0" w:line="271" w:lineRule="auto"/>
        <w:jc w:val="both"/>
        <w:rPr>
          <w:rFonts w:asciiTheme="minorHAnsi" w:hAnsiTheme="minorHAnsi" w:cstheme="minorHAnsi"/>
        </w:rPr>
      </w:pPr>
    </w:p>
    <w:p w:rsidR="006C3236" w:rsidRDefault="006C3236" w:rsidP="00275BB9">
      <w:pPr>
        <w:spacing w:before="240" w:after="0" w:line="271" w:lineRule="auto"/>
        <w:jc w:val="both"/>
        <w:rPr>
          <w:rFonts w:asciiTheme="minorHAnsi" w:hAnsiTheme="minorHAnsi" w:cstheme="minorHAnsi"/>
        </w:rPr>
      </w:pPr>
    </w:p>
    <w:p w:rsidR="006C3236" w:rsidRDefault="006C3236" w:rsidP="00275BB9">
      <w:pPr>
        <w:spacing w:before="240" w:after="0" w:line="271" w:lineRule="auto"/>
        <w:jc w:val="both"/>
        <w:rPr>
          <w:rFonts w:asciiTheme="minorHAnsi" w:hAnsiTheme="minorHAnsi" w:cstheme="minorHAnsi"/>
        </w:rPr>
      </w:pPr>
    </w:p>
    <w:p w:rsidR="005E4EC4" w:rsidRDefault="005E4EC4" w:rsidP="00275BB9">
      <w:pPr>
        <w:spacing w:before="240" w:after="0" w:line="271" w:lineRule="auto"/>
        <w:jc w:val="both"/>
        <w:rPr>
          <w:rFonts w:asciiTheme="minorHAnsi" w:hAnsiTheme="minorHAnsi" w:cstheme="minorHAnsi"/>
        </w:rPr>
      </w:pPr>
    </w:p>
    <w:p w:rsidR="006C3236" w:rsidRDefault="006C3236" w:rsidP="00275BB9">
      <w:pPr>
        <w:spacing w:before="240" w:after="0" w:line="271" w:lineRule="auto"/>
        <w:jc w:val="both"/>
        <w:rPr>
          <w:rFonts w:asciiTheme="minorHAnsi" w:hAnsiTheme="minorHAnsi" w:cstheme="minorHAnsi"/>
        </w:rPr>
      </w:pPr>
    </w:p>
    <w:p w:rsidR="005871C0" w:rsidRPr="00DA36CA" w:rsidRDefault="005871C0" w:rsidP="00275BB9">
      <w:pPr>
        <w:spacing w:before="240" w:after="0" w:line="271" w:lineRule="auto"/>
        <w:jc w:val="both"/>
        <w:rPr>
          <w:rFonts w:asciiTheme="minorHAnsi" w:hAnsiTheme="minorHAnsi" w:cstheme="minorHAnsi"/>
        </w:rPr>
      </w:pPr>
    </w:p>
    <w:p w:rsidR="00275BB9" w:rsidRPr="00DA36CA" w:rsidRDefault="00275BB9" w:rsidP="00275BB9">
      <w:pPr>
        <w:spacing w:before="240" w:after="0" w:line="271" w:lineRule="auto"/>
        <w:jc w:val="both"/>
        <w:rPr>
          <w:rFonts w:asciiTheme="minorHAnsi" w:hAnsiTheme="minorHAnsi" w:cstheme="minorHAnsi"/>
        </w:rPr>
      </w:pPr>
    </w:p>
    <w:tbl>
      <w:tblPr>
        <w:tblStyle w:val="Mkatabulky"/>
        <w:tblW w:w="0" w:type="auto"/>
        <w:tblLook w:val="04A0"/>
      </w:tblPr>
      <w:tblGrid>
        <w:gridCol w:w="3652"/>
        <w:gridCol w:w="1843"/>
        <w:gridCol w:w="3717"/>
      </w:tblGrid>
      <w:tr w:rsidR="00AA47B4" w:rsidTr="00891E61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AA47B4" w:rsidRDefault="00AA47B4" w:rsidP="00891E61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V </w:t>
            </w:r>
            <w:sdt>
              <w:sdtPr>
                <w:rPr>
                  <w:rFonts w:cstheme="minorHAnsi"/>
                  <w:color w:val="000000" w:themeColor="text1"/>
                </w:rPr>
                <w:id w:val="14583915"/>
                <w:placeholder>
                  <w:docPart w:val="8E81FDA3F2B84B3EAA6E4AA59703209F"/>
                </w:placeholder>
                <w:showingPlcHdr/>
                <w:text/>
              </w:sdtPr>
              <w:sdtContent>
                <w:r w:rsidRPr="009D5C70">
                  <w:rPr>
                    <w:rFonts w:cstheme="minorHAnsi"/>
                    <w:color w:val="000000" w:themeColor="text1"/>
                    <w:highlight w:val="yellow"/>
                  </w:rPr>
                  <w:t>____________</w:t>
                </w:r>
              </w:sdtContent>
            </w:sdt>
            <w:r>
              <w:rPr>
                <w:rFonts w:cstheme="minorHAnsi"/>
              </w:rPr>
              <w:t xml:space="preserve"> dne </w:t>
            </w:r>
            <w:sdt>
              <w:sdtPr>
                <w:rPr>
                  <w:rFonts w:cstheme="minorHAnsi"/>
                  <w:color w:val="000000" w:themeColor="text1"/>
                  <w:highlight w:val="yellow"/>
                </w:rPr>
                <w:id w:val="14583916"/>
                <w:placeholder>
                  <w:docPart w:val="A392A3AA031645D886B0742D6B861FB8"/>
                </w:placeholder>
                <w:showingPlcHdr/>
                <w:text/>
              </w:sdtPr>
              <w:sdtContent>
                <w:r w:rsidRPr="009D5C70">
                  <w:rPr>
                    <w:rFonts w:cstheme="minorHAnsi"/>
                    <w:color w:val="000000" w:themeColor="text1"/>
                    <w:highlight w:val="yellow"/>
                  </w:rPr>
                  <w:t>__</w:t>
                </w:r>
              </w:sdtContent>
            </w:sdt>
            <w:r w:rsidRPr="009D5C70">
              <w:rPr>
                <w:rFonts w:cstheme="minorHAnsi"/>
                <w:highlight w:val="yellow"/>
              </w:rPr>
              <w:t xml:space="preserve">. </w:t>
            </w:r>
            <w:sdt>
              <w:sdtPr>
                <w:rPr>
                  <w:rFonts w:cstheme="minorHAnsi"/>
                  <w:color w:val="000000" w:themeColor="text1"/>
                  <w:highlight w:val="yellow"/>
                </w:rPr>
                <w:id w:val="14583917"/>
                <w:placeholder>
                  <w:docPart w:val="E999F8B735B145768301CA96E3E15F86"/>
                </w:placeholder>
                <w:showingPlcHdr/>
                <w:text/>
              </w:sdtPr>
              <w:sdtContent>
                <w:r w:rsidRPr="009D5C70">
                  <w:rPr>
                    <w:rFonts w:cstheme="minorHAnsi"/>
                    <w:color w:val="000000" w:themeColor="text1"/>
                    <w:highlight w:val="yellow"/>
                  </w:rPr>
                  <w:t>__</w:t>
                </w:r>
              </w:sdtContent>
            </w:sdt>
            <w:r w:rsidRPr="009D5C70">
              <w:rPr>
                <w:rFonts w:cstheme="minorHAnsi"/>
                <w:highlight w:val="yellow"/>
              </w:rPr>
              <w:t>.</w:t>
            </w:r>
            <w:r w:rsidRPr="009D5C70">
              <w:rPr>
                <w:rFonts w:cstheme="minorHAnsi"/>
                <w:color w:val="000000" w:themeColor="text1"/>
                <w:highlight w:val="yellow"/>
              </w:rPr>
              <w:t xml:space="preserve"> </w:t>
            </w:r>
            <w:sdt>
              <w:sdtPr>
                <w:rPr>
                  <w:rFonts w:cstheme="minorHAnsi"/>
                  <w:color w:val="000000" w:themeColor="text1"/>
                  <w:highlight w:val="yellow"/>
                </w:rPr>
                <w:id w:val="14583918"/>
                <w:placeholder>
                  <w:docPart w:val="5BB671E440A442B3A4B003957EF0F66C"/>
                </w:placeholder>
                <w:showingPlcHdr/>
                <w:text/>
              </w:sdtPr>
              <w:sdtEndPr>
                <w:rPr>
                  <w:highlight w:val="none"/>
                </w:rPr>
              </w:sdtEndPr>
              <w:sdtContent>
                <w:r w:rsidRPr="009D5C70">
                  <w:rPr>
                    <w:rFonts w:cstheme="minorHAnsi"/>
                    <w:color w:val="000000" w:themeColor="text1"/>
                    <w:highlight w:val="yellow"/>
                  </w:rPr>
                  <w:t>__</w:t>
                </w:r>
              </w:sdtContent>
            </w:sdt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AA47B4" w:rsidRDefault="00AA47B4" w:rsidP="00891E61">
            <w:pPr>
              <w:jc w:val="both"/>
              <w:rPr>
                <w:rFonts w:cstheme="minorHAnsi"/>
              </w:rPr>
            </w:pPr>
          </w:p>
        </w:tc>
        <w:tc>
          <w:tcPr>
            <w:tcW w:w="3717" w:type="dxa"/>
            <w:tcBorders>
              <w:top w:val="nil"/>
              <w:left w:val="nil"/>
              <w:bottom w:val="nil"/>
              <w:right w:val="nil"/>
            </w:tcBorders>
          </w:tcPr>
          <w:p w:rsidR="00AA47B4" w:rsidRPr="00A82FD1" w:rsidRDefault="00AA47B4" w:rsidP="00891E61">
            <w:pPr>
              <w:jc w:val="center"/>
              <w:rPr>
                <w:rFonts w:cstheme="minorHAnsi"/>
                <w:highlight w:val="green"/>
              </w:rPr>
            </w:pPr>
            <w:r w:rsidRPr="00A82FD1">
              <w:rPr>
                <w:rFonts w:cstheme="minorHAnsi"/>
              </w:rPr>
              <w:t>_________________________</w:t>
            </w:r>
          </w:p>
        </w:tc>
      </w:tr>
      <w:tr w:rsidR="00AA47B4" w:rsidRPr="00D123B0" w:rsidTr="00891E61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AA47B4" w:rsidRDefault="00AA47B4" w:rsidP="00891E61">
            <w:pPr>
              <w:jc w:val="both"/>
              <w:rPr>
                <w:rFonts w:cstheme="minorHAnsi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AA47B4" w:rsidRDefault="00AA47B4" w:rsidP="00891E61">
            <w:pPr>
              <w:jc w:val="both"/>
              <w:rPr>
                <w:rFonts w:cstheme="minorHAnsi"/>
              </w:rPr>
            </w:pPr>
          </w:p>
        </w:tc>
        <w:tc>
          <w:tcPr>
            <w:tcW w:w="3717" w:type="dxa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rPr>
                <w:rFonts w:cstheme="minorHAnsi"/>
                <w:color w:val="000000" w:themeColor="text1"/>
              </w:rPr>
              <w:id w:val="14583919"/>
              <w:placeholder>
                <w:docPart w:val="04F612EBC69046518C6ADE7B84A43DAE"/>
              </w:placeholder>
              <w:showingPlcHdr/>
              <w:text/>
            </w:sdtPr>
            <w:sdtEndPr>
              <w:rPr>
                <w:i/>
              </w:rPr>
            </w:sdtEndPr>
            <w:sdtContent>
              <w:p w:rsidR="00AA47B4" w:rsidRPr="00D123B0" w:rsidRDefault="00AA47B4" w:rsidP="00891E61">
                <w:pPr>
                  <w:jc w:val="center"/>
                  <w:rPr>
                    <w:rFonts w:cstheme="minorHAnsi"/>
                    <w:color w:val="808080" w:themeColor="background1" w:themeShade="80"/>
                    <w:highlight w:val="yellow"/>
                  </w:rPr>
                </w:pPr>
                <w:r w:rsidRPr="00CC5332">
                  <w:rPr>
                    <w:rFonts w:cstheme="minorHAnsi"/>
                    <w:color w:val="000000" w:themeColor="text1"/>
                  </w:rPr>
                  <w:t>razítko a podpis oprávněné osoby jednat za zájemce</w:t>
                </w:r>
              </w:p>
              <w:p w:rsidR="00AA47B4" w:rsidRPr="00D123B0" w:rsidRDefault="00AA47B4" w:rsidP="00891E61">
                <w:pPr>
                  <w:jc w:val="center"/>
                  <w:rPr>
                    <w:rFonts w:cstheme="minorHAnsi"/>
                    <w:color w:val="7F7F7F" w:themeColor="text1" w:themeTint="80"/>
                  </w:rPr>
                </w:pPr>
                <w:r w:rsidRPr="00D123B0">
                  <w:rPr>
                    <w:rFonts w:cstheme="minorHAnsi"/>
                    <w:i/>
                    <w:color w:val="C00000"/>
                    <w:highlight w:val="yellow"/>
                  </w:rPr>
                  <w:t>jméno a příjmení</w:t>
                </w:r>
              </w:p>
            </w:sdtContent>
          </w:sdt>
        </w:tc>
      </w:tr>
      <w:tr w:rsidR="00AA47B4" w:rsidRPr="00D123B0" w:rsidTr="00891E61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AA47B4" w:rsidRDefault="00AA47B4" w:rsidP="00891E61">
            <w:pPr>
              <w:jc w:val="both"/>
              <w:rPr>
                <w:rFonts w:cstheme="minorHAnsi"/>
              </w:rPr>
            </w:pPr>
          </w:p>
          <w:p w:rsidR="007C1B9D" w:rsidRDefault="007C1B9D" w:rsidP="00891E61">
            <w:pPr>
              <w:jc w:val="both"/>
              <w:rPr>
                <w:rFonts w:cstheme="minorHAnsi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AA47B4" w:rsidRDefault="00AA47B4" w:rsidP="00891E61">
            <w:pPr>
              <w:jc w:val="both"/>
              <w:rPr>
                <w:rFonts w:cstheme="minorHAnsi"/>
              </w:rPr>
            </w:pPr>
          </w:p>
        </w:tc>
        <w:tc>
          <w:tcPr>
            <w:tcW w:w="3717" w:type="dxa"/>
            <w:tcBorders>
              <w:top w:val="nil"/>
              <w:left w:val="nil"/>
              <w:bottom w:val="nil"/>
              <w:right w:val="nil"/>
            </w:tcBorders>
          </w:tcPr>
          <w:p w:rsidR="00AA47B4" w:rsidRDefault="00AA47B4" w:rsidP="00891E61">
            <w:pPr>
              <w:jc w:val="center"/>
              <w:rPr>
                <w:rFonts w:cstheme="minorHAnsi"/>
                <w:color w:val="000000" w:themeColor="text1"/>
              </w:rPr>
            </w:pPr>
          </w:p>
        </w:tc>
      </w:tr>
    </w:tbl>
    <w:p w:rsidR="00684712" w:rsidRPr="006C3236" w:rsidRDefault="00684712" w:rsidP="00496245">
      <w:pPr>
        <w:pBdr>
          <w:top w:val="single" w:sz="4" w:space="1" w:color="auto"/>
          <w:bottom w:val="single" w:sz="4" w:space="1" w:color="auto"/>
        </w:pBdr>
        <w:spacing w:after="0" w:line="240" w:lineRule="auto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6C3236">
        <w:rPr>
          <w:rFonts w:asciiTheme="minorHAnsi" w:hAnsiTheme="minorHAnsi" w:cstheme="minorHAnsi"/>
          <w:b/>
          <w:sz w:val="26"/>
          <w:szCs w:val="26"/>
        </w:rPr>
        <w:lastRenderedPageBreak/>
        <w:t>Čestné prohlášení o subdodavatelích</w:t>
      </w:r>
    </w:p>
    <w:p w:rsidR="007C1168" w:rsidRPr="00803F5C" w:rsidRDefault="007C1168" w:rsidP="007C1168">
      <w:pPr>
        <w:spacing w:before="120" w:after="0"/>
        <w:jc w:val="right"/>
        <w:rPr>
          <w:rFonts w:asciiTheme="minorHAnsi" w:hAnsiTheme="minorHAnsi" w:cstheme="minorHAnsi"/>
          <w:i/>
        </w:rPr>
      </w:pPr>
      <w:r w:rsidRPr="00803F5C">
        <w:rPr>
          <w:rFonts w:asciiTheme="minorHAnsi" w:hAnsiTheme="minorHAnsi" w:cstheme="minorHAnsi"/>
          <w:i/>
        </w:rPr>
        <w:t>Příloha č. 2</w:t>
      </w:r>
    </w:p>
    <w:p w:rsidR="00684712" w:rsidRPr="00DA36CA" w:rsidRDefault="00684712" w:rsidP="00684712">
      <w:pPr>
        <w:spacing w:after="0"/>
        <w:rPr>
          <w:rFonts w:asciiTheme="minorHAnsi" w:hAnsiTheme="minorHAnsi" w:cstheme="minorHAnsi"/>
        </w:rPr>
      </w:pPr>
    </w:p>
    <w:tbl>
      <w:tblPr>
        <w:tblStyle w:val="Mkatabulky"/>
        <w:tblW w:w="0" w:type="auto"/>
        <w:tblLook w:val="04A0"/>
      </w:tblPr>
      <w:tblGrid>
        <w:gridCol w:w="1384"/>
        <w:gridCol w:w="3969"/>
      </w:tblGrid>
      <w:tr w:rsidR="00AA47B4" w:rsidTr="00891E61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AA47B4" w:rsidRPr="00451E08" w:rsidRDefault="00AA47B4" w:rsidP="00891E61">
            <w:pPr>
              <w:tabs>
                <w:tab w:val="left" w:pos="1276"/>
              </w:tabs>
              <w:spacing w:before="20" w:after="2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Zájemce: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AA47B4" w:rsidRDefault="000550E0" w:rsidP="00891E61">
            <w:pPr>
              <w:spacing w:before="20" w:after="20"/>
              <w:jc w:val="both"/>
              <w:rPr>
                <w:rFonts w:asciiTheme="minorHAnsi" w:hAnsiTheme="minorHAnsi" w:cstheme="minorHAnsi"/>
                <w:b/>
                <w:color w:val="000000" w:themeColor="text1"/>
              </w:rPr>
            </w:pPr>
            <w:sdt>
              <w:sdtPr>
                <w:rPr>
                  <w:rFonts w:cstheme="minorHAnsi"/>
                  <w:color w:val="000000" w:themeColor="text1"/>
                </w:rPr>
                <w:id w:val="14583905"/>
                <w:placeholder>
                  <w:docPart w:val="D62B1455605D4584BA82C287584EEC46"/>
                </w:placeholder>
                <w:showingPlcHdr/>
                <w:text/>
              </w:sdtPr>
              <w:sdtContent>
                <w:r w:rsidR="00AA47B4" w:rsidRPr="00E93509">
                  <w:rPr>
                    <w:rFonts w:cstheme="minorHAnsi"/>
                    <w:i/>
                    <w:color w:val="C00000"/>
                    <w:highlight w:val="yellow"/>
                  </w:rPr>
                  <w:t>vyplní zájemce</w:t>
                </w:r>
              </w:sdtContent>
            </w:sdt>
          </w:p>
        </w:tc>
      </w:tr>
      <w:tr w:rsidR="00AA47B4" w:rsidTr="00891E61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AA47B4" w:rsidRPr="00451E08" w:rsidRDefault="00AA47B4" w:rsidP="00891E61">
            <w:pPr>
              <w:tabs>
                <w:tab w:val="left" w:pos="1276"/>
              </w:tabs>
              <w:spacing w:before="20" w:after="2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IČO/DIČ: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AA47B4" w:rsidRDefault="000550E0" w:rsidP="00891E61">
            <w:pPr>
              <w:tabs>
                <w:tab w:val="left" w:pos="1276"/>
              </w:tabs>
              <w:spacing w:before="20" w:after="20"/>
              <w:jc w:val="both"/>
              <w:rPr>
                <w:rFonts w:asciiTheme="minorHAnsi" w:hAnsiTheme="minorHAnsi" w:cstheme="minorHAnsi"/>
                <w:b/>
                <w:color w:val="000000" w:themeColor="text1"/>
              </w:rPr>
            </w:pPr>
            <w:sdt>
              <w:sdtPr>
                <w:rPr>
                  <w:rFonts w:cstheme="minorHAnsi"/>
                  <w:color w:val="000000" w:themeColor="text1"/>
                </w:rPr>
                <w:id w:val="14583906"/>
                <w:placeholder>
                  <w:docPart w:val="1AB21E3D9DC44FBBAEB59CA480F7A866"/>
                </w:placeholder>
                <w:showingPlcHdr/>
                <w:text/>
              </w:sdtPr>
              <w:sdtContent>
                <w:r w:rsidR="00AA47B4" w:rsidRPr="00E93509">
                  <w:rPr>
                    <w:rFonts w:cstheme="minorHAnsi"/>
                    <w:i/>
                    <w:color w:val="C00000"/>
                    <w:highlight w:val="yellow"/>
                  </w:rPr>
                  <w:t>vyplní zájemce</w:t>
                </w:r>
              </w:sdtContent>
            </w:sdt>
            <w:r w:rsidR="00AA47B4">
              <w:rPr>
                <w:rFonts w:asciiTheme="minorHAnsi" w:hAnsiTheme="minorHAnsi" w:cstheme="minorHAnsi"/>
                <w:color w:val="000000" w:themeColor="text1"/>
              </w:rPr>
              <w:t xml:space="preserve"> / CZ </w:t>
            </w:r>
            <w:sdt>
              <w:sdtPr>
                <w:rPr>
                  <w:rFonts w:cstheme="minorHAnsi"/>
                  <w:color w:val="000000" w:themeColor="text1"/>
                </w:rPr>
                <w:id w:val="14583907"/>
                <w:placeholder>
                  <w:docPart w:val="923DA2C1CE66455C8761ED51E585F41F"/>
                </w:placeholder>
                <w:showingPlcHdr/>
                <w:text/>
              </w:sdtPr>
              <w:sdtContent>
                <w:r w:rsidR="00AA47B4" w:rsidRPr="00E93509">
                  <w:rPr>
                    <w:rFonts w:cstheme="minorHAnsi"/>
                    <w:i/>
                    <w:color w:val="C00000"/>
                    <w:highlight w:val="yellow"/>
                  </w:rPr>
                  <w:t>vyplní zájemce</w:t>
                </w:r>
              </w:sdtContent>
            </w:sdt>
          </w:p>
        </w:tc>
      </w:tr>
      <w:tr w:rsidR="00AA47B4" w:rsidTr="00891E61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AA47B4" w:rsidRPr="00451E08" w:rsidRDefault="00AA47B4" w:rsidP="00891E61">
            <w:pPr>
              <w:tabs>
                <w:tab w:val="left" w:pos="1276"/>
              </w:tabs>
              <w:spacing w:before="20" w:after="2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Se sídlem: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AA47B4" w:rsidRDefault="000550E0" w:rsidP="00891E61">
            <w:pPr>
              <w:tabs>
                <w:tab w:val="left" w:pos="1276"/>
              </w:tabs>
              <w:spacing w:before="20" w:after="20"/>
              <w:jc w:val="both"/>
              <w:rPr>
                <w:rFonts w:asciiTheme="minorHAnsi" w:hAnsiTheme="minorHAnsi" w:cstheme="minorHAnsi"/>
                <w:b/>
                <w:color w:val="000000" w:themeColor="text1"/>
              </w:rPr>
            </w:pPr>
            <w:sdt>
              <w:sdtPr>
                <w:rPr>
                  <w:rFonts w:cstheme="minorHAnsi"/>
                  <w:color w:val="000000" w:themeColor="text1"/>
                </w:rPr>
                <w:id w:val="14583908"/>
                <w:placeholder>
                  <w:docPart w:val="A53AAD05B8AB47B3B7D26F62E74A1476"/>
                </w:placeholder>
                <w:showingPlcHdr/>
                <w:text/>
              </w:sdtPr>
              <w:sdtContent>
                <w:r w:rsidR="00AA47B4" w:rsidRPr="00E93509">
                  <w:rPr>
                    <w:rFonts w:cstheme="minorHAnsi"/>
                    <w:i/>
                    <w:color w:val="C00000"/>
                    <w:highlight w:val="yellow"/>
                  </w:rPr>
                  <w:t>vyplní zájemce</w:t>
                </w:r>
              </w:sdtContent>
            </w:sdt>
          </w:p>
        </w:tc>
      </w:tr>
      <w:tr w:rsidR="00AA47B4" w:rsidTr="00891E61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AA47B4" w:rsidRPr="00451E08" w:rsidRDefault="00AA47B4" w:rsidP="00891E61">
            <w:pPr>
              <w:tabs>
                <w:tab w:val="left" w:pos="1276"/>
              </w:tabs>
              <w:spacing w:before="20" w:after="2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Jednající: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AA47B4" w:rsidRDefault="000550E0" w:rsidP="00891E61">
            <w:pPr>
              <w:tabs>
                <w:tab w:val="left" w:pos="1276"/>
              </w:tabs>
              <w:spacing w:before="20" w:after="20"/>
              <w:jc w:val="both"/>
              <w:rPr>
                <w:rFonts w:asciiTheme="minorHAnsi" w:hAnsiTheme="minorHAnsi" w:cstheme="minorHAnsi"/>
                <w:b/>
                <w:color w:val="000000" w:themeColor="text1"/>
              </w:rPr>
            </w:pPr>
            <w:sdt>
              <w:sdtPr>
                <w:rPr>
                  <w:rFonts w:cstheme="minorHAnsi"/>
                  <w:color w:val="000000" w:themeColor="text1"/>
                </w:rPr>
                <w:id w:val="14583909"/>
                <w:placeholder>
                  <w:docPart w:val="7D40D149FE2D465BADFD48223793B0FF"/>
                </w:placeholder>
                <w:showingPlcHdr/>
                <w:text/>
              </w:sdtPr>
              <w:sdtContent>
                <w:r w:rsidR="00AA47B4" w:rsidRPr="00E93509">
                  <w:rPr>
                    <w:rFonts w:cstheme="minorHAnsi"/>
                    <w:i/>
                    <w:color w:val="C00000"/>
                    <w:highlight w:val="yellow"/>
                  </w:rPr>
                  <w:t>vyplní zájemce</w:t>
                </w:r>
              </w:sdtContent>
            </w:sdt>
          </w:p>
        </w:tc>
      </w:tr>
    </w:tbl>
    <w:p w:rsidR="00684712" w:rsidRPr="00DA36CA" w:rsidRDefault="00684712" w:rsidP="00684712">
      <w:pPr>
        <w:spacing w:after="0" w:line="240" w:lineRule="auto"/>
        <w:rPr>
          <w:rFonts w:asciiTheme="minorHAnsi" w:hAnsiTheme="minorHAnsi" w:cstheme="minorHAnsi"/>
        </w:rPr>
      </w:pPr>
    </w:p>
    <w:p w:rsidR="00684712" w:rsidRPr="00DA36CA" w:rsidRDefault="00684712" w:rsidP="00684712">
      <w:pPr>
        <w:spacing w:after="0" w:line="240" w:lineRule="auto"/>
        <w:jc w:val="center"/>
        <w:rPr>
          <w:rFonts w:asciiTheme="minorHAnsi" w:hAnsiTheme="minorHAnsi" w:cstheme="minorHAnsi"/>
        </w:rPr>
      </w:pPr>
    </w:p>
    <w:p w:rsidR="00CC259D" w:rsidRPr="00CA05B0" w:rsidRDefault="00944CFE" w:rsidP="00CC259D">
      <w:pPr>
        <w:spacing w:before="120" w:after="0"/>
        <w:jc w:val="center"/>
        <w:rPr>
          <w:rFonts w:asciiTheme="minorHAnsi" w:hAnsiTheme="minorHAnsi" w:cstheme="minorHAnsi"/>
          <w:b/>
        </w:rPr>
      </w:pPr>
      <w:sdt>
        <w:sdtPr>
          <w:rPr>
            <w:rFonts w:asciiTheme="minorHAnsi" w:hAnsiTheme="minorHAnsi" w:cstheme="minorHAnsi"/>
            <w:b/>
            <w:color w:val="000000" w:themeColor="text1"/>
          </w:rPr>
          <w:id w:val="26245890"/>
          <w:placeholder>
            <w:docPart w:val="F05F21435EEA442B8EB6F840B3ECF9A9"/>
          </w:placeholder>
          <w:text/>
        </w:sdtPr>
        <w:sdtContent>
          <w:r>
            <w:rPr>
              <w:rFonts w:asciiTheme="minorHAnsi" w:hAnsiTheme="minorHAnsi" w:cstheme="minorHAnsi"/>
              <w:b/>
              <w:color w:val="000000" w:themeColor="text1"/>
            </w:rPr>
            <w:t>„Oprava havarijního stavu čistící a desinfekční místnosti 3. a 4. NP</w:t>
          </w:r>
        </w:sdtContent>
      </w:sdt>
      <w:r w:rsidR="00CC259D" w:rsidRPr="00CA05B0">
        <w:rPr>
          <w:rFonts w:asciiTheme="minorHAnsi" w:hAnsiTheme="minorHAnsi" w:cstheme="minorHAnsi"/>
          <w:b/>
        </w:rPr>
        <w:t>“</w:t>
      </w:r>
    </w:p>
    <w:p w:rsidR="00684712" w:rsidRDefault="00684712" w:rsidP="00684712">
      <w:pPr>
        <w:spacing w:before="120" w:after="120" w:line="240" w:lineRule="auto"/>
        <w:jc w:val="center"/>
        <w:rPr>
          <w:rFonts w:asciiTheme="minorHAnsi" w:hAnsiTheme="minorHAnsi" w:cstheme="minorHAnsi"/>
          <w:b/>
        </w:rPr>
      </w:pPr>
    </w:p>
    <w:p w:rsidR="00E332D4" w:rsidRDefault="00E332D4" w:rsidP="00684712">
      <w:pPr>
        <w:spacing w:before="120" w:after="120" w:line="240" w:lineRule="auto"/>
        <w:jc w:val="center"/>
        <w:rPr>
          <w:rFonts w:asciiTheme="minorHAnsi" w:hAnsiTheme="minorHAnsi" w:cstheme="minorHAnsi"/>
          <w:b/>
        </w:rPr>
      </w:pPr>
    </w:p>
    <w:p w:rsidR="002F1546" w:rsidRPr="00442B5E" w:rsidRDefault="002F1546" w:rsidP="002F1546">
      <w:pPr>
        <w:pStyle w:val="Odstavecseseznamem"/>
        <w:numPr>
          <w:ilvl w:val="0"/>
          <w:numId w:val="3"/>
        </w:numPr>
        <w:ind w:left="426" w:hanging="284"/>
        <w:jc w:val="both"/>
      </w:pPr>
      <w:r w:rsidRPr="00442B5E">
        <w:t>Jako oprávněný zástupce čestně prohlašuji, že výše uvedený zájemce bude plnit část veřejné zakázky prostřednictvím následujících subdodavatelů:</w:t>
      </w:r>
    </w:p>
    <w:tbl>
      <w:tblPr>
        <w:tblStyle w:val="Mkatabulky"/>
        <w:tblW w:w="0" w:type="auto"/>
        <w:tblInd w:w="250" w:type="dxa"/>
        <w:tblLook w:val="04A0"/>
      </w:tblPr>
      <w:tblGrid>
        <w:gridCol w:w="425"/>
        <w:gridCol w:w="2268"/>
        <w:gridCol w:w="2552"/>
        <w:gridCol w:w="3715"/>
      </w:tblGrid>
      <w:tr w:rsidR="002F1546" w:rsidTr="00574EDA">
        <w:tc>
          <w:tcPr>
            <w:tcW w:w="425" w:type="dxa"/>
          </w:tcPr>
          <w:p w:rsidR="002F1546" w:rsidRDefault="002F1546" w:rsidP="00574EDA">
            <w:pPr>
              <w:jc w:val="both"/>
              <w:rPr>
                <w:b/>
              </w:rPr>
            </w:pPr>
          </w:p>
        </w:tc>
        <w:tc>
          <w:tcPr>
            <w:tcW w:w="2268" w:type="dxa"/>
            <w:vAlign w:val="center"/>
          </w:tcPr>
          <w:p w:rsidR="002F1546" w:rsidRPr="00442B5E" w:rsidRDefault="002F1546" w:rsidP="00574EDA">
            <w:pPr>
              <w:pStyle w:val="Odstavecseseznamem"/>
              <w:ind w:left="0"/>
              <w:rPr>
                <w:b/>
                <w:i/>
                <w:sz w:val="20"/>
                <w:szCs w:val="20"/>
              </w:rPr>
            </w:pPr>
            <w:r w:rsidRPr="00442B5E">
              <w:rPr>
                <w:b/>
                <w:i/>
                <w:sz w:val="20"/>
                <w:szCs w:val="20"/>
              </w:rPr>
              <w:t>Identifikační údaje subdodavatele</w:t>
            </w:r>
          </w:p>
        </w:tc>
        <w:tc>
          <w:tcPr>
            <w:tcW w:w="2552" w:type="dxa"/>
            <w:vAlign w:val="center"/>
          </w:tcPr>
          <w:p w:rsidR="002F1546" w:rsidRPr="00442B5E" w:rsidRDefault="002F1546" w:rsidP="00574EDA">
            <w:pPr>
              <w:pStyle w:val="Odstavecseseznamem"/>
              <w:ind w:left="0"/>
              <w:rPr>
                <w:b/>
                <w:i/>
                <w:sz w:val="20"/>
                <w:szCs w:val="20"/>
              </w:rPr>
            </w:pPr>
            <w:r w:rsidRPr="00442B5E">
              <w:rPr>
                <w:b/>
                <w:i/>
                <w:sz w:val="20"/>
                <w:szCs w:val="20"/>
              </w:rPr>
              <w:t>Kontaktní údaje subdodavatele (e-mail, tel.)</w:t>
            </w:r>
          </w:p>
        </w:tc>
        <w:tc>
          <w:tcPr>
            <w:tcW w:w="3715" w:type="dxa"/>
            <w:vAlign w:val="center"/>
          </w:tcPr>
          <w:p w:rsidR="002F1546" w:rsidRPr="00442B5E" w:rsidRDefault="002F1546" w:rsidP="00574EDA">
            <w:pPr>
              <w:pStyle w:val="Odstavecseseznamem"/>
              <w:ind w:left="0"/>
              <w:rPr>
                <w:b/>
                <w:i/>
                <w:sz w:val="20"/>
                <w:szCs w:val="20"/>
              </w:rPr>
            </w:pPr>
            <w:r w:rsidRPr="00442B5E">
              <w:rPr>
                <w:b/>
                <w:i/>
                <w:sz w:val="20"/>
                <w:szCs w:val="20"/>
              </w:rPr>
              <w:t>Popis věcného plnění, které bude subdodavatel zajišťovat</w:t>
            </w:r>
          </w:p>
        </w:tc>
      </w:tr>
      <w:tr w:rsidR="002F1546" w:rsidTr="00161461">
        <w:tc>
          <w:tcPr>
            <w:tcW w:w="425" w:type="dxa"/>
          </w:tcPr>
          <w:p w:rsidR="002F1546" w:rsidRPr="00442B5E" w:rsidRDefault="002F1546" w:rsidP="00161461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442B5E">
              <w:rPr>
                <w:sz w:val="20"/>
                <w:szCs w:val="20"/>
              </w:rPr>
              <w:t>1.</w:t>
            </w:r>
          </w:p>
        </w:tc>
        <w:tc>
          <w:tcPr>
            <w:tcW w:w="2268" w:type="dxa"/>
            <w:vAlign w:val="center"/>
          </w:tcPr>
          <w:p w:rsidR="002F1546" w:rsidRDefault="000550E0" w:rsidP="00161461">
            <w:pPr>
              <w:rPr>
                <w:b/>
              </w:rPr>
            </w:pPr>
            <w:sdt>
              <w:sdtPr>
                <w:rPr>
                  <w:rFonts w:cstheme="minorHAnsi"/>
                  <w:color w:val="000000" w:themeColor="text1"/>
                </w:rPr>
                <w:id w:val="15607028"/>
                <w:placeholder>
                  <w:docPart w:val="94464D94736340BEAF82A05A2258AA5F"/>
                </w:placeholder>
                <w:showingPlcHdr/>
                <w:text/>
              </w:sdtPr>
              <w:sdtContent>
                <w:r w:rsidR="002F1546" w:rsidRPr="00E93509">
                  <w:rPr>
                    <w:rFonts w:cstheme="minorHAnsi"/>
                    <w:i/>
                    <w:color w:val="C00000"/>
                    <w:highlight w:val="yellow"/>
                  </w:rPr>
                  <w:t>vyplní zájemce</w:t>
                </w:r>
              </w:sdtContent>
            </w:sdt>
          </w:p>
        </w:tc>
        <w:tc>
          <w:tcPr>
            <w:tcW w:w="2552" w:type="dxa"/>
            <w:vAlign w:val="center"/>
          </w:tcPr>
          <w:p w:rsidR="002F1546" w:rsidRDefault="000550E0" w:rsidP="00161461">
            <w:pPr>
              <w:rPr>
                <w:b/>
              </w:rPr>
            </w:pPr>
            <w:sdt>
              <w:sdtPr>
                <w:rPr>
                  <w:rFonts w:cstheme="minorHAnsi"/>
                  <w:color w:val="000000" w:themeColor="text1"/>
                </w:rPr>
                <w:id w:val="15607031"/>
                <w:placeholder>
                  <w:docPart w:val="98BC7F46968B404AB0446D4D6BFF3714"/>
                </w:placeholder>
                <w:showingPlcHdr/>
                <w:text/>
              </w:sdtPr>
              <w:sdtContent>
                <w:r w:rsidR="002F1546" w:rsidRPr="00E93509">
                  <w:rPr>
                    <w:rFonts w:cstheme="minorHAnsi"/>
                    <w:i/>
                    <w:color w:val="C00000"/>
                    <w:highlight w:val="yellow"/>
                  </w:rPr>
                  <w:t>vyplní zájemce</w:t>
                </w:r>
              </w:sdtContent>
            </w:sdt>
          </w:p>
        </w:tc>
        <w:tc>
          <w:tcPr>
            <w:tcW w:w="3715" w:type="dxa"/>
            <w:vAlign w:val="center"/>
          </w:tcPr>
          <w:p w:rsidR="002F1546" w:rsidRDefault="000550E0" w:rsidP="00161461">
            <w:pPr>
              <w:rPr>
                <w:b/>
              </w:rPr>
            </w:pPr>
            <w:sdt>
              <w:sdtPr>
                <w:rPr>
                  <w:rFonts w:cstheme="minorHAnsi"/>
                  <w:color w:val="000000" w:themeColor="text1"/>
                </w:rPr>
                <w:id w:val="15607032"/>
                <w:placeholder>
                  <w:docPart w:val="90E4EA7A70764A8EA55F6EE8CFC70901"/>
                </w:placeholder>
                <w:showingPlcHdr/>
                <w:text/>
              </w:sdtPr>
              <w:sdtContent>
                <w:r w:rsidR="002F1546" w:rsidRPr="00E93509">
                  <w:rPr>
                    <w:rFonts w:cstheme="minorHAnsi"/>
                    <w:i/>
                    <w:color w:val="C00000"/>
                    <w:highlight w:val="yellow"/>
                  </w:rPr>
                  <w:t>vyplní zájemce</w:t>
                </w:r>
              </w:sdtContent>
            </w:sdt>
          </w:p>
        </w:tc>
      </w:tr>
      <w:tr w:rsidR="002F1546" w:rsidTr="00161461">
        <w:tc>
          <w:tcPr>
            <w:tcW w:w="425" w:type="dxa"/>
          </w:tcPr>
          <w:p w:rsidR="002F1546" w:rsidRPr="00442B5E" w:rsidRDefault="002F1546" w:rsidP="00161461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442B5E">
              <w:rPr>
                <w:sz w:val="20"/>
                <w:szCs w:val="20"/>
              </w:rPr>
              <w:t>2.</w:t>
            </w:r>
          </w:p>
        </w:tc>
        <w:tc>
          <w:tcPr>
            <w:tcW w:w="2268" w:type="dxa"/>
            <w:vAlign w:val="center"/>
          </w:tcPr>
          <w:p w:rsidR="002F1546" w:rsidRDefault="000550E0" w:rsidP="00161461">
            <w:pPr>
              <w:rPr>
                <w:b/>
              </w:rPr>
            </w:pPr>
            <w:sdt>
              <w:sdtPr>
                <w:rPr>
                  <w:rFonts w:cstheme="minorHAnsi"/>
                  <w:color w:val="000000" w:themeColor="text1"/>
                </w:rPr>
                <w:id w:val="15607029"/>
                <w:placeholder>
                  <w:docPart w:val="B68D4FFF59C14D87A3465C6E2606935F"/>
                </w:placeholder>
                <w:showingPlcHdr/>
                <w:text/>
              </w:sdtPr>
              <w:sdtContent>
                <w:r w:rsidR="002F1546" w:rsidRPr="00E93509">
                  <w:rPr>
                    <w:rFonts w:cstheme="minorHAnsi"/>
                    <w:i/>
                    <w:color w:val="C00000"/>
                    <w:highlight w:val="yellow"/>
                  </w:rPr>
                  <w:t>vyplní zájemce</w:t>
                </w:r>
              </w:sdtContent>
            </w:sdt>
          </w:p>
        </w:tc>
        <w:tc>
          <w:tcPr>
            <w:tcW w:w="2552" w:type="dxa"/>
            <w:vAlign w:val="center"/>
          </w:tcPr>
          <w:p w:rsidR="002F1546" w:rsidRDefault="000550E0" w:rsidP="00161461">
            <w:pPr>
              <w:rPr>
                <w:b/>
              </w:rPr>
            </w:pPr>
            <w:sdt>
              <w:sdtPr>
                <w:rPr>
                  <w:rFonts w:cstheme="minorHAnsi"/>
                  <w:color w:val="000000" w:themeColor="text1"/>
                </w:rPr>
                <w:id w:val="15607030"/>
                <w:placeholder>
                  <w:docPart w:val="D6976259074B430198F57E284CD4A97C"/>
                </w:placeholder>
                <w:showingPlcHdr/>
                <w:text/>
              </w:sdtPr>
              <w:sdtContent>
                <w:r w:rsidR="002F1546" w:rsidRPr="00E93509">
                  <w:rPr>
                    <w:rFonts w:cstheme="minorHAnsi"/>
                    <w:i/>
                    <w:color w:val="C00000"/>
                    <w:highlight w:val="yellow"/>
                  </w:rPr>
                  <w:t>vyplní zájemce</w:t>
                </w:r>
              </w:sdtContent>
            </w:sdt>
          </w:p>
        </w:tc>
        <w:tc>
          <w:tcPr>
            <w:tcW w:w="3715" w:type="dxa"/>
            <w:vAlign w:val="center"/>
          </w:tcPr>
          <w:p w:rsidR="002F1546" w:rsidRDefault="000550E0" w:rsidP="00161461">
            <w:pPr>
              <w:rPr>
                <w:b/>
              </w:rPr>
            </w:pPr>
            <w:sdt>
              <w:sdtPr>
                <w:rPr>
                  <w:rFonts w:cstheme="minorHAnsi"/>
                  <w:color w:val="000000" w:themeColor="text1"/>
                </w:rPr>
                <w:id w:val="15607033"/>
                <w:placeholder>
                  <w:docPart w:val="C077EB57D7794CB6A5201B616A6D805C"/>
                </w:placeholder>
                <w:showingPlcHdr/>
                <w:text/>
              </w:sdtPr>
              <w:sdtContent>
                <w:r w:rsidR="002F1546" w:rsidRPr="00E93509">
                  <w:rPr>
                    <w:rFonts w:cstheme="minorHAnsi"/>
                    <w:i/>
                    <w:color w:val="C00000"/>
                    <w:highlight w:val="yellow"/>
                  </w:rPr>
                  <w:t>vyplní zájemce</w:t>
                </w:r>
              </w:sdtContent>
            </w:sdt>
          </w:p>
        </w:tc>
      </w:tr>
      <w:tr w:rsidR="002F1546" w:rsidTr="00161461">
        <w:tc>
          <w:tcPr>
            <w:tcW w:w="425" w:type="dxa"/>
          </w:tcPr>
          <w:p w:rsidR="002F1546" w:rsidRPr="00442B5E" w:rsidRDefault="002F1546" w:rsidP="00161461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442B5E">
              <w:rPr>
                <w:sz w:val="20"/>
                <w:szCs w:val="20"/>
              </w:rPr>
              <w:t>3.</w:t>
            </w:r>
          </w:p>
        </w:tc>
        <w:tc>
          <w:tcPr>
            <w:tcW w:w="2268" w:type="dxa"/>
            <w:vAlign w:val="center"/>
          </w:tcPr>
          <w:p w:rsidR="002F1546" w:rsidRDefault="000550E0" w:rsidP="00161461">
            <w:pPr>
              <w:rPr>
                <w:b/>
              </w:rPr>
            </w:pPr>
            <w:sdt>
              <w:sdtPr>
                <w:rPr>
                  <w:rFonts w:cstheme="minorHAnsi"/>
                  <w:color w:val="000000" w:themeColor="text1"/>
                </w:rPr>
                <w:id w:val="15607035"/>
                <w:placeholder>
                  <w:docPart w:val="26A59C202ECE4FAFA17C72CA2692D710"/>
                </w:placeholder>
                <w:showingPlcHdr/>
                <w:text/>
              </w:sdtPr>
              <w:sdtContent>
                <w:r w:rsidR="002F1546" w:rsidRPr="00E93509">
                  <w:rPr>
                    <w:rFonts w:cstheme="minorHAnsi"/>
                    <w:i/>
                    <w:color w:val="C00000"/>
                    <w:highlight w:val="yellow"/>
                  </w:rPr>
                  <w:t>vyplní zájemce</w:t>
                </w:r>
              </w:sdtContent>
            </w:sdt>
          </w:p>
        </w:tc>
        <w:tc>
          <w:tcPr>
            <w:tcW w:w="2552" w:type="dxa"/>
            <w:vAlign w:val="center"/>
          </w:tcPr>
          <w:p w:rsidR="002F1546" w:rsidRDefault="000550E0" w:rsidP="00161461">
            <w:pPr>
              <w:rPr>
                <w:b/>
              </w:rPr>
            </w:pPr>
            <w:sdt>
              <w:sdtPr>
                <w:rPr>
                  <w:rFonts w:cstheme="minorHAnsi"/>
                  <w:color w:val="000000" w:themeColor="text1"/>
                </w:rPr>
                <w:id w:val="15607036"/>
                <w:showingPlcHdr/>
                <w:text/>
              </w:sdtPr>
              <w:sdtContent>
                <w:r w:rsidR="002F1546" w:rsidRPr="00E93509">
                  <w:rPr>
                    <w:rFonts w:cstheme="minorHAnsi"/>
                    <w:i/>
                    <w:color w:val="C00000"/>
                    <w:highlight w:val="yellow"/>
                  </w:rPr>
                  <w:t>vyplní zájemce</w:t>
                </w:r>
              </w:sdtContent>
            </w:sdt>
          </w:p>
        </w:tc>
        <w:tc>
          <w:tcPr>
            <w:tcW w:w="3715" w:type="dxa"/>
            <w:vAlign w:val="center"/>
          </w:tcPr>
          <w:p w:rsidR="002F1546" w:rsidRDefault="000550E0" w:rsidP="00161461">
            <w:pPr>
              <w:rPr>
                <w:b/>
              </w:rPr>
            </w:pPr>
            <w:sdt>
              <w:sdtPr>
                <w:rPr>
                  <w:rFonts w:cstheme="minorHAnsi"/>
                  <w:color w:val="000000" w:themeColor="text1"/>
                </w:rPr>
                <w:id w:val="15607034"/>
                <w:showingPlcHdr/>
                <w:text/>
              </w:sdtPr>
              <w:sdtContent>
                <w:r w:rsidR="002F1546" w:rsidRPr="00E93509">
                  <w:rPr>
                    <w:rFonts w:cstheme="minorHAnsi"/>
                    <w:i/>
                    <w:color w:val="C00000"/>
                    <w:highlight w:val="yellow"/>
                  </w:rPr>
                  <w:t>vyplní zájemce</w:t>
                </w:r>
              </w:sdtContent>
            </w:sdt>
          </w:p>
        </w:tc>
      </w:tr>
    </w:tbl>
    <w:p w:rsidR="002F1546" w:rsidRPr="00442B5E" w:rsidRDefault="002F1546" w:rsidP="002F1546">
      <w:pPr>
        <w:pStyle w:val="Odstavecseseznamem"/>
        <w:numPr>
          <w:ilvl w:val="0"/>
          <w:numId w:val="3"/>
        </w:numPr>
        <w:spacing w:before="240"/>
        <w:ind w:left="426" w:hanging="284"/>
        <w:jc w:val="both"/>
      </w:pPr>
      <w:r w:rsidRPr="00442B5E">
        <w:t>Jako oprávněný zástupce čestně prohlašuji, že výše uvedený zájemce provede příslušnou část veřejné zakázky vlastními silami bez využití subdodavatelů.</w:t>
      </w:r>
    </w:p>
    <w:p w:rsidR="002F1546" w:rsidRPr="007479DB" w:rsidRDefault="002F1546" w:rsidP="002F1546">
      <w:pPr>
        <w:ind w:firstLine="284"/>
        <w:jc w:val="both"/>
        <w:rPr>
          <w:b/>
          <w:i/>
          <w:color w:val="FF0000"/>
          <w:sz w:val="18"/>
          <w:szCs w:val="18"/>
        </w:rPr>
      </w:pPr>
      <w:r w:rsidRPr="007479DB">
        <w:rPr>
          <w:b/>
          <w:i/>
          <w:color w:val="FF0000"/>
          <w:sz w:val="18"/>
          <w:szCs w:val="18"/>
          <w:highlight w:val="yellow"/>
        </w:rPr>
        <w:t>Poznámka: zájemce podle skutečnosti vybere variantu A) nebo B) a neplatnou variantu vymaže</w:t>
      </w:r>
    </w:p>
    <w:p w:rsidR="00684712" w:rsidRPr="00DA36CA" w:rsidRDefault="00684712" w:rsidP="00684712">
      <w:pPr>
        <w:spacing w:before="240" w:after="0" w:line="271" w:lineRule="auto"/>
        <w:jc w:val="both"/>
        <w:rPr>
          <w:rFonts w:asciiTheme="minorHAnsi" w:hAnsiTheme="minorHAnsi" w:cstheme="minorHAnsi"/>
        </w:rPr>
      </w:pPr>
    </w:p>
    <w:p w:rsidR="00283EC3" w:rsidRDefault="00283EC3" w:rsidP="00283EC3">
      <w:pPr>
        <w:rPr>
          <w:rFonts w:asciiTheme="minorHAnsi" w:hAnsiTheme="minorHAnsi" w:cstheme="minorHAnsi"/>
          <w:i/>
        </w:rPr>
      </w:pPr>
    </w:p>
    <w:p w:rsidR="006C3236" w:rsidRDefault="006C3236" w:rsidP="00283EC3">
      <w:pPr>
        <w:rPr>
          <w:rFonts w:asciiTheme="minorHAnsi" w:hAnsiTheme="minorHAnsi" w:cstheme="minorHAnsi"/>
          <w:i/>
        </w:rPr>
      </w:pPr>
    </w:p>
    <w:p w:rsidR="006C3236" w:rsidRDefault="006C3236" w:rsidP="00283EC3">
      <w:pPr>
        <w:rPr>
          <w:rFonts w:asciiTheme="minorHAnsi" w:hAnsiTheme="minorHAnsi" w:cstheme="minorHAnsi"/>
          <w:i/>
        </w:rPr>
      </w:pPr>
    </w:p>
    <w:p w:rsidR="00451E08" w:rsidRDefault="00451E08" w:rsidP="00283EC3">
      <w:pPr>
        <w:rPr>
          <w:rFonts w:asciiTheme="minorHAnsi" w:hAnsiTheme="minorHAnsi" w:cstheme="minorHAnsi"/>
          <w:i/>
        </w:rPr>
      </w:pPr>
    </w:p>
    <w:p w:rsidR="00CC259D" w:rsidRPr="00DA36CA" w:rsidRDefault="00CC259D" w:rsidP="00283EC3">
      <w:pPr>
        <w:rPr>
          <w:rFonts w:asciiTheme="minorHAnsi" w:hAnsiTheme="minorHAnsi" w:cstheme="minorHAnsi"/>
          <w:i/>
        </w:rPr>
      </w:pPr>
    </w:p>
    <w:p w:rsidR="00283EC3" w:rsidRPr="00DA36CA" w:rsidRDefault="00283EC3" w:rsidP="00283EC3">
      <w:pPr>
        <w:rPr>
          <w:rFonts w:asciiTheme="minorHAnsi" w:hAnsiTheme="minorHAnsi" w:cstheme="minorHAnsi"/>
          <w:i/>
        </w:rPr>
      </w:pPr>
    </w:p>
    <w:p w:rsidR="00283EC3" w:rsidRPr="00DA36CA" w:rsidRDefault="00283EC3" w:rsidP="00283EC3">
      <w:pPr>
        <w:rPr>
          <w:rFonts w:asciiTheme="minorHAnsi" w:hAnsiTheme="minorHAnsi" w:cstheme="minorHAnsi"/>
          <w:i/>
        </w:rPr>
      </w:pPr>
    </w:p>
    <w:tbl>
      <w:tblPr>
        <w:tblStyle w:val="Mkatabulky"/>
        <w:tblW w:w="0" w:type="auto"/>
        <w:tblLook w:val="04A0"/>
      </w:tblPr>
      <w:tblGrid>
        <w:gridCol w:w="3652"/>
        <w:gridCol w:w="1843"/>
        <w:gridCol w:w="3717"/>
      </w:tblGrid>
      <w:tr w:rsidR="00AA47B4" w:rsidTr="00891E61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AA47B4" w:rsidRDefault="00AA47B4" w:rsidP="00891E61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V </w:t>
            </w:r>
            <w:sdt>
              <w:sdtPr>
                <w:rPr>
                  <w:rFonts w:cstheme="minorHAnsi"/>
                  <w:color w:val="000000" w:themeColor="text1"/>
                </w:rPr>
                <w:id w:val="14583925"/>
                <w:showingPlcHdr/>
                <w:text/>
              </w:sdtPr>
              <w:sdtContent>
                <w:r w:rsidRPr="009D5C70">
                  <w:rPr>
                    <w:rFonts w:cstheme="minorHAnsi"/>
                    <w:color w:val="000000" w:themeColor="text1"/>
                    <w:highlight w:val="yellow"/>
                  </w:rPr>
                  <w:t>____________</w:t>
                </w:r>
              </w:sdtContent>
            </w:sdt>
            <w:r>
              <w:rPr>
                <w:rFonts w:cstheme="minorHAnsi"/>
              </w:rPr>
              <w:t xml:space="preserve"> dne </w:t>
            </w:r>
            <w:sdt>
              <w:sdtPr>
                <w:rPr>
                  <w:rFonts w:cstheme="minorHAnsi"/>
                  <w:color w:val="000000" w:themeColor="text1"/>
                  <w:highlight w:val="yellow"/>
                </w:rPr>
                <w:id w:val="14583926"/>
                <w:showingPlcHdr/>
                <w:text/>
              </w:sdtPr>
              <w:sdtContent>
                <w:r w:rsidRPr="009D5C70">
                  <w:rPr>
                    <w:rFonts w:cstheme="minorHAnsi"/>
                    <w:color w:val="000000" w:themeColor="text1"/>
                    <w:highlight w:val="yellow"/>
                  </w:rPr>
                  <w:t>__</w:t>
                </w:r>
              </w:sdtContent>
            </w:sdt>
            <w:r w:rsidRPr="009D5C70">
              <w:rPr>
                <w:rFonts w:cstheme="minorHAnsi"/>
                <w:highlight w:val="yellow"/>
              </w:rPr>
              <w:t xml:space="preserve">. </w:t>
            </w:r>
            <w:sdt>
              <w:sdtPr>
                <w:rPr>
                  <w:rFonts w:cstheme="minorHAnsi"/>
                  <w:color w:val="000000" w:themeColor="text1"/>
                  <w:highlight w:val="yellow"/>
                </w:rPr>
                <w:id w:val="14583927"/>
                <w:showingPlcHdr/>
                <w:text/>
              </w:sdtPr>
              <w:sdtContent>
                <w:r w:rsidRPr="009D5C70">
                  <w:rPr>
                    <w:rFonts w:cstheme="minorHAnsi"/>
                    <w:color w:val="000000" w:themeColor="text1"/>
                    <w:highlight w:val="yellow"/>
                  </w:rPr>
                  <w:t>__</w:t>
                </w:r>
              </w:sdtContent>
            </w:sdt>
            <w:r w:rsidRPr="009D5C70">
              <w:rPr>
                <w:rFonts w:cstheme="minorHAnsi"/>
                <w:highlight w:val="yellow"/>
              </w:rPr>
              <w:t>.</w:t>
            </w:r>
            <w:r w:rsidRPr="009D5C70">
              <w:rPr>
                <w:rFonts w:cstheme="minorHAnsi"/>
                <w:color w:val="000000" w:themeColor="text1"/>
                <w:highlight w:val="yellow"/>
              </w:rPr>
              <w:t xml:space="preserve"> </w:t>
            </w:r>
            <w:sdt>
              <w:sdtPr>
                <w:rPr>
                  <w:rFonts w:cstheme="minorHAnsi"/>
                  <w:color w:val="000000" w:themeColor="text1"/>
                  <w:highlight w:val="yellow"/>
                </w:rPr>
                <w:id w:val="14583928"/>
                <w:showingPlcHdr/>
                <w:text/>
              </w:sdtPr>
              <w:sdtEndPr>
                <w:rPr>
                  <w:highlight w:val="none"/>
                </w:rPr>
              </w:sdtEndPr>
              <w:sdtContent>
                <w:r w:rsidRPr="009D5C70">
                  <w:rPr>
                    <w:rFonts w:cstheme="minorHAnsi"/>
                    <w:color w:val="000000" w:themeColor="text1"/>
                    <w:highlight w:val="yellow"/>
                  </w:rPr>
                  <w:t>__</w:t>
                </w:r>
              </w:sdtContent>
            </w:sdt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AA47B4" w:rsidRDefault="00AA47B4" w:rsidP="00891E61">
            <w:pPr>
              <w:jc w:val="both"/>
              <w:rPr>
                <w:rFonts w:cstheme="minorHAnsi"/>
              </w:rPr>
            </w:pPr>
          </w:p>
        </w:tc>
        <w:tc>
          <w:tcPr>
            <w:tcW w:w="3717" w:type="dxa"/>
            <w:tcBorders>
              <w:top w:val="nil"/>
              <w:left w:val="nil"/>
              <w:bottom w:val="nil"/>
              <w:right w:val="nil"/>
            </w:tcBorders>
          </w:tcPr>
          <w:p w:rsidR="00AA47B4" w:rsidRPr="00A82FD1" w:rsidRDefault="00AA47B4" w:rsidP="00891E61">
            <w:pPr>
              <w:jc w:val="center"/>
              <w:rPr>
                <w:rFonts w:cstheme="minorHAnsi"/>
                <w:highlight w:val="green"/>
              </w:rPr>
            </w:pPr>
            <w:r w:rsidRPr="00A82FD1">
              <w:rPr>
                <w:rFonts w:cstheme="minorHAnsi"/>
              </w:rPr>
              <w:t>_________________________</w:t>
            </w:r>
          </w:p>
        </w:tc>
      </w:tr>
      <w:tr w:rsidR="00AA47B4" w:rsidRPr="00D123B0" w:rsidTr="00891E61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AA47B4" w:rsidRDefault="00AA47B4" w:rsidP="00891E61">
            <w:pPr>
              <w:jc w:val="both"/>
              <w:rPr>
                <w:rFonts w:cstheme="minorHAnsi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AA47B4" w:rsidRDefault="00AA47B4" w:rsidP="00891E61">
            <w:pPr>
              <w:jc w:val="both"/>
              <w:rPr>
                <w:rFonts w:cstheme="minorHAnsi"/>
              </w:rPr>
            </w:pPr>
          </w:p>
        </w:tc>
        <w:tc>
          <w:tcPr>
            <w:tcW w:w="3717" w:type="dxa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rPr>
                <w:rFonts w:cstheme="minorHAnsi"/>
                <w:color w:val="000000" w:themeColor="text1"/>
              </w:rPr>
              <w:id w:val="14583929"/>
              <w:showingPlcHdr/>
              <w:text/>
            </w:sdtPr>
            <w:sdtEndPr>
              <w:rPr>
                <w:i/>
              </w:rPr>
            </w:sdtEndPr>
            <w:sdtContent>
              <w:p w:rsidR="00AA47B4" w:rsidRPr="00D123B0" w:rsidRDefault="00AA47B4" w:rsidP="00891E61">
                <w:pPr>
                  <w:jc w:val="center"/>
                  <w:rPr>
                    <w:rFonts w:cstheme="minorHAnsi"/>
                    <w:color w:val="808080" w:themeColor="background1" w:themeShade="80"/>
                    <w:highlight w:val="yellow"/>
                  </w:rPr>
                </w:pPr>
                <w:r w:rsidRPr="00CC5332">
                  <w:rPr>
                    <w:rFonts w:cstheme="minorHAnsi"/>
                    <w:color w:val="000000" w:themeColor="text1"/>
                  </w:rPr>
                  <w:t>razítko a podpis oprávněné osoby jednat za zájemce</w:t>
                </w:r>
              </w:p>
              <w:p w:rsidR="00AA47B4" w:rsidRPr="00D123B0" w:rsidRDefault="00AA47B4" w:rsidP="00891E61">
                <w:pPr>
                  <w:jc w:val="center"/>
                  <w:rPr>
                    <w:rFonts w:cstheme="minorHAnsi"/>
                    <w:color w:val="7F7F7F" w:themeColor="text1" w:themeTint="80"/>
                  </w:rPr>
                </w:pPr>
                <w:r w:rsidRPr="00D123B0">
                  <w:rPr>
                    <w:rFonts w:cstheme="minorHAnsi"/>
                    <w:i/>
                    <w:color w:val="C00000"/>
                    <w:highlight w:val="yellow"/>
                  </w:rPr>
                  <w:t>jméno a příjmení</w:t>
                </w:r>
              </w:p>
            </w:sdtContent>
          </w:sdt>
        </w:tc>
      </w:tr>
      <w:tr w:rsidR="007C1B9D" w:rsidRPr="00D123B0" w:rsidTr="00891E61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7C1B9D" w:rsidRDefault="007C1B9D" w:rsidP="00891E61">
            <w:pPr>
              <w:jc w:val="both"/>
              <w:rPr>
                <w:rFonts w:cstheme="minorHAnsi"/>
              </w:rPr>
            </w:pPr>
          </w:p>
          <w:p w:rsidR="007C1B9D" w:rsidRDefault="007C1B9D" w:rsidP="00891E61">
            <w:pPr>
              <w:jc w:val="both"/>
              <w:rPr>
                <w:rFonts w:cstheme="minorHAnsi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7C1B9D" w:rsidRDefault="007C1B9D" w:rsidP="00891E61">
            <w:pPr>
              <w:jc w:val="both"/>
              <w:rPr>
                <w:rFonts w:cstheme="minorHAnsi"/>
              </w:rPr>
            </w:pPr>
          </w:p>
        </w:tc>
        <w:tc>
          <w:tcPr>
            <w:tcW w:w="3717" w:type="dxa"/>
            <w:tcBorders>
              <w:top w:val="nil"/>
              <w:left w:val="nil"/>
              <w:bottom w:val="nil"/>
              <w:right w:val="nil"/>
            </w:tcBorders>
          </w:tcPr>
          <w:p w:rsidR="007C1B9D" w:rsidRDefault="007C1B9D" w:rsidP="00891E61">
            <w:pPr>
              <w:jc w:val="center"/>
              <w:rPr>
                <w:rFonts w:cstheme="minorHAnsi"/>
                <w:color w:val="000000" w:themeColor="text1"/>
              </w:rPr>
            </w:pPr>
          </w:p>
        </w:tc>
      </w:tr>
    </w:tbl>
    <w:p w:rsidR="0023035A" w:rsidRPr="006C3236" w:rsidRDefault="0023035A" w:rsidP="0023035A">
      <w:pPr>
        <w:pBdr>
          <w:top w:val="single" w:sz="4" w:space="1" w:color="auto"/>
          <w:bottom w:val="single" w:sz="4" w:space="1" w:color="auto"/>
        </w:pBdr>
        <w:spacing w:after="0" w:line="240" w:lineRule="auto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6C3236">
        <w:rPr>
          <w:rFonts w:asciiTheme="minorHAnsi" w:hAnsiTheme="minorHAnsi" w:cstheme="minorHAnsi"/>
          <w:b/>
          <w:sz w:val="26"/>
          <w:szCs w:val="26"/>
        </w:rPr>
        <w:lastRenderedPageBreak/>
        <w:t>Čestné prohlášení o s</w:t>
      </w:r>
      <w:r>
        <w:rPr>
          <w:rFonts w:asciiTheme="minorHAnsi" w:hAnsiTheme="minorHAnsi" w:cstheme="minorHAnsi"/>
          <w:b/>
          <w:sz w:val="26"/>
          <w:szCs w:val="26"/>
        </w:rPr>
        <w:t xml:space="preserve">plnění technických kvalifikačních předpokladů </w:t>
      </w:r>
    </w:p>
    <w:p w:rsidR="0023035A" w:rsidRPr="00803F5C" w:rsidRDefault="0023035A" w:rsidP="0023035A">
      <w:pPr>
        <w:spacing w:before="120" w:after="0"/>
        <w:jc w:val="right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 xml:space="preserve">Příloha č. </w:t>
      </w:r>
      <w:r w:rsidR="002F1546">
        <w:rPr>
          <w:rFonts w:asciiTheme="minorHAnsi" w:hAnsiTheme="minorHAnsi" w:cstheme="minorHAnsi"/>
          <w:i/>
        </w:rPr>
        <w:t>2</w:t>
      </w:r>
    </w:p>
    <w:p w:rsidR="0023035A" w:rsidRPr="00DA36CA" w:rsidRDefault="0023035A" w:rsidP="0023035A">
      <w:pPr>
        <w:spacing w:after="0"/>
        <w:rPr>
          <w:rFonts w:asciiTheme="minorHAnsi" w:hAnsiTheme="minorHAnsi" w:cstheme="minorHAnsi"/>
        </w:rPr>
      </w:pPr>
    </w:p>
    <w:tbl>
      <w:tblPr>
        <w:tblStyle w:val="Mkatabulky"/>
        <w:tblW w:w="0" w:type="auto"/>
        <w:tblLook w:val="04A0"/>
      </w:tblPr>
      <w:tblGrid>
        <w:gridCol w:w="1384"/>
        <w:gridCol w:w="3969"/>
      </w:tblGrid>
      <w:tr w:rsidR="0023035A" w:rsidTr="00574EDA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23035A" w:rsidRPr="00451E08" w:rsidRDefault="0023035A" w:rsidP="00574EDA">
            <w:pPr>
              <w:tabs>
                <w:tab w:val="left" w:pos="1276"/>
              </w:tabs>
              <w:spacing w:before="20" w:after="2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Zájemce: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23035A" w:rsidRDefault="000550E0" w:rsidP="00574EDA">
            <w:pPr>
              <w:spacing w:before="20" w:after="20"/>
              <w:jc w:val="both"/>
              <w:rPr>
                <w:rFonts w:asciiTheme="minorHAnsi" w:hAnsiTheme="minorHAnsi" w:cstheme="minorHAnsi"/>
                <w:b/>
                <w:color w:val="000000" w:themeColor="text1"/>
              </w:rPr>
            </w:pPr>
            <w:sdt>
              <w:sdtPr>
                <w:rPr>
                  <w:rFonts w:cstheme="minorHAnsi"/>
                  <w:color w:val="000000" w:themeColor="text1"/>
                </w:rPr>
                <w:id w:val="5793628"/>
                <w:showingPlcHdr/>
                <w:text/>
              </w:sdtPr>
              <w:sdtContent>
                <w:r w:rsidR="0023035A" w:rsidRPr="00E93509">
                  <w:rPr>
                    <w:rFonts w:cstheme="minorHAnsi"/>
                    <w:i/>
                    <w:color w:val="C00000"/>
                    <w:highlight w:val="yellow"/>
                  </w:rPr>
                  <w:t>vyplní zájemce</w:t>
                </w:r>
              </w:sdtContent>
            </w:sdt>
          </w:p>
        </w:tc>
      </w:tr>
      <w:tr w:rsidR="0023035A" w:rsidTr="00574EDA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23035A" w:rsidRPr="00451E08" w:rsidRDefault="0023035A" w:rsidP="00574EDA">
            <w:pPr>
              <w:tabs>
                <w:tab w:val="left" w:pos="1276"/>
              </w:tabs>
              <w:spacing w:before="20" w:after="2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IČO/DIČ: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23035A" w:rsidRDefault="000550E0" w:rsidP="00574EDA">
            <w:pPr>
              <w:tabs>
                <w:tab w:val="left" w:pos="1276"/>
              </w:tabs>
              <w:spacing w:before="20" w:after="20"/>
              <w:jc w:val="both"/>
              <w:rPr>
                <w:rFonts w:asciiTheme="minorHAnsi" w:hAnsiTheme="minorHAnsi" w:cstheme="minorHAnsi"/>
                <w:b/>
                <w:color w:val="000000" w:themeColor="text1"/>
              </w:rPr>
            </w:pPr>
            <w:sdt>
              <w:sdtPr>
                <w:rPr>
                  <w:rFonts w:cstheme="minorHAnsi"/>
                  <w:color w:val="000000" w:themeColor="text1"/>
                </w:rPr>
                <w:id w:val="5793629"/>
                <w:showingPlcHdr/>
                <w:text/>
              </w:sdtPr>
              <w:sdtContent>
                <w:r w:rsidR="0023035A" w:rsidRPr="00E93509">
                  <w:rPr>
                    <w:rFonts w:cstheme="minorHAnsi"/>
                    <w:i/>
                    <w:color w:val="C00000"/>
                    <w:highlight w:val="yellow"/>
                  </w:rPr>
                  <w:t>vyplní zájemce</w:t>
                </w:r>
              </w:sdtContent>
            </w:sdt>
            <w:r w:rsidR="0023035A">
              <w:rPr>
                <w:rFonts w:asciiTheme="minorHAnsi" w:hAnsiTheme="minorHAnsi" w:cstheme="minorHAnsi"/>
                <w:color w:val="000000" w:themeColor="text1"/>
              </w:rPr>
              <w:t xml:space="preserve"> / CZ </w:t>
            </w:r>
            <w:sdt>
              <w:sdtPr>
                <w:rPr>
                  <w:rFonts w:cstheme="minorHAnsi"/>
                  <w:color w:val="000000" w:themeColor="text1"/>
                </w:rPr>
                <w:id w:val="5793630"/>
                <w:showingPlcHdr/>
                <w:text/>
              </w:sdtPr>
              <w:sdtContent>
                <w:r w:rsidR="0023035A" w:rsidRPr="00E93509">
                  <w:rPr>
                    <w:rFonts w:cstheme="minorHAnsi"/>
                    <w:i/>
                    <w:color w:val="C00000"/>
                    <w:highlight w:val="yellow"/>
                  </w:rPr>
                  <w:t>vyplní zájemce</w:t>
                </w:r>
              </w:sdtContent>
            </w:sdt>
          </w:p>
        </w:tc>
      </w:tr>
      <w:tr w:rsidR="0023035A" w:rsidTr="00574EDA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23035A" w:rsidRPr="00451E08" w:rsidRDefault="0023035A" w:rsidP="00574EDA">
            <w:pPr>
              <w:tabs>
                <w:tab w:val="left" w:pos="1276"/>
              </w:tabs>
              <w:spacing w:before="20" w:after="2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Se sídlem: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23035A" w:rsidRDefault="000550E0" w:rsidP="00574EDA">
            <w:pPr>
              <w:tabs>
                <w:tab w:val="left" w:pos="1276"/>
              </w:tabs>
              <w:spacing w:before="20" w:after="20"/>
              <w:jc w:val="both"/>
              <w:rPr>
                <w:rFonts w:asciiTheme="minorHAnsi" w:hAnsiTheme="minorHAnsi" w:cstheme="minorHAnsi"/>
                <w:b/>
                <w:color w:val="000000" w:themeColor="text1"/>
              </w:rPr>
            </w:pPr>
            <w:sdt>
              <w:sdtPr>
                <w:rPr>
                  <w:rFonts w:cstheme="minorHAnsi"/>
                  <w:color w:val="000000" w:themeColor="text1"/>
                </w:rPr>
                <w:id w:val="5793631"/>
                <w:showingPlcHdr/>
                <w:text/>
              </w:sdtPr>
              <w:sdtContent>
                <w:r w:rsidR="0023035A" w:rsidRPr="00E93509">
                  <w:rPr>
                    <w:rFonts w:cstheme="minorHAnsi"/>
                    <w:i/>
                    <w:color w:val="C00000"/>
                    <w:highlight w:val="yellow"/>
                  </w:rPr>
                  <w:t>vyplní zájemce</w:t>
                </w:r>
              </w:sdtContent>
            </w:sdt>
          </w:p>
        </w:tc>
      </w:tr>
      <w:tr w:rsidR="0023035A" w:rsidTr="00574EDA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23035A" w:rsidRPr="00451E08" w:rsidRDefault="0023035A" w:rsidP="00574EDA">
            <w:pPr>
              <w:tabs>
                <w:tab w:val="left" w:pos="1276"/>
              </w:tabs>
              <w:spacing w:before="20" w:after="2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Jednající: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23035A" w:rsidRDefault="000550E0" w:rsidP="00574EDA">
            <w:pPr>
              <w:tabs>
                <w:tab w:val="left" w:pos="1276"/>
              </w:tabs>
              <w:spacing w:before="20" w:after="20"/>
              <w:jc w:val="both"/>
              <w:rPr>
                <w:rFonts w:asciiTheme="minorHAnsi" w:hAnsiTheme="minorHAnsi" w:cstheme="minorHAnsi"/>
                <w:b/>
                <w:color w:val="000000" w:themeColor="text1"/>
              </w:rPr>
            </w:pPr>
            <w:sdt>
              <w:sdtPr>
                <w:rPr>
                  <w:rFonts w:cstheme="minorHAnsi"/>
                  <w:color w:val="000000" w:themeColor="text1"/>
                </w:rPr>
                <w:id w:val="5793632"/>
                <w:showingPlcHdr/>
                <w:text/>
              </w:sdtPr>
              <w:sdtContent>
                <w:r w:rsidR="0023035A" w:rsidRPr="00E93509">
                  <w:rPr>
                    <w:rFonts w:cstheme="minorHAnsi"/>
                    <w:i/>
                    <w:color w:val="C00000"/>
                    <w:highlight w:val="yellow"/>
                  </w:rPr>
                  <w:t>vyplní zájemce</w:t>
                </w:r>
              </w:sdtContent>
            </w:sdt>
          </w:p>
        </w:tc>
      </w:tr>
    </w:tbl>
    <w:p w:rsidR="0023035A" w:rsidRPr="00DA36CA" w:rsidRDefault="0023035A" w:rsidP="0023035A">
      <w:pPr>
        <w:tabs>
          <w:tab w:val="left" w:pos="1276"/>
        </w:tabs>
        <w:spacing w:after="0"/>
        <w:rPr>
          <w:rFonts w:asciiTheme="minorHAnsi" w:hAnsiTheme="minorHAnsi" w:cstheme="minorHAnsi"/>
        </w:rPr>
      </w:pPr>
    </w:p>
    <w:p w:rsidR="0023035A" w:rsidRPr="00DA36CA" w:rsidRDefault="0023035A" w:rsidP="002F1546">
      <w:pPr>
        <w:spacing w:after="0" w:line="240" w:lineRule="auto"/>
        <w:rPr>
          <w:rFonts w:asciiTheme="minorHAnsi" w:hAnsiTheme="minorHAnsi" w:cstheme="minorHAnsi"/>
        </w:rPr>
      </w:pPr>
    </w:p>
    <w:p w:rsidR="00CC259D" w:rsidRPr="00CA05B0" w:rsidRDefault="00CC259D" w:rsidP="00CC259D">
      <w:pPr>
        <w:spacing w:before="120" w:after="0"/>
        <w:jc w:val="center"/>
        <w:rPr>
          <w:rFonts w:asciiTheme="minorHAnsi" w:hAnsiTheme="minorHAnsi" w:cstheme="minorHAnsi"/>
          <w:b/>
        </w:rPr>
      </w:pPr>
      <w:r w:rsidRPr="00CA05B0">
        <w:rPr>
          <w:rFonts w:asciiTheme="minorHAnsi" w:hAnsiTheme="minorHAnsi" w:cstheme="minorHAnsi"/>
          <w:b/>
        </w:rPr>
        <w:t>„</w:t>
      </w:r>
      <w:sdt>
        <w:sdtPr>
          <w:rPr>
            <w:rFonts w:asciiTheme="minorHAnsi" w:hAnsiTheme="minorHAnsi" w:cstheme="minorHAnsi"/>
            <w:b/>
            <w:color w:val="000000" w:themeColor="text1"/>
          </w:rPr>
          <w:id w:val="9141663"/>
          <w:text/>
        </w:sdtPr>
        <w:sdtContent>
          <w:r>
            <w:rPr>
              <w:rFonts w:asciiTheme="minorHAnsi" w:hAnsiTheme="minorHAnsi" w:cstheme="minorHAnsi"/>
              <w:b/>
              <w:color w:val="000000" w:themeColor="text1"/>
            </w:rPr>
            <w:t>Rekonstrukce výtahu na domově mládeže-Voříškova 823, Klatovy</w:t>
          </w:r>
        </w:sdtContent>
      </w:sdt>
      <w:r w:rsidRPr="00CA05B0">
        <w:rPr>
          <w:rFonts w:asciiTheme="minorHAnsi" w:hAnsiTheme="minorHAnsi" w:cstheme="minorHAnsi"/>
          <w:b/>
        </w:rPr>
        <w:t>“</w:t>
      </w:r>
    </w:p>
    <w:p w:rsidR="0023035A" w:rsidRDefault="0023035A" w:rsidP="0023035A">
      <w:pPr>
        <w:spacing w:before="120" w:after="120" w:line="240" w:lineRule="auto"/>
        <w:ind w:left="426" w:hanging="284"/>
        <w:jc w:val="center"/>
        <w:rPr>
          <w:rFonts w:asciiTheme="minorHAnsi" w:hAnsiTheme="minorHAnsi" w:cstheme="minorHAnsi"/>
          <w:b/>
        </w:rPr>
      </w:pPr>
    </w:p>
    <w:p w:rsidR="0023035A" w:rsidRPr="00446BB8" w:rsidRDefault="0023035A" w:rsidP="0023035A">
      <w:pPr>
        <w:jc w:val="both"/>
      </w:pPr>
      <w:r w:rsidRPr="00446BB8">
        <w:t>Jako oprávněný zástupce čestně prohlašuji, že výše uvedený zájemce splňuje technické kvalifikační předpoklady požadované ve čl. 3.1.</w:t>
      </w:r>
      <w:r w:rsidR="00944CFE">
        <w:t>4</w:t>
      </w:r>
      <w:r w:rsidRPr="00446BB8">
        <w:t>. ZD, když v posledních 3 letech ke dni podání nabídky realizoval následující významné</w:t>
      </w:r>
      <w:r w:rsidR="002F1546">
        <w:t xml:space="preserve"> </w:t>
      </w:r>
      <w:sdt>
        <w:sdtPr>
          <w:rPr>
            <w:rFonts w:asciiTheme="minorHAnsi" w:hAnsiTheme="minorHAnsi" w:cstheme="minorHAnsi"/>
            <w:color w:val="000000" w:themeColor="text1"/>
            <w:sz w:val="24"/>
            <w:szCs w:val="24"/>
          </w:rPr>
          <w:id w:val="10428656"/>
          <w:comboBox>
            <w:listItem w:displayText="Zvolte druh" w:value=""/>
            <w:listItem w:displayText="dodávky" w:value="dodávky"/>
            <w:listItem w:displayText="služby" w:value="služby"/>
            <w:listItem w:displayText="stavební práce" w:value="stavební práce"/>
          </w:comboBox>
        </w:sdtPr>
        <w:sdtContent>
          <w:r w:rsidR="00917C7C">
            <w:rPr>
              <w:rFonts w:asciiTheme="minorHAnsi" w:hAnsiTheme="minorHAnsi" w:cstheme="minorHAnsi"/>
              <w:color w:val="000000" w:themeColor="text1"/>
              <w:sz w:val="24"/>
              <w:szCs w:val="24"/>
            </w:rPr>
            <w:t>stavební práce</w:t>
          </w:r>
        </w:sdtContent>
      </w:sdt>
      <w:r w:rsidRPr="00446BB8">
        <w:t>:</w:t>
      </w:r>
    </w:p>
    <w:tbl>
      <w:tblPr>
        <w:tblStyle w:val="Mkatabulky"/>
        <w:tblW w:w="0" w:type="auto"/>
        <w:tblInd w:w="108" w:type="dxa"/>
        <w:tblLayout w:type="fixed"/>
        <w:tblLook w:val="04A0"/>
      </w:tblPr>
      <w:tblGrid>
        <w:gridCol w:w="426"/>
        <w:gridCol w:w="1735"/>
        <w:gridCol w:w="1735"/>
        <w:gridCol w:w="1735"/>
        <w:gridCol w:w="1735"/>
        <w:gridCol w:w="1736"/>
      </w:tblGrid>
      <w:tr w:rsidR="00EB75B1" w:rsidTr="00EB75B1">
        <w:tc>
          <w:tcPr>
            <w:tcW w:w="426" w:type="dxa"/>
          </w:tcPr>
          <w:p w:rsidR="00EB75B1" w:rsidRDefault="00EB75B1" w:rsidP="00574EDA">
            <w:pPr>
              <w:jc w:val="both"/>
              <w:rPr>
                <w:b/>
              </w:rPr>
            </w:pPr>
          </w:p>
        </w:tc>
        <w:tc>
          <w:tcPr>
            <w:tcW w:w="1735" w:type="dxa"/>
            <w:vAlign w:val="center"/>
          </w:tcPr>
          <w:p w:rsidR="00EB75B1" w:rsidRPr="00446BB8" w:rsidRDefault="00EB75B1" w:rsidP="00574E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Název zakázky/stavebních prací</w:t>
            </w:r>
          </w:p>
        </w:tc>
        <w:tc>
          <w:tcPr>
            <w:tcW w:w="1735" w:type="dxa"/>
            <w:vAlign w:val="center"/>
          </w:tcPr>
          <w:p w:rsidR="00EB75B1" w:rsidRPr="00446BB8" w:rsidRDefault="00EB75B1" w:rsidP="00574E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Identifikační údaje a kontaktní osoba objednatele</w:t>
            </w:r>
          </w:p>
        </w:tc>
        <w:tc>
          <w:tcPr>
            <w:tcW w:w="1735" w:type="dxa"/>
            <w:vAlign w:val="center"/>
          </w:tcPr>
          <w:p w:rsidR="00EB75B1" w:rsidRPr="00446BB8" w:rsidRDefault="00EB75B1" w:rsidP="00574E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Stručný popis prací</w:t>
            </w:r>
          </w:p>
        </w:tc>
        <w:tc>
          <w:tcPr>
            <w:tcW w:w="1735" w:type="dxa"/>
            <w:vAlign w:val="center"/>
          </w:tcPr>
          <w:p w:rsidR="00EB75B1" w:rsidRPr="00446BB8" w:rsidRDefault="00EB75B1" w:rsidP="00574EDA">
            <w:pPr>
              <w:rPr>
                <w:sz w:val="20"/>
                <w:szCs w:val="20"/>
              </w:rPr>
            </w:pPr>
            <w:r w:rsidRPr="00446BB8">
              <w:rPr>
                <w:sz w:val="20"/>
                <w:szCs w:val="20"/>
              </w:rPr>
              <w:t xml:space="preserve">Doba </w:t>
            </w:r>
            <w:r>
              <w:rPr>
                <w:sz w:val="20"/>
                <w:szCs w:val="20"/>
              </w:rPr>
              <w:t xml:space="preserve">a místo </w:t>
            </w:r>
            <w:r w:rsidRPr="00446BB8">
              <w:rPr>
                <w:sz w:val="20"/>
                <w:szCs w:val="20"/>
              </w:rPr>
              <w:t>plnění (dokončení)</w:t>
            </w:r>
          </w:p>
        </w:tc>
        <w:tc>
          <w:tcPr>
            <w:tcW w:w="1736" w:type="dxa"/>
            <w:vAlign w:val="center"/>
          </w:tcPr>
          <w:p w:rsidR="00EB75B1" w:rsidRPr="00446BB8" w:rsidRDefault="00EB75B1" w:rsidP="00574EDA">
            <w:pPr>
              <w:rPr>
                <w:sz w:val="20"/>
                <w:szCs w:val="20"/>
              </w:rPr>
            </w:pPr>
            <w:r w:rsidRPr="00446BB8">
              <w:rPr>
                <w:sz w:val="20"/>
                <w:szCs w:val="20"/>
              </w:rPr>
              <w:t>Finanční objem v Kč bez DPH</w:t>
            </w:r>
            <w:r>
              <w:rPr>
                <w:sz w:val="20"/>
                <w:szCs w:val="20"/>
              </w:rPr>
              <w:t xml:space="preserve"> (cena)</w:t>
            </w:r>
          </w:p>
        </w:tc>
      </w:tr>
      <w:tr w:rsidR="00EB75B1" w:rsidTr="00EB75B1">
        <w:tc>
          <w:tcPr>
            <w:tcW w:w="426" w:type="dxa"/>
          </w:tcPr>
          <w:p w:rsidR="00EB75B1" w:rsidRPr="00442B5E" w:rsidRDefault="00EB75B1" w:rsidP="003A2B44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442B5E">
              <w:rPr>
                <w:sz w:val="20"/>
                <w:szCs w:val="20"/>
              </w:rPr>
              <w:t>1.</w:t>
            </w:r>
          </w:p>
        </w:tc>
        <w:tc>
          <w:tcPr>
            <w:tcW w:w="1735" w:type="dxa"/>
            <w:vAlign w:val="center"/>
          </w:tcPr>
          <w:p w:rsidR="00EB75B1" w:rsidRDefault="000550E0" w:rsidP="003A2B44">
            <w:pPr>
              <w:rPr>
                <w:b/>
              </w:rPr>
            </w:pPr>
            <w:sdt>
              <w:sdtPr>
                <w:rPr>
                  <w:rFonts w:cstheme="minorHAnsi"/>
                  <w:color w:val="000000" w:themeColor="text1"/>
                </w:rPr>
                <w:id w:val="5793634"/>
                <w:showingPlcHdr/>
                <w:text/>
              </w:sdtPr>
              <w:sdtContent>
                <w:r w:rsidR="00EB75B1" w:rsidRPr="00E93509">
                  <w:rPr>
                    <w:rFonts w:cstheme="minorHAnsi"/>
                    <w:i/>
                    <w:color w:val="C00000"/>
                    <w:highlight w:val="yellow"/>
                  </w:rPr>
                  <w:t>vyplní zájemce</w:t>
                </w:r>
              </w:sdtContent>
            </w:sdt>
          </w:p>
        </w:tc>
        <w:tc>
          <w:tcPr>
            <w:tcW w:w="1735" w:type="dxa"/>
            <w:vAlign w:val="center"/>
          </w:tcPr>
          <w:p w:rsidR="00EB75B1" w:rsidRDefault="000550E0" w:rsidP="003A2B44">
            <w:pPr>
              <w:rPr>
                <w:b/>
              </w:rPr>
            </w:pPr>
            <w:sdt>
              <w:sdtPr>
                <w:rPr>
                  <w:rFonts w:cstheme="minorHAnsi"/>
                  <w:color w:val="000000" w:themeColor="text1"/>
                </w:rPr>
                <w:id w:val="5793635"/>
                <w:showingPlcHdr/>
                <w:text/>
              </w:sdtPr>
              <w:sdtContent>
                <w:r w:rsidR="00EB75B1" w:rsidRPr="00E93509">
                  <w:rPr>
                    <w:rFonts w:cstheme="minorHAnsi"/>
                    <w:i/>
                    <w:color w:val="C00000"/>
                    <w:highlight w:val="yellow"/>
                  </w:rPr>
                  <w:t>vyplní zájemce</w:t>
                </w:r>
              </w:sdtContent>
            </w:sdt>
          </w:p>
        </w:tc>
        <w:tc>
          <w:tcPr>
            <w:tcW w:w="1735" w:type="dxa"/>
            <w:vAlign w:val="center"/>
          </w:tcPr>
          <w:p w:rsidR="00EB75B1" w:rsidRDefault="000550E0" w:rsidP="00EB75B1">
            <w:pPr>
              <w:rPr>
                <w:b/>
              </w:rPr>
            </w:pPr>
            <w:sdt>
              <w:sdtPr>
                <w:rPr>
                  <w:rFonts w:cstheme="minorHAnsi"/>
                  <w:color w:val="000000" w:themeColor="text1"/>
                </w:rPr>
                <w:id w:val="4949929"/>
                <w:showingPlcHdr/>
                <w:text/>
              </w:sdtPr>
              <w:sdtContent>
                <w:r w:rsidR="00EB75B1" w:rsidRPr="00E93509">
                  <w:rPr>
                    <w:rFonts w:cstheme="minorHAnsi"/>
                    <w:i/>
                    <w:color w:val="C00000"/>
                    <w:highlight w:val="yellow"/>
                  </w:rPr>
                  <w:t>vyplní zájemce</w:t>
                </w:r>
              </w:sdtContent>
            </w:sdt>
          </w:p>
        </w:tc>
        <w:tc>
          <w:tcPr>
            <w:tcW w:w="1735" w:type="dxa"/>
            <w:vAlign w:val="center"/>
          </w:tcPr>
          <w:p w:rsidR="00EB75B1" w:rsidRDefault="000550E0" w:rsidP="003A2B44">
            <w:pPr>
              <w:rPr>
                <w:b/>
              </w:rPr>
            </w:pPr>
            <w:sdt>
              <w:sdtPr>
                <w:rPr>
                  <w:rFonts w:cstheme="minorHAnsi"/>
                  <w:color w:val="000000" w:themeColor="text1"/>
                </w:rPr>
                <w:id w:val="5793636"/>
                <w:showingPlcHdr/>
                <w:text/>
              </w:sdtPr>
              <w:sdtContent>
                <w:r w:rsidR="00EB75B1" w:rsidRPr="00E93509">
                  <w:rPr>
                    <w:rFonts w:cstheme="minorHAnsi"/>
                    <w:i/>
                    <w:color w:val="C00000"/>
                    <w:highlight w:val="yellow"/>
                  </w:rPr>
                  <w:t>vyplní zájemce</w:t>
                </w:r>
              </w:sdtContent>
            </w:sdt>
          </w:p>
        </w:tc>
        <w:tc>
          <w:tcPr>
            <w:tcW w:w="1736" w:type="dxa"/>
            <w:vAlign w:val="center"/>
          </w:tcPr>
          <w:p w:rsidR="00EB75B1" w:rsidRDefault="000550E0" w:rsidP="003A2B44">
            <w:pPr>
              <w:rPr>
                <w:b/>
              </w:rPr>
            </w:pPr>
            <w:sdt>
              <w:sdtPr>
                <w:rPr>
                  <w:rFonts w:cstheme="minorHAnsi"/>
                  <w:color w:val="000000" w:themeColor="text1"/>
                </w:rPr>
                <w:id w:val="5793714"/>
                <w:showingPlcHdr/>
                <w:text/>
              </w:sdtPr>
              <w:sdtContent>
                <w:r w:rsidR="00EB75B1" w:rsidRPr="00E93509">
                  <w:rPr>
                    <w:rFonts w:cstheme="minorHAnsi"/>
                    <w:i/>
                    <w:color w:val="C00000"/>
                    <w:highlight w:val="yellow"/>
                  </w:rPr>
                  <w:t>vyplní zájemce</w:t>
                </w:r>
              </w:sdtContent>
            </w:sdt>
          </w:p>
        </w:tc>
      </w:tr>
      <w:tr w:rsidR="00EB75B1" w:rsidTr="00EB75B1">
        <w:tc>
          <w:tcPr>
            <w:tcW w:w="426" w:type="dxa"/>
          </w:tcPr>
          <w:p w:rsidR="00EB75B1" w:rsidRPr="00442B5E" w:rsidRDefault="00EB75B1" w:rsidP="003A2B44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442B5E">
              <w:rPr>
                <w:sz w:val="20"/>
                <w:szCs w:val="20"/>
              </w:rPr>
              <w:t>2.</w:t>
            </w:r>
          </w:p>
        </w:tc>
        <w:tc>
          <w:tcPr>
            <w:tcW w:w="1735" w:type="dxa"/>
            <w:vAlign w:val="center"/>
          </w:tcPr>
          <w:p w:rsidR="00EB75B1" w:rsidRDefault="000550E0" w:rsidP="003A2B44">
            <w:pPr>
              <w:rPr>
                <w:b/>
              </w:rPr>
            </w:pPr>
            <w:sdt>
              <w:sdtPr>
                <w:rPr>
                  <w:rFonts w:cstheme="minorHAnsi"/>
                  <w:color w:val="000000" w:themeColor="text1"/>
                </w:rPr>
                <w:id w:val="5793637"/>
                <w:showingPlcHdr/>
                <w:text/>
              </w:sdtPr>
              <w:sdtContent>
                <w:r w:rsidR="00EB75B1" w:rsidRPr="00E93509">
                  <w:rPr>
                    <w:rFonts w:cstheme="minorHAnsi"/>
                    <w:i/>
                    <w:color w:val="C00000"/>
                    <w:highlight w:val="yellow"/>
                  </w:rPr>
                  <w:t>vyplní zájemce</w:t>
                </w:r>
              </w:sdtContent>
            </w:sdt>
          </w:p>
        </w:tc>
        <w:tc>
          <w:tcPr>
            <w:tcW w:w="1735" w:type="dxa"/>
            <w:vAlign w:val="center"/>
          </w:tcPr>
          <w:p w:rsidR="00EB75B1" w:rsidRDefault="000550E0" w:rsidP="003A2B44">
            <w:pPr>
              <w:rPr>
                <w:b/>
              </w:rPr>
            </w:pPr>
            <w:sdt>
              <w:sdtPr>
                <w:rPr>
                  <w:rFonts w:cstheme="minorHAnsi"/>
                  <w:color w:val="000000" w:themeColor="text1"/>
                </w:rPr>
                <w:id w:val="5793638"/>
                <w:showingPlcHdr/>
                <w:text/>
              </w:sdtPr>
              <w:sdtContent>
                <w:r w:rsidR="00EB75B1" w:rsidRPr="00E93509">
                  <w:rPr>
                    <w:rFonts w:cstheme="minorHAnsi"/>
                    <w:i/>
                    <w:color w:val="C00000"/>
                    <w:highlight w:val="yellow"/>
                  </w:rPr>
                  <w:t>vyplní zájemce</w:t>
                </w:r>
              </w:sdtContent>
            </w:sdt>
          </w:p>
        </w:tc>
        <w:tc>
          <w:tcPr>
            <w:tcW w:w="1735" w:type="dxa"/>
            <w:vAlign w:val="center"/>
          </w:tcPr>
          <w:p w:rsidR="00EB75B1" w:rsidRDefault="000550E0" w:rsidP="00EB75B1">
            <w:pPr>
              <w:rPr>
                <w:b/>
              </w:rPr>
            </w:pPr>
            <w:sdt>
              <w:sdtPr>
                <w:rPr>
                  <w:rFonts w:cstheme="minorHAnsi"/>
                  <w:color w:val="000000" w:themeColor="text1"/>
                </w:rPr>
                <w:id w:val="4949930"/>
                <w:showingPlcHdr/>
                <w:text/>
              </w:sdtPr>
              <w:sdtContent>
                <w:r w:rsidR="00EB75B1" w:rsidRPr="00E93509">
                  <w:rPr>
                    <w:rFonts w:cstheme="minorHAnsi"/>
                    <w:i/>
                    <w:color w:val="C00000"/>
                    <w:highlight w:val="yellow"/>
                  </w:rPr>
                  <w:t>vyplní zájemce</w:t>
                </w:r>
              </w:sdtContent>
            </w:sdt>
          </w:p>
        </w:tc>
        <w:tc>
          <w:tcPr>
            <w:tcW w:w="1735" w:type="dxa"/>
            <w:vAlign w:val="center"/>
          </w:tcPr>
          <w:p w:rsidR="00EB75B1" w:rsidRDefault="000550E0" w:rsidP="003A2B44">
            <w:pPr>
              <w:rPr>
                <w:b/>
              </w:rPr>
            </w:pPr>
            <w:sdt>
              <w:sdtPr>
                <w:rPr>
                  <w:rFonts w:cstheme="minorHAnsi"/>
                  <w:color w:val="000000" w:themeColor="text1"/>
                </w:rPr>
                <w:id w:val="5793639"/>
                <w:showingPlcHdr/>
                <w:text/>
              </w:sdtPr>
              <w:sdtContent>
                <w:r w:rsidR="00EB75B1" w:rsidRPr="00E93509">
                  <w:rPr>
                    <w:rFonts w:cstheme="minorHAnsi"/>
                    <w:i/>
                    <w:color w:val="C00000"/>
                    <w:highlight w:val="yellow"/>
                  </w:rPr>
                  <w:t>vyplní zájemce</w:t>
                </w:r>
              </w:sdtContent>
            </w:sdt>
          </w:p>
        </w:tc>
        <w:tc>
          <w:tcPr>
            <w:tcW w:w="1736" w:type="dxa"/>
            <w:vAlign w:val="center"/>
          </w:tcPr>
          <w:p w:rsidR="00EB75B1" w:rsidRDefault="000550E0" w:rsidP="003A2B44">
            <w:pPr>
              <w:rPr>
                <w:b/>
              </w:rPr>
            </w:pPr>
            <w:sdt>
              <w:sdtPr>
                <w:rPr>
                  <w:rFonts w:cstheme="minorHAnsi"/>
                  <w:color w:val="000000" w:themeColor="text1"/>
                </w:rPr>
                <w:id w:val="5793715"/>
                <w:showingPlcHdr/>
                <w:text/>
              </w:sdtPr>
              <w:sdtContent>
                <w:r w:rsidR="00EB75B1" w:rsidRPr="00E93509">
                  <w:rPr>
                    <w:rFonts w:cstheme="minorHAnsi"/>
                    <w:i/>
                    <w:color w:val="C00000"/>
                    <w:highlight w:val="yellow"/>
                  </w:rPr>
                  <w:t>vyplní zájemce</w:t>
                </w:r>
              </w:sdtContent>
            </w:sdt>
          </w:p>
        </w:tc>
      </w:tr>
      <w:tr w:rsidR="00EB75B1" w:rsidTr="00EB75B1">
        <w:tc>
          <w:tcPr>
            <w:tcW w:w="426" w:type="dxa"/>
          </w:tcPr>
          <w:p w:rsidR="00EB75B1" w:rsidRPr="00442B5E" w:rsidRDefault="00EB75B1" w:rsidP="003A2B44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442B5E">
              <w:rPr>
                <w:sz w:val="20"/>
                <w:szCs w:val="20"/>
              </w:rPr>
              <w:t>3.</w:t>
            </w:r>
          </w:p>
        </w:tc>
        <w:tc>
          <w:tcPr>
            <w:tcW w:w="1735" w:type="dxa"/>
            <w:vAlign w:val="center"/>
          </w:tcPr>
          <w:p w:rsidR="00EB75B1" w:rsidRDefault="000550E0" w:rsidP="003A2B44">
            <w:pPr>
              <w:rPr>
                <w:b/>
              </w:rPr>
            </w:pPr>
            <w:sdt>
              <w:sdtPr>
                <w:rPr>
                  <w:rFonts w:cstheme="minorHAnsi"/>
                  <w:color w:val="000000" w:themeColor="text1"/>
                </w:rPr>
                <w:id w:val="5793640"/>
                <w:showingPlcHdr/>
                <w:text/>
              </w:sdtPr>
              <w:sdtContent>
                <w:r w:rsidR="00EB75B1" w:rsidRPr="00E93509">
                  <w:rPr>
                    <w:rFonts w:cstheme="minorHAnsi"/>
                    <w:i/>
                    <w:color w:val="C00000"/>
                    <w:highlight w:val="yellow"/>
                  </w:rPr>
                  <w:t>vyplní zájemce</w:t>
                </w:r>
              </w:sdtContent>
            </w:sdt>
          </w:p>
        </w:tc>
        <w:tc>
          <w:tcPr>
            <w:tcW w:w="1735" w:type="dxa"/>
            <w:vAlign w:val="center"/>
          </w:tcPr>
          <w:p w:rsidR="00EB75B1" w:rsidRDefault="000550E0" w:rsidP="003A2B44">
            <w:pPr>
              <w:rPr>
                <w:b/>
              </w:rPr>
            </w:pPr>
            <w:sdt>
              <w:sdtPr>
                <w:rPr>
                  <w:rFonts w:cstheme="minorHAnsi"/>
                  <w:color w:val="000000" w:themeColor="text1"/>
                </w:rPr>
                <w:id w:val="5793641"/>
                <w:showingPlcHdr/>
                <w:text/>
              </w:sdtPr>
              <w:sdtContent>
                <w:r w:rsidR="00EB75B1" w:rsidRPr="00E93509">
                  <w:rPr>
                    <w:rFonts w:cstheme="minorHAnsi"/>
                    <w:i/>
                    <w:color w:val="C00000"/>
                    <w:highlight w:val="yellow"/>
                  </w:rPr>
                  <w:t>vyplní zájemce</w:t>
                </w:r>
              </w:sdtContent>
            </w:sdt>
          </w:p>
        </w:tc>
        <w:tc>
          <w:tcPr>
            <w:tcW w:w="1735" w:type="dxa"/>
            <w:vAlign w:val="center"/>
          </w:tcPr>
          <w:p w:rsidR="00EB75B1" w:rsidRDefault="000550E0" w:rsidP="00EB75B1">
            <w:pPr>
              <w:rPr>
                <w:b/>
              </w:rPr>
            </w:pPr>
            <w:sdt>
              <w:sdtPr>
                <w:rPr>
                  <w:rFonts w:cstheme="minorHAnsi"/>
                  <w:color w:val="000000" w:themeColor="text1"/>
                </w:rPr>
                <w:id w:val="4949935"/>
                <w:showingPlcHdr/>
                <w:text/>
              </w:sdtPr>
              <w:sdtContent>
                <w:r w:rsidR="00EB75B1" w:rsidRPr="00E93509">
                  <w:rPr>
                    <w:rFonts w:cstheme="minorHAnsi"/>
                    <w:i/>
                    <w:color w:val="C00000"/>
                    <w:highlight w:val="yellow"/>
                  </w:rPr>
                  <w:t>vyplní zájemce</w:t>
                </w:r>
              </w:sdtContent>
            </w:sdt>
          </w:p>
        </w:tc>
        <w:tc>
          <w:tcPr>
            <w:tcW w:w="1735" w:type="dxa"/>
            <w:vAlign w:val="center"/>
          </w:tcPr>
          <w:p w:rsidR="00EB75B1" w:rsidRDefault="000550E0" w:rsidP="003A2B44">
            <w:pPr>
              <w:rPr>
                <w:b/>
              </w:rPr>
            </w:pPr>
            <w:sdt>
              <w:sdtPr>
                <w:rPr>
                  <w:rFonts w:cstheme="minorHAnsi"/>
                  <w:color w:val="000000" w:themeColor="text1"/>
                </w:rPr>
                <w:id w:val="5793642"/>
                <w:showingPlcHdr/>
                <w:text/>
              </w:sdtPr>
              <w:sdtContent>
                <w:r w:rsidR="00EB75B1" w:rsidRPr="00E93509">
                  <w:rPr>
                    <w:rFonts w:cstheme="minorHAnsi"/>
                    <w:i/>
                    <w:color w:val="C00000"/>
                    <w:highlight w:val="yellow"/>
                  </w:rPr>
                  <w:t>vyplní zájemce</w:t>
                </w:r>
              </w:sdtContent>
            </w:sdt>
          </w:p>
        </w:tc>
        <w:tc>
          <w:tcPr>
            <w:tcW w:w="1736" w:type="dxa"/>
            <w:vAlign w:val="center"/>
          </w:tcPr>
          <w:p w:rsidR="00EB75B1" w:rsidRDefault="000550E0" w:rsidP="003A2B44">
            <w:pPr>
              <w:rPr>
                <w:b/>
              </w:rPr>
            </w:pPr>
            <w:sdt>
              <w:sdtPr>
                <w:rPr>
                  <w:rFonts w:cstheme="minorHAnsi"/>
                  <w:color w:val="000000" w:themeColor="text1"/>
                </w:rPr>
                <w:id w:val="5793716"/>
                <w:showingPlcHdr/>
                <w:text/>
              </w:sdtPr>
              <w:sdtContent>
                <w:r w:rsidR="00EB75B1" w:rsidRPr="00E93509">
                  <w:rPr>
                    <w:rFonts w:cstheme="minorHAnsi"/>
                    <w:i/>
                    <w:color w:val="C00000"/>
                    <w:highlight w:val="yellow"/>
                  </w:rPr>
                  <w:t>vyplní zájemce</w:t>
                </w:r>
              </w:sdtContent>
            </w:sdt>
          </w:p>
        </w:tc>
      </w:tr>
    </w:tbl>
    <w:p w:rsidR="0023035A" w:rsidRDefault="0023035A" w:rsidP="0023035A">
      <w:pPr>
        <w:rPr>
          <w:rFonts w:asciiTheme="minorHAnsi" w:hAnsiTheme="minorHAnsi" w:cstheme="minorHAnsi"/>
          <w:i/>
        </w:rPr>
      </w:pPr>
    </w:p>
    <w:p w:rsidR="0023035A" w:rsidRDefault="0023035A" w:rsidP="0023035A">
      <w:pPr>
        <w:rPr>
          <w:rFonts w:asciiTheme="minorHAnsi" w:hAnsiTheme="minorHAnsi" w:cstheme="minorHAnsi"/>
          <w:i/>
        </w:rPr>
      </w:pPr>
    </w:p>
    <w:p w:rsidR="0023035A" w:rsidRDefault="0023035A" w:rsidP="0023035A">
      <w:pPr>
        <w:rPr>
          <w:rFonts w:asciiTheme="minorHAnsi" w:hAnsiTheme="minorHAnsi" w:cstheme="minorHAnsi"/>
          <w:i/>
        </w:rPr>
      </w:pPr>
    </w:p>
    <w:p w:rsidR="0023035A" w:rsidRDefault="0023035A" w:rsidP="0023035A">
      <w:pPr>
        <w:rPr>
          <w:rFonts w:asciiTheme="minorHAnsi" w:hAnsiTheme="minorHAnsi" w:cstheme="minorHAnsi"/>
          <w:i/>
        </w:rPr>
      </w:pPr>
    </w:p>
    <w:p w:rsidR="0023035A" w:rsidRDefault="0023035A" w:rsidP="0023035A">
      <w:pPr>
        <w:rPr>
          <w:rFonts w:asciiTheme="minorHAnsi" w:hAnsiTheme="minorHAnsi" w:cstheme="minorHAnsi"/>
          <w:i/>
        </w:rPr>
      </w:pPr>
    </w:p>
    <w:p w:rsidR="00EB75B1" w:rsidRDefault="00EB75B1" w:rsidP="0023035A">
      <w:pPr>
        <w:rPr>
          <w:rFonts w:asciiTheme="minorHAnsi" w:hAnsiTheme="minorHAnsi" w:cstheme="minorHAnsi"/>
          <w:i/>
        </w:rPr>
      </w:pPr>
    </w:p>
    <w:p w:rsidR="002F1546" w:rsidRDefault="002F1546" w:rsidP="0023035A">
      <w:pPr>
        <w:rPr>
          <w:rFonts w:asciiTheme="minorHAnsi" w:hAnsiTheme="minorHAnsi" w:cstheme="minorHAnsi"/>
          <w:i/>
        </w:rPr>
      </w:pPr>
    </w:p>
    <w:p w:rsidR="0023035A" w:rsidRDefault="0023035A" w:rsidP="0023035A">
      <w:pPr>
        <w:rPr>
          <w:rFonts w:asciiTheme="minorHAnsi" w:hAnsiTheme="minorHAnsi" w:cstheme="minorHAnsi"/>
          <w:i/>
        </w:rPr>
      </w:pPr>
    </w:p>
    <w:p w:rsidR="0023035A" w:rsidRDefault="0023035A" w:rsidP="0023035A">
      <w:pPr>
        <w:rPr>
          <w:rFonts w:asciiTheme="minorHAnsi" w:hAnsiTheme="minorHAnsi" w:cstheme="minorHAnsi"/>
          <w:i/>
        </w:rPr>
      </w:pPr>
    </w:p>
    <w:p w:rsidR="00F65B32" w:rsidRPr="00DA36CA" w:rsidRDefault="00F65B32" w:rsidP="0023035A">
      <w:pPr>
        <w:rPr>
          <w:rFonts w:asciiTheme="minorHAnsi" w:hAnsiTheme="minorHAnsi" w:cstheme="minorHAnsi"/>
          <w:i/>
        </w:rPr>
      </w:pPr>
    </w:p>
    <w:p w:rsidR="0023035A" w:rsidRPr="00DA36CA" w:rsidRDefault="0023035A" w:rsidP="0023035A">
      <w:pPr>
        <w:rPr>
          <w:rFonts w:asciiTheme="minorHAnsi" w:hAnsiTheme="minorHAnsi" w:cstheme="minorHAnsi"/>
          <w:i/>
        </w:rPr>
      </w:pPr>
    </w:p>
    <w:tbl>
      <w:tblPr>
        <w:tblStyle w:val="Mkatabulky"/>
        <w:tblW w:w="0" w:type="auto"/>
        <w:tblLook w:val="04A0"/>
      </w:tblPr>
      <w:tblGrid>
        <w:gridCol w:w="3652"/>
        <w:gridCol w:w="1843"/>
        <w:gridCol w:w="3717"/>
      </w:tblGrid>
      <w:tr w:rsidR="0023035A" w:rsidTr="00574EDA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23035A" w:rsidRDefault="0023035A" w:rsidP="00574EDA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V </w:t>
            </w:r>
            <w:sdt>
              <w:sdtPr>
                <w:rPr>
                  <w:rFonts w:cstheme="minorHAnsi"/>
                  <w:color w:val="000000" w:themeColor="text1"/>
                </w:rPr>
                <w:id w:val="5793643"/>
                <w:showingPlcHdr/>
                <w:text/>
              </w:sdtPr>
              <w:sdtContent>
                <w:r w:rsidRPr="009D5C70">
                  <w:rPr>
                    <w:rFonts w:cstheme="minorHAnsi"/>
                    <w:color w:val="000000" w:themeColor="text1"/>
                    <w:highlight w:val="yellow"/>
                  </w:rPr>
                  <w:t>____________</w:t>
                </w:r>
              </w:sdtContent>
            </w:sdt>
            <w:r>
              <w:rPr>
                <w:rFonts w:cstheme="minorHAnsi"/>
              </w:rPr>
              <w:t xml:space="preserve"> dne </w:t>
            </w:r>
            <w:sdt>
              <w:sdtPr>
                <w:rPr>
                  <w:rFonts w:cstheme="minorHAnsi"/>
                  <w:color w:val="000000" w:themeColor="text1"/>
                  <w:highlight w:val="yellow"/>
                </w:rPr>
                <w:id w:val="5793644"/>
                <w:showingPlcHdr/>
                <w:text/>
              </w:sdtPr>
              <w:sdtContent>
                <w:r w:rsidRPr="009D5C70">
                  <w:rPr>
                    <w:rFonts w:cstheme="minorHAnsi"/>
                    <w:color w:val="000000" w:themeColor="text1"/>
                    <w:highlight w:val="yellow"/>
                  </w:rPr>
                  <w:t>__</w:t>
                </w:r>
              </w:sdtContent>
            </w:sdt>
            <w:r w:rsidRPr="009D5C70">
              <w:rPr>
                <w:rFonts w:cstheme="minorHAnsi"/>
                <w:highlight w:val="yellow"/>
              </w:rPr>
              <w:t xml:space="preserve">. </w:t>
            </w:r>
            <w:sdt>
              <w:sdtPr>
                <w:rPr>
                  <w:rFonts w:cstheme="minorHAnsi"/>
                  <w:color w:val="000000" w:themeColor="text1"/>
                  <w:highlight w:val="yellow"/>
                </w:rPr>
                <w:id w:val="5793645"/>
                <w:showingPlcHdr/>
                <w:text/>
              </w:sdtPr>
              <w:sdtContent>
                <w:r w:rsidRPr="009D5C70">
                  <w:rPr>
                    <w:rFonts w:cstheme="minorHAnsi"/>
                    <w:color w:val="000000" w:themeColor="text1"/>
                    <w:highlight w:val="yellow"/>
                  </w:rPr>
                  <w:t>__</w:t>
                </w:r>
              </w:sdtContent>
            </w:sdt>
            <w:r w:rsidRPr="009D5C70">
              <w:rPr>
                <w:rFonts w:cstheme="minorHAnsi"/>
                <w:highlight w:val="yellow"/>
              </w:rPr>
              <w:t>.</w:t>
            </w:r>
            <w:r w:rsidRPr="009D5C70">
              <w:rPr>
                <w:rFonts w:cstheme="minorHAnsi"/>
                <w:color w:val="000000" w:themeColor="text1"/>
                <w:highlight w:val="yellow"/>
              </w:rPr>
              <w:t xml:space="preserve"> </w:t>
            </w:r>
            <w:sdt>
              <w:sdtPr>
                <w:rPr>
                  <w:rFonts w:cstheme="minorHAnsi"/>
                  <w:color w:val="000000" w:themeColor="text1"/>
                  <w:highlight w:val="yellow"/>
                </w:rPr>
                <w:id w:val="5793646"/>
                <w:showingPlcHdr/>
                <w:text/>
              </w:sdtPr>
              <w:sdtEndPr>
                <w:rPr>
                  <w:highlight w:val="none"/>
                </w:rPr>
              </w:sdtEndPr>
              <w:sdtContent>
                <w:r w:rsidRPr="009D5C70">
                  <w:rPr>
                    <w:rFonts w:cstheme="minorHAnsi"/>
                    <w:color w:val="000000" w:themeColor="text1"/>
                    <w:highlight w:val="yellow"/>
                  </w:rPr>
                  <w:t>__</w:t>
                </w:r>
              </w:sdtContent>
            </w:sdt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23035A" w:rsidRDefault="0023035A" w:rsidP="00574EDA">
            <w:pPr>
              <w:jc w:val="both"/>
              <w:rPr>
                <w:rFonts w:cstheme="minorHAnsi"/>
              </w:rPr>
            </w:pPr>
          </w:p>
        </w:tc>
        <w:tc>
          <w:tcPr>
            <w:tcW w:w="3717" w:type="dxa"/>
            <w:tcBorders>
              <w:top w:val="nil"/>
              <w:left w:val="nil"/>
              <w:bottom w:val="nil"/>
              <w:right w:val="nil"/>
            </w:tcBorders>
          </w:tcPr>
          <w:p w:rsidR="0023035A" w:rsidRPr="00A82FD1" w:rsidRDefault="0023035A" w:rsidP="00574EDA">
            <w:pPr>
              <w:jc w:val="center"/>
              <w:rPr>
                <w:rFonts w:cstheme="minorHAnsi"/>
                <w:highlight w:val="green"/>
              </w:rPr>
            </w:pPr>
            <w:r w:rsidRPr="00A82FD1">
              <w:rPr>
                <w:rFonts w:cstheme="minorHAnsi"/>
              </w:rPr>
              <w:t>_________________________</w:t>
            </w:r>
          </w:p>
        </w:tc>
      </w:tr>
      <w:tr w:rsidR="0023035A" w:rsidRPr="00D123B0" w:rsidTr="00574EDA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23035A" w:rsidRDefault="0023035A" w:rsidP="00574EDA">
            <w:pPr>
              <w:jc w:val="both"/>
              <w:rPr>
                <w:rFonts w:cstheme="minorHAnsi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23035A" w:rsidRDefault="0023035A" w:rsidP="00574EDA">
            <w:pPr>
              <w:jc w:val="both"/>
              <w:rPr>
                <w:rFonts w:cstheme="minorHAnsi"/>
              </w:rPr>
            </w:pPr>
          </w:p>
        </w:tc>
        <w:tc>
          <w:tcPr>
            <w:tcW w:w="3717" w:type="dxa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rPr>
                <w:rFonts w:cstheme="minorHAnsi"/>
                <w:color w:val="000000" w:themeColor="text1"/>
              </w:rPr>
              <w:id w:val="5793647"/>
              <w:showingPlcHdr/>
              <w:text/>
            </w:sdtPr>
            <w:sdtEndPr>
              <w:rPr>
                <w:i/>
              </w:rPr>
            </w:sdtEndPr>
            <w:sdtContent>
              <w:p w:rsidR="0023035A" w:rsidRPr="00D123B0" w:rsidRDefault="0023035A" w:rsidP="00574EDA">
                <w:pPr>
                  <w:jc w:val="center"/>
                  <w:rPr>
                    <w:rFonts w:cstheme="minorHAnsi"/>
                    <w:color w:val="808080" w:themeColor="background1" w:themeShade="80"/>
                    <w:highlight w:val="yellow"/>
                  </w:rPr>
                </w:pPr>
                <w:r w:rsidRPr="00CC5332">
                  <w:rPr>
                    <w:rFonts w:cstheme="minorHAnsi"/>
                    <w:color w:val="000000" w:themeColor="text1"/>
                  </w:rPr>
                  <w:t>razítko a podpis oprávněné osoby jednat za zájemce</w:t>
                </w:r>
              </w:p>
              <w:p w:rsidR="0023035A" w:rsidRDefault="0023035A" w:rsidP="00574EDA">
                <w:pPr>
                  <w:jc w:val="center"/>
                  <w:rPr>
                    <w:rFonts w:cstheme="minorHAnsi"/>
                    <w:color w:val="000000" w:themeColor="text1"/>
                  </w:rPr>
                </w:pPr>
                <w:r w:rsidRPr="00D123B0">
                  <w:rPr>
                    <w:rFonts w:cstheme="minorHAnsi"/>
                    <w:i/>
                    <w:color w:val="C00000"/>
                    <w:highlight w:val="yellow"/>
                  </w:rPr>
                  <w:t>jméno a příjmení</w:t>
                </w:r>
              </w:p>
            </w:sdtContent>
          </w:sdt>
          <w:p w:rsidR="00EB75B1" w:rsidRPr="00D123B0" w:rsidRDefault="00EB75B1" w:rsidP="00574EDA">
            <w:pPr>
              <w:jc w:val="center"/>
              <w:rPr>
                <w:rFonts w:cstheme="minorHAnsi"/>
                <w:color w:val="7F7F7F" w:themeColor="text1" w:themeTint="80"/>
              </w:rPr>
            </w:pPr>
          </w:p>
        </w:tc>
      </w:tr>
    </w:tbl>
    <w:p w:rsidR="0023035A" w:rsidRPr="00085A49" w:rsidRDefault="0023035A" w:rsidP="0023035A">
      <w:pPr>
        <w:pBdr>
          <w:top w:val="single" w:sz="4" w:space="1" w:color="000000" w:themeColor="text1"/>
          <w:bottom w:val="single" w:sz="4" w:space="1" w:color="auto"/>
        </w:pBdr>
        <w:spacing w:after="0" w:line="240" w:lineRule="auto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085A49">
        <w:rPr>
          <w:rFonts w:asciiTheme="minorHAnsi" w:hAnsiTheme="minorHAnsi" w:cstheme="minorHAnsi"/>
          <w:b/>
          <w:sz w:val="26"/>
          <w:szCs w:val="26"/>
        </w:rPr>
        <w:lastRenderedPageBreak/>
        <w:t>Prohlášení o počtu stránek</w:t>
      </w:r>
    </w:p>
    <w:p w:rsidR="0023035A" w:rsidRPr="00803F5C" w:rsidRDefault="0023035A" w:rsidP="0023035A">
      <w:pPr>
        <w:spacing w:before="120" w:after="0"/>
        <w:jc w:val="right"/>
        <w:rPr>
          <w:rFonts w:asciiTheme="minorHAnsi" w:hAnsiTheme="minorHAnsi" w:cstheme="minorHAnsi"/>
          <w:i/>
        </w:rPr>
      </w:pPr>
      <w:r w:rsidRPr="00803F5C">
        <w:rPr>
          <w:rFonts w:asciiTheme="minorHAnsi" w:hAnsiTheme="minorHAnsi" w:cstheme="minorHAnsi"/>
          <w:i/>
        </w:rPr>
        <w:t>Příloha č. 2</w:t>
      </w:r>
    </w:p>
    <w:p w:rsidR="0023035A" w:rsidRPr="00DA36CA" w:rsidRDefault="0023035A" w:rsidP="0023035A">
      <w:pPr>
        <w:spacing w:after="0" w:line="240" w:lineRule="auto"/>
        <w:rPr>
          <w:rFonts w:asciiTheme="minorHAnsi" w:hAnsiTheme="minorHAnsi" w:cstheme="minorHAnsi"/>
          <w:bCs/>
          <w:iCs/>
        </w:rPr>
      </w:pPr>
    </w:p>
    <w:tbl>
      <w:tblPr>
        <w:tblStyle w:val="Mkatabulky"/>
        <w:tblW w:w="0" w:type="auto"/>
        <w:tblLook w:val="04A0"/>
      </w:tblPr>
      <w:tblGrid>
        <w:gridCol w:w="1384"/>
        <w:gridCol w:w="3969"/>
      </w:tblGrid>
      <w:tr w:rsidR="0023035A" w:rsidTr="00574EDA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23035A" w:rsidRPr="00451E08" w:rsidRDefault="0023035A" w:rsidP="00574EDA">
            <w:pPr>
              <w:tabs>
                <w:tab w:val="left" w:pos="1276"/>
              </w:tabs>
              <w:spacing w:before="20" w:after="2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Zájemce: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23035A" w:rsidRDefault="000550E0" w:rsidP="00574EDA">
            <w:pPr>
              <w:spacing w:before="20" w:after="20"/>
              <w:jc w:val="both"/>
              <w:rPr>
                <w:rFonts w:asciiTheme="minorHAnsi" w:hAnsiTheme="minorHAnsi" w:cstheme="minorHAnsi"/>
                <w:b/>
                <w:color w:val="000000" w:themeColor="text1"/>
              </w:rPr>
            </w:pPr>
            <w:sdt>
              <w:sdtPr>
                <w:rPr>
                  <w:rFonts w:cstheme="minorHAnsi"/>
                  <w:color w:val="000000" w:themeColor="text1"/>
                </w:rPr>
                <w:id w:val="14583900"/>
                <w:showingPlcHdr/>
                <w:text/>
              </w:sdtPr>
              <w:sdtContent>
                <w:r w:rsidR="0023035A" w:rsidRPr="00E93509">
                  <w:rPr>
                    <w:rFonts w:cstheme="minorHAnsi"/>
                    <w:i/>
                    <w:color w:val="C00000"/>
                    <w:highlight w:val="yellow"/>
                  </w:rPr>
                  <w:t>vyplní zájemce</w:t>
                </w:r>
              </w:sdtContent>
            </w:sdt>
          </w:p>
        </w:tc>
      </w:tr>
      <w:tr w:rsidR="0023035A" w:rsidTr="00574EDA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23035A" w:rsidRPr="00451E08" w:rsidRDefault="0023035A" w:rsidP="00574EDA">
            <w:pPr>
              <w:tabs>
                <w:tab w:val="left" w:pos="1276"/>
              </w:tabs>
              <w:spacing w:before="20" w:after="2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IČO/DIČ: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23035A" w:rsidRDefault="000550E0" w:rsidP="00574EDA">
            <w:pPr>
              <w:tabs>
                <w:tab w:val="left" w:pos="1276"/>
              </w:tabs>
              <w:spacing w:before="20" w:after="20"/>
              <w:jc w:val="both"/>
              <w:rPr>
                <w:rFonts w:asciiTheme="minorHAnsi" w:hAnsiTheme="minorHAnsi" w:cstheme="minorHAnsi"/>
                <w:b/>
                <w:color w:val="000000" w:themeColor="text1"/>
              </w:rPr>
            </w:pPr>
            <w:sdt>
              <w:sdtPr>
                <w:rPr>
                  <w:rFonts w:cstheme="minorHAnsi"/>
                  <w:color w:val="000000" w:themeColor="text1"/>
                </w:rPr>
                <w:id w:val="14583901"/>
                <w:showingPlcHdr/>
                <w:text/>
              </w:sdtPr>
              <w:sdtContent>
                <w:r w:rsidR="0023035A" w:rsidRPr="00E93509">
                  <w:rPr>
                    <w:rFonts w:cstheme="minorHAnsi"/>
                    <w:i/>
                    <w:color w:val="C00000"/>
                    <w:highlight w:val="yellow"/>
                  </w:rPr>
                  <w:t>vyplní zájemce</w:t>
                </w:r>
              </w:sdtContent>
            </w:sdt>
            <w:r w:rsidR="0023035A">
              <w:rPr>
                <w:rFonts w:asciiTheme="minorHAnsi" w:hAnsiTheme="minorHAnsi" w:cstheme="minorHAnsi"/>
                <w:color w:val="000000" w:themeColor="text1"/>
              </w:rPr>
              <w:t xml:space="preserve"> / CZ </w:t>
            </w:r>
            <w:sdt>
              <w:sdtPr>
                <w:rPr>
                  <w:rFonts w:cstheme="minorHAnsi"/>
                  <w:color w:val="000000" w:themeColor="text1"/>
                </w:rPr>
                <w:id w:val="14583902"/>
                <w:showingPlcHdr/>
                <w:text/>
              </w:sdtPr>
              <w:sdtContent>
                <w:r w:rsidR="0023035A" w:rsidRPr="00E93509">
                  <w:rPr>
                    <w:rFonts w:cstheme="minorHAnsi"/>
                    <w:i/>
                    <w:color w:val="C00000"/>
                    <w:highlight w:val="yellow"/>
                  </w:rPr>
                  <w:t>vyplní zájemce</w:t>
                </w:r>
              </w:sdtContent>
            </w:sdt>
          </w:p>
        </w:tc>
      </w:tr>
      <w:tr w:rsidR="0023035A" w:rsidTr="00574EDA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23035A" w:rsidRPr="00451E08" w:rsidRDefault="0023035A" w:rsidP="00574EDA">
            <w:pPr>
              <w:tabs>
                <w:tab w:val="left" w:pos="1276"/>
              </w:tabs>
              <w:spacing w:before="20" w:after="2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Se sídlem: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23035A" w:rsidRDefault="000550E0" w:rsidP="00574EDA">
            <w:pPr>
              <w:tabs>
                <w:tab w:val="left" w:pos="1276"/>
              </w:tabs>
              <w:spacing w:before="20" w:after="20"/>
              <w:jc w:val="both"/>
              <w:rPr>
                <w:rFonts w:asciiTheme="minorHAnsi" w:hAnsiTheme="minorHAnsi" w:cstheme="minorHAnsi"/>
                <w:b/>
                <w:color w:val="000000" w:themeColor="text1"/>
              </w:rPr>
            </w:pPr>
            <w:sdt>
              <w:sdtPr>
                <w:rPr>
                  <w:rFonts w:cstheme="minorHAnsi"/>
                  <w:color w:val="000000" w:themeColor="text1"/>
                </w:rPr>
                <w:id w:val="14583903"/>
                <w:showingPlcHdr/>
                <w:text/>
              </w:sdtPr>
              <w:sdtContent>
                <w:r w:rsidR="0023035A" w:rsidRPr="00E93509">
                  <w:rPr>
                    <w:rFonts w:cstheme="minorHAnsi"/>
                    <w:i/>
                    <w:color w:val="C00000"/>
                    <w:highlight w:val="yellow"/>
                  </w:rPr>
                  <w:t>vyplní zájemce</w:t>
                </w:r>
              </w:sdtContent>
            </w:sdt>
          </w:p>
        </w:tc>
      </w:tr>
      <w:tr w:rsidR="0023035A" w:rsidTr="00574EDA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23035A" w:rsidRPr="00451E08" w:rsidRDefault="0023035A" w:rsidP="00574EDA">
            <w:pPr>
              <w:tabs>
                <w:tab w:val="left" w:pos="1276"/>
              </w:tabs>
              <w:spacing w:before="20" w:after="2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Jednající: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23035A" w:rsidRDefault="000550E0" w:rsidP="00574EDA">
            <w:pPr>
              <w:tabs>
                <w:tab w:val="left" w:pos="1276"/>
              </w:tabs>
              <w:spacing w:before="20" w:after="20"/>
              <w:jc w:val="both"/>
              <w:rPr>
                <w:rFonts w:asciiTheme="minorHAnsi" w:hAnsiTheme="minorHAnsi" w:cstheme="minorHAnsi"/>
                <w:b/>
                <w:color w:val="000000" w:themeColor="text1"/>
              </w:rPr>
            </w:pPr>
            <w:sdt>
              <w:sdtPr>
                <w:rPr>
                  <w:rFonts w:cstheme="minorHAnsi"/>
                  <w:color w:val="000000" w:themeColor="text1"/>
                </w:rPr>
                <w:id w:val="14583904"/>
                <w:showingPlcHdr/>
                <w:text/>
              </w:sdtPr>
              <w:sdtContent>
                <w:r w:rsidR="0023035A" w:rsidRPr="00E93509">
                  <w:rPr>
                    <w:rFonts w:cstheme="minorHAnsi"/>
                    <w:i/>
                    <w:color w:val="C00000"/>
                    <w:highlight w:val="yellow"/>
                  </w:rPr>
                  <w:t>vyplní zájemce</w:t>
                </w:r>
              </w:sdtContent>
            </w:sdt>
          </w:p>
        </w:tc>
      </w:tr>
    </w:tbl>
    <w:p w:rsidR="0023035A" w:rsidRPr="00DA36CA" w:rsidRDefault="0023035A" w:rsidP="0023035A">
      <w:pPr>
        <w:jc w:val="both"/>
        <w:rPr>
          <w:rFonts w:asciiTheme="minorHAnsi" w:hAnsiTheme="minorHAnsi" w:cstheme="minorHAnsi"/>
        </w:rPr>
      </w:pPr>
    </w:p>
    <w:p w:rsidR="0023035A" w:rsidRPr="00DA36CA" w:rsidRDefault="0023035A" w:rsidP="0023035A">
      <w:pPr>
        <w:jc w:val="center"/>
        <w:rPr>
          <w:rFonts w:asciiTheme="minorHAnsi" w:hAnsiTheme="minorHAnsi" w:cstheme="minorHAnsi"/>
        </w:rPr>
      </w:pPr>
      <w:r w:rsidRPr="00DA36CA">
        <w:rPr>
          <w:rFonts w:asciiTheme="minorHAnsi" w:hAnsiTheme="minorHAnsi" w:cstheme="minorHAnsi"/>
        </w:rPr>
        <w:t>jako dodavatel veřejné zakázky malého rozsahu:</w:t>
      </w:r>
    </w:p>
    <w:p w:rsidR="0023035A" w:rsidRPr="00DA36CA" w:rsidRDefault="0023035A" w:rsidP="0023035A">
      <w:pPr>
        <w:jc w:val="center"/>
        <w:outlineLvl w:val="0"/>
        <w:rPr>
          <w:rFonts w:asciiTheme="minorHAnsi" w:hAnsiTheme="minorHAnsi" w:cstheme="minorHAnsi"/>
          <w:b/>
        </w:rPr>
      </w:pPr>
    </w:p>
    <w:p w:rsidR="00CC259D" w:rsidRPr="00CA05B0" w:rsidRDefault="00CC259D" w:rsidP="00CC259D">
      <w:pPr>
        <w:spacing w:before="120" w:after="0"/>
        <w:jc w:val="center"/>
        <w:rPr>
          <w:rFonts w:asciiTheme="minorHAnsi" w:hAnsiTheme="minorHAnsi" w:cstheme="minorHAnsi"/>
          <w:b/>
        </w:rPr>
      </w:pPr>
      <w:r w:rsidRPr="00CA05B0">
        <w:rPr>
          <w:rFonts w:asciiTheme="minorHAnsi" w:hAnsiTheme="minorHAnsi" w:cstheme="minorHAnsi"/>
          <w:b/>
        </w:rPr>
        <w:t>„</w:t>
      </w:r>
      <w:sdt>
        <w:sdtPr>
          <w:rPr>
            <w:rFonts w:asciiTheme="minorHAnsi" w:hAnsiTheme="minorHAnsi" w:cstheme="minorHAnsi"/>
            <w:b/>
            <w:color w:val="000000" w:themeColor="text1"/>
          </w:rPr>
          <w:id w:val="9141664"/>
          <w:text/>
        </w:sdtPr>
        <w:sdtContent>
          <w:r w:rsidR="00944CFE" w:rsidRPr="00890C48">
            <w:rPr>
              <w:rFonts w:asciiTheme="minorHAnsi" w:hAnsiTheme="minorHAnsi" w:cstheme="minorHAnsi"/>
              <w:b/>
              <w:color w:val="000000" w:themeColor="text1"/>
            </w:rPr>
            <w:t>Oprava havarijního stavu čistící a desinfekční místnosti 3. a 4. NP</w:t>
          </w:r>
        </w:sdtContent>
      </w:sdt>
      <w:r w:rsidRPr="00CA05B0">
        <w:rPr>
          <w:rFonts w:asciiTheme="minorHAnsi" w:hAnsiTheme="minorHAnsi" w:cstheme="minorHAnsi"/>
          <w:b/>
        </w:rPr>
        <w:t>“</w:t>
      </w:r>
    </w:p>
    <w:p w:rsidR="0023035A" w:rsidRDefault="0023035A" w:rsidP="0023035A">
      <w:pPr>
        <w:spacing w:line="360" w:lineRule="auto"/>
        <w:jc w:val="both"/>
        <w:rPr>
          <w:rFonts w:asciiTheme="minorHAnsi" w:hAnsiTheme="minorHAnsi" w:cstheme="minorHAnsi"/>
        </w:rPr>
      </w:pPr>
    </w:p>
    <w:p w:rsidR="007C1B9D" w:rsidRPr="00DA36CA" w:rsidRDefault="007C1B9D" w:rsidP="0023035A">
      <w:pPr>
        <w:spacing w:line="360" w:lineRule="auto"/>
        <w:jc w:val="both"/>
        <w:rPr>
          <w:rFonts w:asciiTheme="minorHAnsi" w:hAnsiTheme="minorHAnsi" w:cstheme="minorHAnsi"/>
        </w:rPr>
      </w:pPr>
    </w:p>
    <w:p w:rsidR="0023035A" w:rsidRPr="00DA36CA" w:rsidRDefault="0023035A" w:rsidP="0023035A">
      <w:pPr>
        <w:spacing w:after="0"/>
        <w:jc w:val="both"/>
        <w:rPr>
          <w:rFonts w:asciiTheme="minorHAnsi" w:hAnsiTheme="minorHAnsi" w:cstheme="minorHAnsi"/>
        </w:rPr>
      </w:pPr>
      <w:r w:rsidRPr="00DA36CA">
        <w:rPr>
          <w:rFonts w:asciiTheme="minorHAnsi" w:hAnsiTheme="minorHAnsi" w:cstheme="minorHAnsi"/>
        </w:rPr>
        <w:t>Prohlašuji, že nabídka na výše zmíněnou veřejnou zakázku malého rozsahu na</w:t>
      </w:r>
      <w:r w:rsidRPr="002F2E22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</w:rPr>
          <w:id w:val="7172230"/>
          <w:comboBox>
            <w:listItem w:value="Zvolte položku."/>
            <w:listItem w:displayText="stavební práce" w:value="stavební práce"/>
            <w:listItem w:displayText="dodávky" w:value="dodávky"/>
            <w:listItem w:displayText="služby" w:value="služby"/>
          </w:comboBox>
        </w:sdtPr>
        <w:sdtContent>
          <w:r w:rsidR="004A45E2">
            <w:rPr>
              <w:rFonts w:asciiTheme="minorHAnsi" w:hAnsiTheme="minorHAnsi" w:cstheme="minorHAnsi"/>
            </w:rPr>
            <w:t>stavební práce</w:t>
          </w:r>
        </w:sdtContent>
      </w:sdt>
      <w:r w:rsidRPr="00DA36CA">
        <w:rPr>
          <w:rFonts w:asciiTheme="minorHAnsi" w:hAnsiTheme="minorHAnsi" w:cstheme="minorHAnsi"/>
        </w:rPr>
        <w:t xml:space="preserve">, podaná dne </w:t>
      </w:r>
      <w:sdt>
        <w:sdtPr>
          <w:rPr>
            <w:rFonts w:asciiTheme="minorHAnsi" w:hAnsiTheme="minorHAnsi" w:cstheme="minorHAnsi"/>
          </w:rPr>
          <w:id w:val="16111127"/>
          <w:showingPlcHdr/>
          <w:date>
            <w:dateFormat w:val="dd. MM. yyyy"/>
            <w:lid w:val="cs-CZ"/>
            <w:storeMappedDataAs w:val="dateTime"/>
            <w:calendar w:val="gregorian"/>
          </w:date>
        </w:sdtPr>
        <w:sdtContent>
          <w:r w:rsidR="00A4224B" w:rsidRPr="003D6E40">
            <w:rPr>
              <w:rStyle w:val="Zstupntext"/>
              <w:rFonts w:eastAsiaTheme="minorHAnsi"/>
              <w:highlight w:val="yellow"/>
            </w:rPr>
            <w:t>Klepněte sem a zadejte datum.</w:t>
          </w:r>
        </w:sdtContent>
      </w:sdt>
      <w:r w:rsidRPr="00DA36CA">
        <w:rPr>
          <w:rFonts w:asciiTheme="minorHAnsi" w:hAnsiTheme="minorHAnsi" w:cstheme="minorHAnsi"/>
        </w:rPr>
        <w:t xml:space="preserve"> </w:t>
      </w:r>
      <w:proofErr w:type="gramStart"/>
      <w:r w:rsidRPr="00DA36CA">
        <w:rPr>
          <w:rFonts w:asciiTheme="minorHAnsi" w:hAnsiTheme="minorHAnsi" w:cstheme="minorHAnsi"/>
        </w:rPr>
        <w:t>obsahuje</w:t>
      </w:r>
      <w:proofErr w:type="gramEnd"/>
      <w:r w:rsidRPr="00DA36CA">
        <w:rPr>
          <w:rFonts w:asciiTheme="minorHAnsi" w:hAnsiTheme="minorHAnsi" w:cstheme="minorHAnsi"/>
        </w:rPr>
        <w:t xml:space="preserve"> celkem </w:t>
      </w:r>
      <w:proofErr w:type="gramStart"/>
      <w:sdt>
        <w:sdtPr>
          <w:rPr>
            <w:rFonts w:asciiTheme="minorHAnsi" w:hAnsiTheme="minorHAnsi" w:cstheme="minorHAnsi"/>
            <w:i/>
            <w:color w:val="FF0000"/>
            <w:highlight w:val="yellow"/>
          </w:rPr>
          <w:id w:val="14583660"/>
          <w:text/>
        </w:sdtPr>
        <w:sdtContent>
          <w:r w:rsidRPr="00060ED0">
            <w:rPr>
              <w:rFonts w:asciiTheme="minorHAnsi" w:hAnsiTheme="minorHAnsi" w:cstheme="minorHAnsi"/>
              <w:i/>
              <w:color w:val="FF0000"/>
              <w:highlight w:val="yellow"/>
            </w:rPr>
            <w:t>vyplní</w:t>
          </w:r>
          <w:proofErr w:type="gramEnd"/>
          <w:r w:rsidRPr="00060ED0">
            <w:rPr>
              <w:rFonts w:asciiTheme="minorHAnsi" w:hAnsiTheme="minorHAnsi" w:cstheme="minorHAnsi"/>
              <w:i/>
              <w:color w:val="FF0000"/>
              <w:highlight w:val="yellow"/>
            </w:rPr>
            <w:t xml:space="preserve"> zájemce</w:t>
          </w:r>
        </w:sdtContent>
      </w:sdt>
      <w:r w:rsidRPr="00DA36CA">
        <w:rPr>
          <w:rFonts w:asciiTheme="minorHAnsi" w:hAnsiTheme="minorHAnsi" w:cstheme="minorHAnsi"/>
        </w:rPr>
        <w:t xml:space="preserve"> stran.</w:t>
      </w:r>
    </w:p>
    <w:p w:rsidR="0023035A" w:rsidRPr="00DA36CA" w:rsidRDefault="0023035A" w:rsidP="0023035A">
      <w:pPr>
        <w:jc w:val="both"/>
        <w:rPr>
          <w:rFonts w:asciiTheme="minorHAnsi" w:hAnsiTheme="minorHAnsi" w:cstheme="minorHAnsi"/>
        </w:rPr>
      </w:pPr>
    </w:p>
    <w:p w:rsidR="0023035A" w:rsidRPr="00DA36CA" w:rsidRDefault="0023035A" w:rsidP="0023035A">
      <w:pPr>
        <w:jc w:val="center"/>
        <w:rPr>
          <w:rFonts w:asciiTheme="minorHAnsi" w:hAnsiTheme="minorHAnsi" w:cstheme="minorHAnsi"/>
          <w:bCs/>
          <w:color w:val="000000"/>
        </w:rPr>
      </w:pPr>
    </w:p>
    <w:p w:rsidR="0023035A" w:rsidRDefault="0023035A" w:rsidP="0023035A">
      <w:pPr>
        <w:jc w:val="center"/>
        <w:rPr>
          <w:rFonts w:asciiTheme="minorHAnsi" w:hAnsiTheme="minorHAnsi" w:cstheme="minorHAnsi"/>
          <w:bCs/>
          <w:color w:val="000000"/>
        </w:rPr>
      </w:pPr>
    </w:p>
    <w:p w:rsidR="0023035A" w:rsidRDefault="0023035A" w:rsidP="0023035A">
      <w:pPr>
        <w:jc w:val="center"/>
        <w:rPr>
          <w:rFonts w:asciiTheme="minorHAnsi" w:hAnsiTheme="minorHAnsi" w:cstheme="minorHAnsi"/>
          <w:bCs/>
          <w:color w:val="000000"/>
        </w:rPr>
      </w:pPr>
    </w:p>
    <w:p w:rsidR="0023035A" w:rsidRDefault="0023035A" w:rsidP="0023035A">
      <w:pPr>
        <w:jc w:val="center"/>
        <w:rPr>
          <w:rFonts w:asciiTheme="minorHAnsi" w:hAnsiTheme="minorHAnsi" w:cstheme="minorHAnsi"/>
          <w:bCs/>
          <w:color w:val="000000"/>
        </w:rPr>
      </w:pPr>
    </w:p>
    <w:p w:rsidR="0023035A" w:rsidRDefault="0023035A" w:rsidP="0023035A">
      <w:pPr>
        <w:jc w:val="center"/>
        <w:rPr>
          <w:rFonts w:asciiTheme="minorHAnsi" w:hAnsiTheme="minorHAnsi" w:cstheme="minorHAnsi"/>
          <w:bCs/>
          <w:color w:val="000000"/>
        </w:rPr>
      </w:pPr>
    </w:p>
    <w:p w:rsidR="0023035A" w:rsidRDefault="0023035A" w:rsidP="0023035A">
      <w:pPr>
        <w:jc w:val="center"/>
        <w:rPr>
          <w:rFonts w:asciiTheme="minorHAnsi" w:hAnsiTheme="minorHAnsi" w:cstheme="minorHAnsi"/>
          <w:bCs/>
          <w:color w:val="000000"/>
        </w:rPr>
      </w:pPr>
    </w:p>
    <w:p w:rsidR="0023035A" w:rsidRDefault="0023035A" w:rsidP="0023035A">
      <w:pPr>
        <w:jc w:val="center"/>
        <w:rPr>
          <w:rFonts w:asciiTheme="minorHAnsi" w:hAnsiTheme="minorHAnsi" w:cstheme="minorHAnsi"/>
          <w:bCs/>
          <w:color w:val="000000"/>
        </w:rPr>
      </w:pPr>
    </w:p>
    <w:p w:rsidR="0023035A" w:rsidRDefault="0023035A" w:rsidP="0023035A">
      <w:pPr>
        <w:jc w:val="center"/>
        <w:rPr>
          <w:rFonts w:asciiTheme="minorHAnsi" w:hAnsiTheme="minorHAnsi" w:cstheme="minorHAnsi"/>
          <w:bCs/>
          <w:color w:val="000000"/>
        </w:rPr>
      </w:pPr>
    </w:p>
    <w:p w:rsidR="0023035A" w:rsidRDefault="0023035A" w:rsidP="0023035A">
      <w:pPr>
        <w:jc w:val="center"/>
        <w:rPr>
          <w:rFonts w:asciiTheme="minorHAnsi" w:hAnsiTheme="minorHAnsi" w:cstheme="minorHAnsi"/>
          <w:bCs/>
          <w:color w:val="000000"/>
        </w:rPr>
      </w:pPr>
    </w:p>
    <w:p w:rsidR="0023035A" w:rsidRDefault="0023035A" w:rsidP="0023035A">
      <w:pPr>
        <w:jc w:val="center"/>
        <w:rPr>
          <w:rFonts w:asciiTheme="minorHAnsi" w:hAnsiTheme="minorHAnsi" w:cstheme="minorHAnsi"/>
          <w:bCs/>
          <w:color w:val="000000"/>
        </w:rPr>
      </w:pPr>
    </w:p>
    <w:p w:rsidR="0023035A" w:rsidRDefault="0023035A" w:rsidP="0023035A">
      <w:pPr>
        <w:jc w:val="center"/>
        <w:rPr>
          <w:rFonts w:asciiTheme="minorHAnsi" w:hAnsiTheme="minorHAnsi" w:cstheme="minorHAnsi"/>
          <w:bCs/>
          <w:color w:val="000000"/>
        </w:rPr>
      </w:pPr>
    </w:p>
    <w:p w:rsidR="0023035A" w:rsidRDefault="0023035A" w:rsidP="0023035A">
      <w:pPr>
        <w:jc w:val="center"/>
        <w:rPr>
          <w:rFonts w:asciiTheme="minorHAnsi" w:hAnsiTheme="minorHAnsi" w:cstheme="minorHAnsi"/>
          <w:bCs/>
          <w:color w:val="000000"/>
        </w:rPr>
      </w:pPr>
    </w:p>
    <w:tbl>
      <w:tblPr>
        <w:tblStyle w:val="Mkatabulky"/>
        <w:tblW w:w="0" w:type="auto"/>
        <w:tblLook w:val="04A0"/>
      </w:tblPr>
      <w:tblGrid>
        <w:gridCol w:w="3652"/>
        <w:gridCol w:w="1843"/>
        <w:gridCol w:w="3717"/>
      </w:tblGrid>
      <w:tr w:rsidR="0023035A" w:rsidTr="00574EDA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23035A" w:rsidRDefault="0023035A" w:rsidP="00574EDA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V </w:t>
            </w:r>
            <w:sdt>
              <w:sdtPr>
                <w:rPr>
                  <w:rFonts w:cstheme="minorHAnsi"/>
                  <w:color w:val="000000" w:themeColor="text1"/>
                </w:rPr>
                <w:id w:val="14583920"/>
                <w:showingPlcHdr/>
                <w:text/>
              </w:sdtPr>
              <w:sdtContent>
                <w:r w:rsidRPr="009D5C70">
                  <w:rPr>
                    <w:rFonts w:cstheme="minorHAnsi"/>
                    <w:color w:val="000000" w:themeColor="text1"/>
                    <w:highlight w:val="yellow"/>
                  </w:rPr>
                  <w:t>____________</w:t>
                </w:r>
              </w:sdtContent>
            </w:sdt>
            <w:r>
              <w:rPr>
                <w:rFonts w:cstheme="minorHAnsi"/>
              </w:rPr>
              <w:t xml:space="preserve"> dne </w:t>
            </w:r>
            <w:sdt>
              <w:sdtPr>
                <w:rPr>
                  <w:rFonts w:cstheme="minorHAnsi"/>
                  <w:color w:val="000000" w:themeColor="text1"/>
                  <w:highlight w:val="yellow"/>
                </w:rPr>
                <w:id w:val="14583921"/>
                <w:showingPlcHdr/>
                <w:text/>
              </w:sdtPr>
              <w:sdtContent>
                <w:r w:rsidRPr="009D5C70">
                  <w:rPr>
                    <w:rFonts w:cstheme="minorHAnsi"/>
                    <w:color w:val="000000" w:themeColor="text1"/>
                    <w:highlight w:val="yellow"/>
                  </w:rPr>
                  <w:t>__</w:t>
                </w:r>
              </w:sdtContent>
            </w:sdt>
            <w:r w:rsidRPr="009D5C70">
              <w:rPr>
                <w:rFonts w:cstheme="minorHAnsi"/>
                <w:highlight w:val="yellow"/>
              </w:rPr>
              <w:t xml:space="preserve">. </w:t>
            </w:r>
            <w:sdt>
              <w:sdtPr>
                <w:rPr>
                  <w:rFonts w:cstheme="minorHAnsi"/>
                  <w:color w:val="000000" w:themeColor="text1"/>
                  <w:highlight w:val="yellow"/>
                </w:rPr>
                <w:id w:val="14583922"/>
                <w:showingPlcHdr/>
                <w:text/>
              </w:sdtPr>
              <w:sdtContent>
                <w:r w:rsidRPr="009D5C70">
                  <w:rPr>
                    <w:rFonts w:cstheme="minorHAnsi"/>
                    <w:color w:val="000000" w:themeColor="text1"/>
                    <w:highlight w:val="yellow"/>
                  </w:rPr>
                  <w:t>__</w:t>
                </w:r>
              </w:sdtContent>
            </w:sdt>
            <w:r w:rsidRPr="009D5C70">
              <w:rPr>
                <w:rFonts w:cstheme="minorHAnsi"/>
                <w:highlight w:val="yellow"/>
              </w:rPr>
              <w:t>.</w:t>
            </w:r>
            <w:r w:rsidRPr="009D5C70">
              <w:rPr>
                <w:rFonts w:cstheme="minorHAnsi"/>
                <w:color w:val="000000" w:themeColor="text1"/>
                <w:highlight w:val="yellow"/>
              </w:rPr>
              <w:t xml:space="preserve"> </w:t>
            </w:r>
            <w:sdt>
              <w:sdtPr>
                <w:rPr>
                  <w:rFonts w:cstheme="minorHAnsi"/>
                  <w:color w:val="000000" w:themeColor="text1"/>
                  <w:highlight w:val="yellow"/>
                </w:rPr>
                <w:id w:val="14583923"/>
                <w:showingPlcHdr/>
                <w:text/>
              </w:sdtPr>
              <w:sdtEndPr>
                <w:rPr>
                  <w:highlight w:val="none"/>
                </w:rPr>
              </w:sdtEndPr>
              <w:sdtContent>
                <w:r w:rsidRPr="009D5C70">
                  <w:rPr>
                    <w:rFonts w:cstheme="minorHAnsi"/>
                    <w:color w:val="000000" w:themeColor="text1"/>
                    <w:highlight w:val="yellow"/>
                  </w:rPr>
                  <w:t>__</w:t>
                </w:r>
              </w:sdtContent>
            </w:sdt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23035A" w:rsidRDefault="0023035A" w:rsidP="00574EDA">
            <w:pPr>
              <w:jc w:val="both"/>
              <w:rPr>
                <w:rFonts w:cstheme="minorHAnsi"/>
              </w:rPr>
            </w:pPr>
          </w:p>
        </w:tc>
        <w:tc>
          <w:tcPr>
            <w:tcW w:w="3717" w:type="dxa"/>
            <w:tcBorders>
              <w:top w:val="nil"/>
              <w:left w:val="nil"/>
              <w:bottom w:val="nil"/>
              <w:right w:val="nil"/>
            </w:tcBorders>
          </w:tcPr>
          <w:p w:rsidR="0023035A" w:rsidRPr="00A82FD1" w:rsidRDefault="0023035A" w:rsidP="00574EDA">
            <w:pPr>
              <w:jc w:val="center"/>
              <w:rPr>
                <w:rFonts w:cstheme="minorHAnsi"/>
                <w:highlight w:val="green"/>
              </w:rPr>
            </w:pPr>
            <w:r w:rsidRPr="00A82FD1">
              <w:rPr>
                <w:rFonts w:cstheme="minorHAnsi"/>
              </w:rPr>
              <w:t>_________________________</w:t>
            </w:r>
          </w:p>
        </w:tc>
      </w:tr>
      <w:tr w:rsidR="0023035A" w:rsidRPr="00D123B0" w:rsidTr="00574EDA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23035A" w:rsidRDefault="0023035A" w:rsidP="00574EDA">
            <w:pPr>
              <w:jc w:val="both"/>
              <w:rPr>
                <w:rFonts w:cstheme="minorHAnsi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23035A" w:rsidRDefault="0023035A" w:rsidP="00574EDA">
            <w:pPr>
              <w:jc w:val="both"/>
              <w:rPr>
                <w:rFonts w:cstheme="minorHAnsi"/>
              </w:rPr>
            </w:pPr>
          </w:p>
        </w:tc>
        <w:tc>
          <w:tcPr>
            <w:tcW w:w="3717" w:type="dxa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rPr>
                <w:rFonts w:cstheme="minorHAnsi"/>
                <w:color w:val="000000" w:themeColor="text1"/>
              </w:rPr>
              <w:id w:val="14583924"/>
              <w:showingPlcHdr/>
              <w:text/>
            </w:sdtPr>
            <w:sdtEndPr>
              <w:rPr>
                <w:i/>
              </w:rPr>
            </w:sdtEndPr>
            <w:sdtContent>
              <w:p w:rsidR="0023035A" w:rsidRPr="00D123B0" w:rsidRDefault="0023035A" w:rsidP="00574EDA">
                <w:pPr>
                  <w:jc w:val="center"/>
                  <w:rPr>
                    <w:rFonts w:cstheme="minorHAnsi"/>
                    <w:color w:val="808080" w:themeColor="background1" w:themeShade="80"/>
                    <w:highlight w:val="yellow"/>
                  </w:rPr>
                </w:pPr>
                <w:r w:rsidRPr="00CC5332">
                  <w:rPr>
                    <w:rFonts w:cstheme="minorHAnsi"/>
                    <w:color w:val="000000" w:themeColor="text1"/>
                  </w:rPr>
                  <w:t>razítko a podpis oprávněné osoby jednat za zájemce</w:t>
                </w:r>
              </w:p>
              <w:p w:rsidR="0023035A" w:rsidRPr="00D123B0" w:rsidRDefault="0023035A" w:rsidP="00574EDA">
                <w:pPr>
                  <w:jc w:val="center"/>
                  <w:rPr>
                    <w:rFonts w:cstheme="minorHAnsi"/>
                    <w:color w:val="7F7F7F" w:themeColor="text1" w:themeTint="80"/>
                  </w:rPr>
                </w:pPr>
                <w:r w:rsidRPr="00D123B0">
                  <w:rPr>
                    <w:rFonts w:cstheme="minorHAnsi"/>
                    <w:i/>
                    <w:color w:val="C00000"/>
                    <w:highlight w:val="yellow"/>
                  </w:rPr>
                  <w:t>jméno a příjmení</w:t>
                </w:r>
              </w:p>
            </w:sdtContent>
          </w:sdt>
        </w:tc>
      </w:tr>
    </w:tbl>
    <w:p w:rsidR="0023035A" w:rsidRPr="00523656" w:rsidRDefault="0023035A" w:rsidP="007C1B9D">
      <w:pPr>
        <w:tabs>
          <w:tab w:val="left" w:pos="5529"/>
        </w:tabs>
        <w:spacing w:after="120" w:line="271" w:lineRule="auto"/>
        <w:jc w:val="both"/>
        <w:rPr>
          <w:rFonts w:asciiTheme="minorHAnsi" w:hAnsiTheme="minorHAnsi" w:cstheme="minorHAnsi"/>
          <w:i/>
          <w:color w:val="7F7F7F" w:themeColor="text1" w:themeTint="80"/>
        </w:rPr>
      </w:pPr>
    </w:p>
    <w:sectPr w:rsidR="0023035A" w:rsidRPr="00523656" w:rsidSect="00A57805">
      <w:headerReference w:type="default" r:id="rId8"/>
      <w:footerReference w:type="default" r:id="rId9"/>
      <w:pgSz w:w="11906" w:h="16838" w:code="9"/>
      <w:pgMar w:top="1418" w:right="1418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5E73" w:rsidRDefault="00255E73" w:rsidP="00766C10">
      <w:pPr>
        <w:spacing w:after="0" w:line="240" w:lineRule="auto"/>
      </w:pPr>
      <w:r>
        <w:separator/>
      </w:r>
    </w:p>
  </w:endnote>
  <w:endnote w:type="continuationSeparator" w:id="0">
    <w:p w:rsidR="00255E73" w:rsidRDefault="00255E73" w:rsidP="00766C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Verdana" w:hAnsi="Verdana"/>
        <w:sz w:val="20"/>
        <w:szCs w:val="20"/>
      </w:rPr>
      <w:id w:val="20578779"/>
      <w:docPartObj>
        <w:docPartGallery w:val="Page Numbers (Bottom of Page)"/>
        <w:docPartUnique/>
      </w:docPartObj>
    </w:sdtPr>
    <w:sdtContent>
      <w:p w:rsidR="004331A9" w:rsidRPr="008B42C9" w:rsidRDefault="000550E0">
        <w:pPr>
          <w:pStyle w:val="Zpat"/>
          <w:jc w:val="right"/>
          <w:rPr>
            <w:rFonts w:ascii="Verdana" w:hAnsi="Verdana"/>
            <w:sz w:val="20"/>
            <w:szCs w:val="20"/>
          </w:rPr>
        </w:pPr>
      </w:p>
    </w:sdtContent>
  </w:sdt>
  <w:p w:rsidR="000C1D37" w:rsidRDefault="00255E7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5E73" w:rsidRDefault="00255E73" w:rsidP="00766C10">
      <w:pPr>
        <w:spacing w:after="0" w:line="240" w:lineRule="auto"/>
      </w:pPr>
      <w:r>
        <w:separator/>
      </w:r>
    </w:p>
  </w:footnote>
  <w:footnote w:type="continuationSeparator" w:id="0">
    <w:p w:rsidR="00255E73" w:rsidRDefault="00255E73" w:rsidP="00766C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4A4" w:rsidRPr="004C633C" w:rsidRDefault="0013686B" w:rsidP="0013686B">
    <w:pPr>
      <w:spacing w:after="0" w:line="240" w:lineRule="auto"/>
      <w:ind w:left="1" w:hanging="1"/>
      <w:jc w:val="right"/>
      <w:rPr>
        <w:rFonts w:asciiTheme="minorHAnsi" w:hAnsiTheme="minorHAnsi" w:cstheme="minorHAnsi"/>
        <w:sz w:val="24"/>
        <w:szCs w:val="24"/>
      </w:rPr>
    </w:pPr>
    <w:r>
      <w:rPr>
        <w:rFonts w:asciiTheme="minorHAnsi" w:hAnsiTheme="minorHAnsi" w:cstheme="minorHAnsi"/>
        <w:sz w:val="24"/>
        <w:szCs w:val="24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F7496"/>
    <w:multiLevelType w:val="hybridMultilevel"/>
    <w:tmpl w:val="FF10BC5C"/>
    <w:lvl w:ilvl="0" w:tplc="A064A1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56053A7B"/>
    <w:multiLevelType w:val="hybridMultilevel"/>
    <w:tmpl w:val="856C19A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72706"/>
  </w:hdrShapeDefaults>
  <w:footnotePr>
    <w:footnote w:id="-1"/>
    <w:footnote w:id="0"/>
  </w:footnotePr>
  <w:endnotePr>
    <w:endnote w:id="-1"/>
    <w:endnote w:id="0"/>
  </w:endnotePr>
  <w:compat/>
  <w:rsids>
    <w:rsidRoot w:val="00593B02"/>
    <w:rsid w:val="000004D8"/>
    <w:rsid w:val="00000A67"/>
    <w:rsid w:val="00000DC2"/>
    <w:rsid w:val="00001D0A"/>
    <w:rsid w:val="000026A1"/>
    <w:rsid w:val="00002E74"/>
    <w:rsid w:val="00003077"/>
    <w:rsid w:val="00004699"/>
    <w:rsid w:val="00004C2C"/>
    <w:rsid w:val="00004E7C"/>
    <w:rsid w:val="00004F67"/>
    <w:rsid w:val="000056B6"/>
    <w:rsid w:val="00005752"/>
    <w:rsid w:val="0000597A"/>
    <w:rsid w:val="000059E1"/>
    <w:rsid w:val="00005A60"/>
    <w:rsid w:val="00006720"/>
    <w:rsid w:val="00007087"/>
    <w:rsid w:val="000070E0"/>
    <w:rsid w:val="00010198"/>
    <w:rsid w:val="0001037F"/>
    <w:rsid w:val="0001150A"/>
    <w:rsid w:val="00011DBF"/>
    <w:rsid w:val="0001246D"/>
    <w:rsid w:val="00012560"/>
    <w:rsid w:val="0001309F"/>
    <w:rsid w:val="0001334C"/>
    <w:rsid w:val="000133FE"/>
    <w:rsid w:val="00013731"/>
    <w:rsid w:val="000139D3"/>
    <w:rsid w:val="00013EE4"/>
    <w:rsid w:val="00014052"/>
    <w:rsid w:val="00014BDE"/>
    <w:rsid w:val="0001539D"/>
    <w:rsid w:val="00015460"/>
    <w:rsid w:val="00015B30"/>
    <w:rsid w:val="00015B5E"/>
    <w:rsid w:val="0001616C"/>
    <w:rsid w:val="0001686E"/>
    <w:rsid w:val="000210D3"/>
    <w:rsid w:val="00021CB2"/>
    <w:rsid w:val="00021CF7"/>
    <w:rsid w:val="00022AAF"/>
    <w:rsid w:val="00022C91"/>
    <w:rsid w:val="00023A64"/>
    <w:rsid w:val="00024803"/>
    <w:rsid w:val="00025994"/>
    <w:rsid w:val="00026914"/>
    <w:rsid w:val="00027367"/>
    <w:rsid w:val="00027867"/>
    <w:rsid w:val="00027972"/>
    <w:rsid w:val="000304B8"/>
    <w:rsid w:val="000307EF"/>
    <w:rsid w:val="00030EB2"/>
    <w:rsid w:val="00030F77"/>
    <w:rsid w:val="00031230"/>
    <w:rsid w:val="00031345"/>
    <w:rsid w:val="000316B6"/>
    <w:rsid w:val="00031BAE"/>
    <w:rsid w:val="00031E98"/>
    <w:rsid w:val="00032F8E"/>
    <w:rsid w:val="00035B54"/>
    <w:rsid w:val="00035EDC"/>
    <w:rsid w:val="000363E0"/>
    <w:rsid w:val="00036ABB"/>
    <w:rsid w:val="00037D2D"/>
    <w:rsid w:val="00040443"/>
    <w:rsid w:val="000406AA"/>
    <w:rsid w:val="000415BE"/>
    <w:rsid w:val="00041832"/>
    <w:rsid w:val="00041BDE"/>
    <w:rsid w:val="00041F8D"/>
    <w:rsid w:val="0004303F"/>
    <w:rsid w:val="000432B0"/>
    <w:rsid w:val="0004490E"/>
    <w:rsid w:val="00044B95"/>
    <w:rsid w:val="00044EE2"/>
    <w:rsid w:val="00044F50"/>
    <w:rsid w:val="00045E6D"/>
    <w:rsid w:val="00046233"/>
    <w:rsid w:val="0004629C"/>
    <w:rsid w:val="00046EAF"/>
    <w:rsid w:val="00046F10"/>
    <w:rsid w:val="0004757D"/>
    <w:rsid w:val="0005008C"/>
    <w:rsid w:val="00050C9C"/>
    <w:rsid w:val="00050EF7"/>
    <w:rsid w:val="00051A04"/>
    <w:rsid w:val="000525D0"/>
    <w:rsid w:val="00052743"/>
    <w:rsid w:val="00052B71"/>
    <w:rsid w:val="00053CA8"/>
    <w:rsid w:val="000543AA"/>
    <w:rsid w:val="00054A42"/>
    <w:rsid w:val="000550E0"/>
    <w:rsid w:val="0005550E"/>
    <w:rsid w:val="00055807"/>
    <w:rsid w:val="000578C3"/>
    <w:rsid w:val="00057ACF"/>
    <w:rsid w:val="000604AB"/>
    <w:rsid w:val="00060DB3"/>
    <w:rsid w:val="000626B3"/>
    <w:rsid w:val="00062E5B"/>
    <w:rsid w:val="000637F4"/>
    <w:rsid w:val="00065275"/>
    <w:rsid w:val="00065379"/>
    <w:rsid w:val="00065447"/>
    <w:rsid w:val="00065695"/>
    <w:rsid w:val="000664AE"/>
    <w:rsid w:val="000707F3"/>
    <w:rsid w:val="00070FD7"/>
    <w:rsid w:val="00071251"/>
    <w:rsid w:val="00072CB8"/>
    <w:rsid w:val="00072EBC"/>
    <w:rsid w:val="000731F7"/>
    <w:rsid w:val="00073EFE"/>
    <w:rsid w:val="00073FBE"/>
    <w:rsid w:val="00074168"/>
    <w:rsid w:val="0007439B"/>
    <w:rsid w:val="0007447D"/>
    <w:rsid w:val="00074762"/>
    <w:rsid w:val="00074E23"/>
    <w:rsid w:val="0007512F"/>
    <w:rsid w:val="000755FD"/>
    <w:rsid w:val="00075786"/>
    <w:rsid w:val="00075883"/>
    <w:rsid w:val="00075E84"/>
    <w:rsid w:val="000764AB"/>
    <w:rsid w:val="000774E9"/>
    <w:rsid w:val="00080234"/>
    <w:rsid w:val="00080A13"/>
    <w:rsid w:val="00080F89"/>
    <w:rsid w:val="00080FEC"/>
    <w:rsid w:val="000810AB"/>
    <w:rsid w:val="0008170C"/>
    <w:rsid w:val="00081C98"/>
    <w:rsid w:val="0008358B"/>
    <w:rsid w:val="000835E7"/>
    <w:rsid w:val="00083631"/>
    <w:rsid w:val="00084501"/>
    <w:rsid w:val="00085A49"/>
    <w:rsid w:val="00085A75"/>
    <w:rsid w:val="0008674E"/>
    <w:rsid w:val="00086BEC"/>
    <w:rsid w:val="0008718D"/>
    <w:rsid w:val="00087C3E"/>
    <w:rsid w:val="00087E84"/>
    <w:rsid w:val="00087ED3"/>
    <w:rsid w:val="00090B18"/>
    <w:rsid w:val="00090DE0"/>
    <w:rsid w:val="000911CE"/>
    <w:rsid w:val="00091757"/>
    <w:rsid w:val="00092C19"/>
    <w:rsid w:val="00092D24"/>
    <w:rsid w:val="000938E1"/>
    <w:rsid w:val="00093B3A"/>
    <w:rsid w:val="00093C66"/>
    <w:rsid w:val="00093CDD"/>
    <w:rsid w:val="00094F95"/>
    <w:rsid w:val="00095886"/>
    <w:rsid w:val="00096336"/>
    <w:rsid w:val="000969EE"/>
    <w:rsid w:val="00096A02"/>
    <w:rsid w:val="000973AC"/>
    <w:rsid w:val="000973B8"/>
    <w:rsid w:val="000A0D2D"/>
    <w:rsid w:val="000A12FC"/>
    <w:rsid w:val="000A14AD"/>
    <w:rsid w:val="000A164D"/>
    <w:rsid w:val="000A177B"/>
    <w:rsid w:val="000A1CA6"/>
    <w:rsid w:val="000A278F"/>
    <w:rsid w:val="000A3C5C"/>
    <w:rsid w:val="000A41A7"/>
    <w:rsid w:val="000A47EA"/>
    <w:rsid w:val="000A52E2"/>
    <w:rsid w:val="000A5C41"/>
    <w:rsid w:val="000A64A8"/>
    <w:rsid w:val="000A6F70"/>
    <w:rsid w:val="000A7230"/>
    <w:rsid w:val="000B085E"/>
    <w:rsid w:val="000B0D62"/>
    <w:rsid w:val="000B1A57"/>
    <w:rsid w:val="000B1B0C"/>
    <w:rsid w:val="000B1B7C"/>
    <w:rsid w:val="000B1CA4"/>
    <w:rsid w:val="000B2233"/>
    <w:rsid w:val="000B2ACF"/>
    <w:rsid w:val="000B2F82"/>
    <w:rsid w:val="000B33DC"/>
    <w:rsid w:val="000B3E36"/>
    <w:rsid w:val="000B42B7"/>
    <w:rsid w:val="000B45F7"/>
    <w:rsid w:val="000B4F13"/>
    <w:rsid w:val="000B586D"/>
    <w:rsid w:val="000B5D75"/>
    <w:rsid w:val="000B669F"/>
    <w:rsid w:val="000B6724"/>
    <w:rsid w:val="000B6BE4"/>
    <w:rsid w:val="000B6E0F"/>
    <w:rsid w:val="000B6FFA"/>
    <w:rsid w:val="000B716D"/>
    <w:rsid w:val="000C0C0F"/>
    <w:rsid w:val="000C0FBD"/>
    <w:rsid w:val="000C0FE9"/>
    <w:rsid w:val="000C1939"/>
    <w:rsid w:val="000C222E"/>
    <w:rsid w:val="000C26B8"/>
    <w:rsid w:val="000C29A4"/>
    <w:rsid w:val="000C2BE4"/>
    <w:rsid w:val="000C3623"/>
    <w:rsid w:val="000C377C"/>
    <w:rsid w:val="000C3BFF"/>
    <w:rsid w:val="000C3C09"/>
    <w:rsid w:val="000C3E44"/>
    <w:rsid w:val="000C3E50"/>
    <w:rsid w:val="000C41A7"/>
    <w:rsid w:val="000C4DA0"/>
    <w:rsid w:val="000C4DE2"/>
    <w:rsid w:val="000C57B4"/>
    <w:rsid w:val="000C5FD9"/>
    <w:rsid w:val="000C6564"/>
    <w:rsid w:val="000C720A"/>
    <w:rsid w:val="000D0750"/>
    <w:rsid w:val="000D0D76"/>
    <w:rsid w:val="000D0DFB"/>
    <w:rsid w:val="000D0FB7"/>
    <w:rsid w:val="000D1326"/>
    <w:rsid w:val="000D14B4"/>
    <w:rsid w:val="000D1F3D"/>
    <w:rsid w:val="000D1F4A"/>
    <w:rsid w:val="000D2540"/>
    <w:rsid w:val="000D32BD"/>
    <w:rsid w:val="000D3C46"/>
    <w:rsid w:val="000D42EE"/>
    <w:rsid w:val="000D4E3B"/>
    <w:rsid w:val="000D598D"/>
    <w:rsid w:val="000D6FCB"/>
    <w:rsid w:val="000D7702"/>
    <w:rsid w:val="000D78D4"/>
    <w:rsid w:val="000E0EC2"/>
    <w:rsid w:val="000E1468"/>
    <w:rsid w:val="000E1807"/>
    <w:rsid w:val="000E22D1"/>
    <w:rsid w:val="000E23CB"/>
    <w:rsid w:val="000E3535"/>
    <w:rsid w:val="000E379F"/>
    <w:rsid w:val="000E3973"/>
    <w:rsid w:val="000E496C"/>
    <w:rsid w:val="000E5252"/>
    <w:rsid w:val="000E6AF6"/>
    <w:rsid w:val="000E6B34"/>
    <w:rsid w:val="000F09C5"/>
    <w:rsid w:val="000F1809"/>
    <w:rsid w:val="000F1A7D"/>
    <w:rsid w:val="000F1B72"/>
    <w:rsid w:val="000F1F9D"/>
    <w:rsid w:val="000F40DF"/>
    <w:rsid w:val="000F4527"/>
    <w:rsid w:val="000F4EEE"/>
    <w:rsid w:val="000F510D"/>
    <w:rsid w:val="000F5166"/>
    <w:rsid w:val="000F534E"/>
    <w:rsid w:val="000F53A4"/>
    <w:rsid w:val="000F574C"/>
    <w:rsid w:val="000F7BC8"/>
    <w:rsid w:val="000F7D30"/>
    <w:rsid w:val="0010001D"/>
    <w:rsid w:val="00100999"/>
    <w:rsid w:val="001018C5"/>
    <w:rsid w:val="00101A8B"/>
    <w:rsid w:val="0010248B"/>
    <w:rsid w:val="00102757"/>
    <w:rsid w:val="00102DD9"/>
    <w:rsid w:val="001030B7"/>
    <w:rsid w:val="00103607"/>
    <w:rsid w:val="0010452A"/>
    <w:rsid w:val="001051F4"/>
    <w:rsid w:val="00105663"/>
    <w:rsid w:val="0010644B"/>
    <w:rsid w:val="00106566"/>
    <w:rsid w:val="00106685"/>
    <w:rsid w:val="00106BE1"/>
    <w:rsid w:val="00107D3D"/>
    <w:rsid w:val="00110363"/>
    <w:rsid w:val="00110871"/>
    <w:rsid w:val="00110F1A"/>
    <w:rsid w:val="0011109E"/>
    <w:rsid w:val="00111136"/>
    <w:rsid w:val="00111177"/>
    <w:rsid w:val="00111364"/>
    <w:rsid w:val="001121CD"/>
    <w:rsid w:val="00112573"/>
    <w:rsid w:val="00112694"/>
    <w:rsid w:val="0011279A"/>
    <w:rsid w:val="00112A46"/>
    <w:rsid w:val="00113D8F"/>
    <w:rsid w:val="00115215"/>
    <w:rsid w:val="00115417"/>
    <w:rsid w:val="00115F48"/>
    <w:rsid w:val="001164B7"/>
    <w:rsid w:val="0011744F"/>
    <w:rsid w:val="00117EB5"/>
    <w:rsid w:val="00120EE5"/>
    <w:rsid w:val="00120F45"/>
    <w:rsid w:val="001211AB"/>
    <w:rsid w:val="0012122D"/>
    <w:rsid w:val="00121DF7"/>
    <w:rsid w:val="001224D1"/>
    <w:rsid w:val="0012270D"/>
    <w:rsid w:val="00122C7A"/>
    <w:rsid w:val="00123A40"/>
    <w:rsid w:val="00123AB9"/>
    <w:rsid w:val="00123BAA"/>
    <w:rsid w:val="00123C69"/>
    <w:rsid w:val="00123E00"/>
    <w:rsid w:val="001245D6"/>
    <w:rsid w:val="0012583D"/>
    <w:rsid w:val="0012643E"/>
    <w:rsid w:val="00126537"/>
    <w:rsid w:val="00126880"/>
    <w:rsid w:val="00127083"/>
    <w:rsid w:val="0012743E"/>
    <w:rsid w:val="0013043F"/>
    <w:rsid w:val="00130FE9"/>
    <w:rsid w:val="001310A1"/>
    <w:rsid w:val="00131115"/>
    <w:rsid w:val="001315CA"/>
    <w:rsid w:val="00131E86"/>
    <w:rsid w:val="00132103"/>
    <w:rsid w:val="00132669"/>
    <w:rsid w:val="00132926"/>
    <w:rsid w:val="001332EB"/>
    <w:rsid w:val="001338B4"/>
    <w:rsid w:val="0013489D"/>
    <w:rsid w:val="00134E7A"/>
    <w:rsid w:val="00134F81"/>
    <w:rsid w:val="00135758"/>
    <w:rsid w:val="00135852"/>
    <w:rsid w:val="00135AF2"/>
    <w:rsid w:val="00135EA8"/>
    <w:rsid w:val="001360BB"/>
    <w:rsid w:val="0013686B"/>
    <w:rsid w:val="00136A17"/>
    <w:rsid w:val="00137116"/>
    <w:rsid w:val="00137386"/>
    <w:rsid w:val="001373D6"/>
    <w:rsid w:val="00137760"/>
    <w:rsid w:val="00137997"/>
    <w:rsid w:val="00137AE8"/>
    <w:rsid w:val="00140336"/>
    <w:rsid w:val="0014142B"/>
    <w:rsid w:val="001418B6"/>
    <w:rsid w:val="00141BFC"/>
    <w:rsid w:val="00141E9C"/>
    <w:rsid w:val="001421F8"/>
    <w:rsid w:val="00142215"/>
    <w:rsid w:val="001424CB"/>
    <w:rsid w:val="0014277F"/>
    <w:rsid w:val="00142858"/>
    <w:rsid w:val="00143185"/>
    <w:rsid w:val="001433D1"/>
    <w:rsid w:val="00143E2B"/>
    <w:rsid w:val="00143E54"/>
    <w:rsid w:val="00144584"/>
    <w:rsid w:val="001446D9"/>
    <w:rsid w:val="00144AFB"/>
    <w:rsid w:val="00145689"/>
    <w:rsid w:val="0014586C"/>
    <w:rsid w:val="00145D52"/>
    <w:rsid w:val="00146035"/>
    <w:rsid w:val="0014604E"/>
    <w:rsid w:val="001464DC"/>
    <w:rsid w:val="0014677E"/>
    <w:rsid w:val="00147079"/>
    <w:rsid w:val="001470ED"/>
    <w:rsid w:val="00147BD2"/>
    <w:rsid w:val="00147D6C"/>
    <w:rsid w:val="001513B4"/>
    <w:rsid w:val="00151E6B"/>
    <w:rsid w:val="0015228E"/>
    <w:rsid w:val="00153963"/>
    <w:rsid w:val="00153F10"/>
    <w:rsid w:val="00154FC7"/>
    <w:rsid w:val="00155D8C"/>
    <w:rsid w:val="00155FC5"/>
    <w:rsid w:val="00156A19"/>
    <w:rsid w:val="00156DE5"/>
    <w:rsid w:val="0015758F"/>
    <w:rsid w:val="00157665"/>
    <w:rsid w:val="001602AB"/>
    <w:rsid w:val="00160366"/>
    <w:rsid w:val="00160D5E"/>
    <w:rsid w:val="00160DC1"/>
    <w:rsid w:val="001610BA"/>
    <w:rsid w:val="00161117"/>
    <w:rsid w:val="001611C1"/>
    <w:rsid w:val="00161461"/>
    <w:rsid w:val="001628FB"/>
    <w:rsid w:val="00162ABA"/>
    <w:rsid w:val="00162C51"/>
    <w:rsid w:val="00163802"/>
    <w:rsid w:val="001640B4"/>
    <w:rsid w:val="001641B4"/>
    <w:rsid w:val="00164483"/>
    <w:rsid w:val="001647B2"/>
    <w:rsid w:val="00164887"/>
    <w:rsid w:val="00166201"/>
    <w:rsid w:val="001669C5"/>
    <w:rsid w:val="00166B67"/>
    <w:rsid w:val="00166B9E"/>
    <w:rsid w:val="00166E72"/>
    <w:rsid w:val="001671ED"/>
    <w:rsid w:val="0016784B"/>
    <w:rsid w:val="00167BEE"/>
    <w:rsid w:val="00170FCE"/>
    <w:rsid w:val="00171B04"/>
    <w:rsid w:val="00172B2C"/>
    <w:rsid w:val="00173188"/>
    <w:rsid w:val="001733E2"/>
    <w:rsid w:val="001738DC"/>
    <w:rsid w:val="00173FBA"/>
    <w:rsid w:val="00174029"/>
    <w:rsid w:val="00174772"/>
    <w:rsid w:val="00174C22"/>
    <w:rsid w:val="00175680"/>
    <w:rsid w:val="0017594C"/>
    <w:rsid w:val="00175B91"/>
    <w:rsid w:val="001761DA"/>
    <w:rsid w:val="001763FF"/>
    <w:rsid w:val="001766AE"/>
    <w:rsid w:val="00176B62"/>
    <w:rsid w:val="00176D2B"/>
    <w:rsid w:val="001776DF"/>
    <w:rsid w:val="0018059F"/>
    <w:rsid w:val="001811CE"/>
    <w:rsid w:val="001812D7"/>
    <w:rsid w:val="00181C3D"/>
    <w:rsid w:val="0018200C"/>
    <w:rsid w:val="00183D58"/>
    <w:rsid w:val="00183DA5"/>
    <w:rsid w:val="00184012"/>
    <w:rsid w:val="001843D7"/>
    <w:rsid w:val="001856E3"/>
    <w:rsid w:val="001859FF"/>
    <w:rsid w:val="00185E7B"/>
    <w:rsid w:val="00185FD9"/>
    <w:rsid w:val="0018607C"/>
    <w:rsid w:val="0018658E"/>
    <w:rsid w:val="00186816"/>
    <w:rsid w:val="00187662"/>
    <w:rsid w:val="001876B3"/>
    <w:rsid w:val="00187FFE"/>
    <w:rsid w:val="001902AB"/>
    <w:rsid w:val="001902D6"/>
    <w:rsid w:val="001906D7"/>
    <w:rsid w:val="00190ADF"/>
    <w:rsid w:val="00190B5D"/>
    <w:rsid w:val="00190EE4"/>
    <w:rsid w:val="0019103C"/>
    <w:rsid w:val="001916CD"/>
    <w:rsid w:val="001917E7"/>
    <w:rsid w:val="001918BB"/>
    <w:rsid w:val="00192CBF"/>
    <w:rsid w:val="00192DE8"/>
    <w:rsid w:val="00193024"/>
    <w:rsid w:val="00193BC3"/>
    <w:rsid w:val="00193CB7"/>
    <w:rsid w:val="00194537"/>
    <w:rsid w:val="00194C09"/>
    <w:rsid w:val="00195E99"/>
    <w:rsid w:val="001961E4"/>
    <w:rsid w:val="001966B5"/>
    <w:rsid w:val="00197B7E"/>
    <w:rsid w:val="00197E7E"/>
    <w:rsid w:val="00197F86"/>
    <w:rsid w:val="001A0324"/>
    <w:rsid w:val="001A0945"/>
    <w:rsid w:val="001A0B54"/>
    <w:rsid w:val="001A0D0A"/>
    <w:rsid w:val="001A0E39"/>
    <w:rsid w:val="001A1024"/>
    <w:rsid w:val="001A10C1"/>
    <w:rsid w:val="001A20E8"/>
    <w:rsid w:val="001A33B8"/>
    <w:rsid w:val="001A3FA7"/>
    <w:rsid w:val="001A489C"/>
    <w:rsid w:val="001A4D82"/>
    <w:rsid w:val="001A518B"/>
    <w:rsid w:val="001A5A0D"/>
    <w:rsid w:val="001A5AB3"/>
    <w:rsid w:val="001A668A"/>
    <w:rsid w:val="001A6CD1"/>
    <w:rsid w:val="001A6FCD"/>
    <w:rsid w:val="001A717F"/>
    <w:rsid w:val="001A74DF"/>
    <w:rsid w:val="001A7F1E"/>
    <w:rsid w:val="001B2038"/>
    <w:rsid w:val="001B2130"/>
    <w:rsid w:val="001B2918"/>
    <w:rsid w:val="001B2A8E"/>
    <w:rsid w:val="001B31C4"/>
    <w:rsid w:val="001B4161"/>
    <w:rsid w:val="001B4346"/>
    <w:rsid w:val="001B46BF"/>
    <w:rsid w:val="001B4709"/>
    <w:rsid w:val="001B4AA1"/>
    <w:rsid w:val="001B556B"/>
    <w:rsid w:val="001B5E09"/>
    <w:rsid w:val="001B617C"/>
    <w:rsid w:val="001B7138"/>
    <w:rsid w:val="001B7BB6"/>
    <w:rsid w:val="001C0049"/>
    <w:rsid w:val="001C0937"/>
    <w:rsid w:val="001C1CDF"/>
    <w:rsid w:val="001C3561"/>
    <w:rsid w:val="001C3A33"/>
    <w:rsid w:val="001C4421"/>
    <w:rsid w:val="001C4B2A"/>
    <w:rsid w:val="001C4BBB"/>
    <w:rsid w:val="001C5A69"/>
    <w:rsid w:val="001C5C3B"/>
    <w:rsid w:val="001C5F5A"/>
    <w:rsid w:val="001C606D"/>
    <w:rsid w:val="001C6731"/>
    <w:rsid w:val="001C6752"/>
    <w:rsid w:val="001C71E2"/>
    <w:rsid w:val="001C7983"/>
    <w:rsid w:val="001D0449"/>
    <w:rsid w:val="001D069C"/>
    <w:rsid w:val="001D1253"/>
    <w:rsid w:val="001D1AE2"/>
    <w:rsid w:val="001D2524"/>
    <w:rsid w:val="001D3907"/>
    <w:rsid w:val="001D3C23"/>
    <w:rsid w:val="001D3C86"/>
    <w:rsid w:val="001D410A"/>
    <w:rsid w:val="001D4943"/>
    <w:rsid w:val="001D4F3D"/>
    <w:rsid w:val="001D53BD"/>
    <w:rsid w:val="001D5680"/>
    <w:rsid w:val="001D66E4"/>
    <w:rsid w:val="001D6827"/>
    <w:rsid w:val="001D6E93"/>
    <w:rsid w:val="001D7330"/>
    <w:rsid w:val="001D7566"/>
    <w:rsid w:val="001D7B5D"/>
    <w:rsid w:val="001D7BA9"/>
    <w:rsid w:val="001E01BD"/>
    <w:rsid w:val="001E04EF"/>
    <w:rsid w:val="001E0769"/>
    <w:rsid w:val="001E1F07"/>
    <w:rsid w:val="001E27CB"/>
    <w:rsid w:val="001E2BD0"/>
    <w:rsid w:val="001E3C82"/>
    <w:rsid w:val="001E4682"/>
    <w:rsid w:val="001E50FF"/>
    <w:rsid w:val="001E56F4"/>
    <w:rsid w:val="001E64D5"/>
    <w:rsid w:val="001E6632"/>
    <w:rsid w:val="001E6C3C"/>
    <w:rsid w:val="001E7035"/>
    <w:rsid w:val="001E77F1"/>
    <w:rsid w:val="001E7D1A"/>
    <w:rsid w:val="001F0104"/>
    <w:rsid w:val="001F1AD8"/>
    <w:rsid w:val="001F29D8"/>
    <w:rsid w:val="001F2D91"/>
    <w:rsid w:val="001F2F35"/>
    <w:rsid w:val="001F2F4C"/>
    <w:rsid w:val="001F4A12"/>
    <w:rsid w:val="001F5A7A"/>
    <w:rsid w:val="001F6384"/>
    <w:rsid w:val="001F6453"/>
    <w:rsid w:val="001F724A"/>
    <w:rsid w:val="001F72B3"/>
    <w:rsid w:val="001F774B"/>
    <w:rsid w:val="001F7E09"/>
    <w:rsid w:val="00200B81"/>
    <w:rsid w:val="00201381"/>
    <w:rsid w:val="002016B0"/>
    <w:rsid w:val="002021F9"/>
    <w:rsid w:val="0020243A"/>
    <w:rsid w:val="0020251A"/>
    <w:rsid w:val="00202C5B"/>
    <w:rsid w:val="00202F4C"/>
    <w:rsid w:val="0020354D"/>
    <w:rsid w:val="0020380E"/>
    <w:rsid w:val="00204000"/>
    <w:rsid w:val="00204E70"/>
    <w:rsid w:val="00204F3F"/>
    <w:rsid w:val="00205A6C"/>
    <w:rsid w:val="00205C12"/>
    <w:rsid w:val="00206601"/>
    <w:rsid w:val="002068F2"/>
    <w:rsid w:val="00207035"/>
    <w:rsid w:val="002070A8"/>
    <w:rsid w:val="00207C05"/>
    <w:rsid w:val="00210357"/>
    <w:rsid w:val="00210829"/>
    <w:rsid w:val="00210E1B"/>
    <w:rsid w:val="00211F4C"/>
    <w:rsid w:val="00212F59"/>
    <w:rsid w:val="002135E1"/>
    <w:rsid w:val="0021387D"/>
    <w:rsid w:val="00213A2E"/>
    <w:rsid w:val="00214F0A"/>
    <w:rsid w:val="002155D6"/>
    <w:rsid w:val="00216557"/>
    <w:rsid w:val="00216569"/>
    <w:rsid w:val="00216802"/>
    <w:rsid w:val="00216D77"/>
    <w:rsid w:val="002176D8"/>
    <w:rsid w:val="0022008E"/>
    <w:rsid w:val="0022056E"/>
    <w:rsid w:val="00220A04"/>
    <w:rsid w:val="00220CA3"/>
    <w:rsid w:val="00222FB3"/>
    <w:rsid w:val="00223169"/>
    <w:rsid w:val="00223639"/>
    <w:rsid w:val="00223A49"/>
    <w:rsid w:val="00224066"/>
    <w:rsid w:val="0022438D"/>
    <w:rsid w:val="00224ED3"/>
    <w:rsid w:val="00225BFF"/>
    <w:rsid w:val="00225D8C"/>
    <w:rsid w:val="00226205"/>
    <w:rsid w:val="002275ED"/>
    <w:rsid w:val="00227D6A"/>
    <w:rsid w:val="0023035A"/>
    <w:rsid w:val="002312FE"/>
    <w:rsid w:val="002314A6"/>
    <w:rsid w:val="00231D00"/>
    <w:rsid w:val="00232209"/>
    <w:rsid w:val="00232216"/>
    <w:rsid w:val="0023384C"/>
    <w:rsid w:val="002342CA"/>
    <w:rsid w:val="00236E15"/>
    <w:rsid w:val="002409BE"/>
    <w:rsid w:val="002429AC"/>
    <w:rsid w:val="00242ABA"/>
    <w:rsid w:val="00244BCB"/>
    <w:rsid w:val="002457E5"/>
    <w:rsid w:val="0024595B"/>
    <w:rsid w:val="002462D7"/>
    <w:rsid w:val="002462DD"/>
    <w:rsid w:val="0025012E"/>
    <w:rsid w:val="00250340"/>
    <w:rsid w:val="002507FD"/>
    <w:rsid w:val="002508EE"/>
    <w:rsid w:val="00251C21"/>
    <w:rsid w:val="00251E37"/>
    <w:rsid w:val="00252031"/>
    <w:rsid w:val="002520EC"/>
    <w:rsid w:val="00252889"/>
    <w:rsid w:val="00252EF5"/>
    <w:rsid w:val="00253C6A"/>
    <w:rsid w:val="00254402"/>
    <w:rsid w:val="00254968"/>
    <w:rsid w:val="00255E73"/>
    <w:rsid w:val="00256535"/>
    <w:rsid w:val="002565D6"/>
    <w:rsid w:val="00256EFF"/>
    <w:rsid w:val="00256FE9"/>
    <w:rsid w:val="002601F6"/>
    <w:rsid w:val="002614DA"/>
    <w:rsid w:val="00263517"/>
    <w:rsid w:val="0026360E"/>
    <w:rsid w:val="00263EC6"/>
    <w:rsid w:val="002641BC"/>
    <w:rsid w:val="00264465"/>
    <w:rsid w:val="002645E3"/>
    <w:rsid w:val="00264924"/>
    <w:rsid w:val="00264E9F"/>
    <w:rsid w:val="00264F6F"/>
    <w:rsid w:val="002651B4"/>
    <w:rsid w:val="00265862"/>
    <w:rsid w:val="00265B53"/>
    <w:rsid w:val="00265D7A"/>
    <w:rsid w:val="00265F57"/>
    <w:rsid w:val="00267465"/>
    <w:rsid w:val="00270CC8"/>
    <w:rsid w:val="002713B1"/>
    <w:rsid w:val="00271908"/>
    <w:rsid w:val="00271B7D"/>
    <w:rsid w:val="00271C1E"/>
    <w:rsid w:val="0027202D"/>
    <w:rsid w:val="00273789"/>
    <w:rsid w:val="0027384D"/>
    <w:rsid w:val="00273FD7"/>
    <w:rsid w:val="0027488B"/>
    <w:rsid w:val="00275BB9"/>
    <w:rsid w:val="002764AD"/>
    <w:rsid w:val="00277067"/>
    <w:rsid w:val="00277B37"/>
    <w:rsid w:val="00280101"/>
    <w:rsid w:val="0028131C"/>
    <w:rsid w:val="00281A21"/>
    <w:rsid w:val="00281EE1"/>
    <w:rsid w:val="00282A28"/>
    <w:rsid w:val="00282BEE"/>
    <w:rsid w:val="002831FE"/>
    <w:rsid w:val="002836F4"/>
    <w:rsid w:val="00283EC3"/>
    <w:rsid w:val="00284333"/>
    <w:rsid w:val="002846BF"/>
    <w:rsid w:val="002850AC"/>
    <w:rsid w:val="00285E68"/>
    <w:rsid w:val="0028640B"/>
    <w:rsid w:val="00286B2C"/>
    <w:rsid w:val="00286ECB"/>
    <w:rsid w:val="002872E5"/>
    <w:rsid w:val="00287551"/>
    <w:rsid w:val="00287EE2"/>
    <w:rsid w:val="00287FDE"/>
    <w:rsid w:val="0029016E"/>
    <w:rsid w:val="00290267"/>
    <w:rsid w:val="0029061B"/>
    <w:rsid w:val="0029148B"/>
    <w:rsid w:val="00291630"/>
    <w:rsid w:val="002925D2"/>
    <w:rsid w:val="002934E6"/>
    <w:rsid w:val="002948A5"/>
    <w:rsid w:val="00294A22"/>
    <w:rsid w:val="00294B9A"/>
    <w:rsid w:val="00295546"/>
    <w:rsid w:val="0029596C"/>
    <w:rsid w:val="00295A22"/>
    <w:rsid w:val="002973EE"/>
    <w:rsid w:val="002A00F3"/>
    <w:rsid w:val="002A031E"/>
    <w:rsid w:val="002A049B"/>
    <w:rsid w:val="002A13DA"/>
    <w:rsid w:val="002A16A8"/>
    <w:rsid w:val="002A16C0"/>
    <w:rsid w:val="002A1D82"/>
    <w:rsid w:val="002A2358"/>
    <w:rsid w:val="002A2F43"/>
    <w:rsid w:val="002A34B9"/>
    <w:rsid w:val="002A39B8"/>
    <w:rsid w:val="002A4BC4"/>
    <w:rsid w:val="002A58C3"/>
    <w:rsid w:val="002A5C36"/>
    <w:rsid w:val="002A64BA"/>
    <w:rsid w:val="002A74C6"/>
    <w:rsid w:val="002B0CDE"/>
    <w:rsid w:val="002B18B1"/>
    <w:rsid w:val="002B26C3"/>
    <w:rsid w:val="002B2935"/>
    <w:rsid w:val="002B2CEF"/>
    <w:rsid w:val="002B527A"/>
    <w:rsid w:val="002B5AC2"/>
    <w:rsid w:val="002B5B65"/>
    <w:rsid w:val="002B6065"/>
    <w:rsid w:val="002B606B"/>
    <w:rsid w:val="002B692C"/>
    <w:rsid w:val="002B7103"/>
    <w:rsid w:val="002C02C1"/>
    <w:rsid w:val="002C0A14"/>
    <w:rsid w:val="002C0A42"/>
    <w:rsid w:val="002C0A53"/>
    <w:rsid w:val="002C1172"/>
    <w:rsid w:val="002C1873"/>
    <w:rsid w:val="002C2290"/>
    <w:rsid w:val="002C22D6"/>
    <w:rsid w:val="002C287A"/>
    <w:rsid w:val="002C3198"/>
    <w:rsid w:val="002C32B7"/>
    <w:rsid w:val="002C4702"/>
    <w:rsid w:val="002C4C56"/>
    <w:rsid w:val="002C5186"/>
    <w:rsid w:val="002C5618"/>
    <w:rsid w:val="002C561C"/>
    <w:rsid w:val="002C5E2A"/>
    <w:rsid w:val="002C6572"/>
    <w:rsid w:val="002C73C2"/>
    <w:rsid w:val="002C7554"/>
    <w:rsid w:val="002C779C"/>
    <w:rsid w:val="002C780B"/>
    <w:rsid w:val="002C784A"/>
    <w:rsid w:val="002C787A"/>
    <w:rsid w:val="002C7F95"/>
    <w:rsid w:val="002D10BD"/>
    <w:rsid w:val="002D1176"/>
    <w:rsid w:val="002D1482"/>
    <w:rsid w:val="002D1525"/>
    <w:rsid w:val="002D1623"/>
    <w:rsid w:val="002D16E9"/>
    <w:rsid w:val="002D223C"/>
    <w:rsid w:val="002D2988"/>
    <w:rsid w:val="002D2A57"/>
    <w:rsid w:val="002D31BE"/>
    <w:rsid w:val="002D371F"/>
    <w:rsid w:val="002D474F"/>
    <w:rsid w:val="002D4C71"/>
    <w:rsid w:val="002D4DE4"/>
    <w:rsid w:val="002D61FF"/>
    <w:rsid w:val="002D6347"/>
    <w:rsid w:val="002D63E3"/>
    <w:rsid w:val="002D64FE"/>
    <w:rsid w:val="002D69BC"/>
    <w:rsid w:val="002D701D"/>
    <w:rsid w:val="002D76D9"/>
    <w:rsid w:val="002E0DF3"/>
    <w:rsid w:val="002E11A5"/>
    <w:rsid w:val="002E1698"/>
    <w:rsid w:val="002E1B35"/>
    <w:rsid w:val="002E303E"/>
    <w:rsid w:val="002E358B"/>
    <w:rsid w:val="002E373D"/>
    <w:rsid w:val="002E412F"/>
    <w:rsid w:val="002E56FC"/>
    <w:rsid w:val="002E584A"/>
    <w:rsid w:val="002E5AC6"/>
    <w:rsid w:val="002E6353"/>
    <w:rsid w:val="002E693B"/>
    <w:rsid w:val="002E79A1"/>
    <w:rsid w:val="002F0D1F"/>
    <w:rsid w:val="002F1546"/>
    <w:rsid w:val="002F1C8F"/>
    <w:rsid w:val="002F1E9C"/>
    <w:rsid w:val="002F2BC3"/>
    <w:rsid w:val="002F2E22"/>
    <w:rsid w:val="002F3B33"/>
    <w:rsid w:val="002F425D"/>
    <w:rsid w:val="002F472A"/>
    <w:rsid w:val="002F57B7"/>
    <w:rsid w:val="002F6BEE"/>
    <w:rsid w:val="002F6FC0"/>
    <w:rsid w:val="002F71E3"/>
    <w:rsid w:val="002F74F4"/>
    <w:rsid w:val="002F7FC4"/>
    <w:rsid w:val="003003B0"/>
    <w:rsid w:val="003009BF"/>
    <w:rsid w:val="00301650"/>
    <w:rsid w:val="00301C31"/>
    <w:rsid w:val="0030228C"/>
    <w:rsid w:val="00302498"/>
    <w:rsid w:val="00302F2A"/>
    <w:rsid w:val="00302FA5"/>
    <w:rsid w:val="00302FFE"/>
    <w:rsid w:val="0030306C"/>
    <w:rsid w:val="003036A6"/>
    <w:rsid w:val="00303926"/>
    <w:rsid w:val="00304532"/>
    <w:rsid w:val="00304FDD"/>
    <w:rsid w:val="003052B2"/>
    <w:rsid w:val="0030669C"/>
    <w:rsid w:val="0030742A"/>
    <w:rsid w:val="00307928"/>
    <w:rsid w:val="003079B8"/>
    <w:rsid w:val="003103FC"/>
    <w:rsid w:val="00310D11"/>
    <w:rsid w:val="003122C9"/>
    <w:rsid w:val="003128DD"/>
    <w:rsid w:val="00312D43"/>
    <w:rsid w:val="0031307D"/>
    <w:rsid w:val="003131C9"/>
    <w:rsid w:val="00313573"/>
    <w:rsid w:val="0031388C"/>
    <w:rsid w:val="00313BB7"/>
    <w:rsid w:val="00313C7A"/>
    <w:rsid w:val="003144D1"/>
    <w:rsid w:val="003147B5"/>
    <w:rsid w:val="003147DC"/>
    <w:rsid w:val="00314AAA"/>
    <w:rsid w:val="003163AD"/>
    <w:rsid w:val="00316D72"/>
    <w:rsid w:val="00317855"/>
    <w:rsid w:val="0032064D"/>
    <w:rsid w:val="003218C7"/>
    <w:rsid w:val="00321EE4"/>
    <w:rsid w:val="0032207E"/>
    <w:rsid w:val="0032279D"/>
    <w:rsid w:val="00322966"/>
    <w:rsid w:val="0032368F"/>
    <w:rsid w:val="00323DAA"/>
    <w:rsid w:val="003242F9"/>
    <w:rsid w:val="00324EA7"/>
    <w:rsid w:val="00325CF0"/>
    <w:rsid w:val="003266A0"/>
    <w:rsid w:val="00326D37"/>
    <w:rsid w:val="00326DBC"/>
    <w:rsid w:val="00327D6F"/>
    <w:rsid w:val="003303ED"/>
    <w:rsid w:val="00330A3A"/>
    <w:rsid w:val="0033204A"/>
    <w:rsid w:val="00332278"/>
    <w:rsid w:val="00332475"/>
    <w:rsid w:val="0033337D"/>
    <w:rsid w:val="00333447"/>
    <w:rsid w:val="003339D2"/>
    <w:rsid w:val="0033463F"/>
    <w:rsid w:val="00334789"/>
    <w:rsid w:val="00335920"/>
    <w:rsid w:val="00335A21"/>
    <w:rsid w:val="00335DF5"/>
    <w:rsid w:val="00335E79"/>
    <w:rsid w:val="00336183"/>
    <w:rsid w:val="0033685C"/>
    <w:rsid w:val="00336EA1"/>
    <w:rsid w:val="00336EFF"/>
    <w:rsid w:val="003371E7"/>
    <w:rsid w:val="003377C4"/>
    <w:rsid w:val="00337A84"/>
    <w:rsid w:val="00337EE1"/>
    <w:rsid w:val="0034085A"/>
    <w:rsid w:val="00341B26"/>
    <w:rsid w:val="00341DF3"/>
    <w:rsid w:val="00342EFF"/>
    <w:rsid w:val="0034336F"/>
    <w:rsid w:val="003434A8"/>
    <w:rsid w:val="00343C43"/>
    <w:rsid w:val="0034468F"/>
    <w:rsid w:val="003448E9"/>
    <w:rsid w:val="00344BD3"/>
    <w:rsid w:val="0034532F"/>
    <w:rsid w:val="003456EF"/>
    <w:rsid w:val="00345945"/>
    <w:rsid w:val="00346503"/>
    <w:rsid w:val="0034651A"/>
    <w:rsid w:val="0034674A"/>
    <w:rsid w:val="00346AD7"/>
    <w:rsid w:val="00346B42"/>
    <w:rsid w:val="00347C0B"/>
    <w:rsid w:val="00350403"/>
    <w:rsid w:val="003513DD"/>
    <w:rsid w:val="00351DB2"/>
    <w:rsid w:val="003525FC"/>
    <w:rsid w:val="00353404"/>
    <w:rsid w:val="00353C18"/>
    <w:rsid w:val="00354E0D"/>
    <w:rsid w:val="00354E25"/>
    <w:rsid w:val="00354F8C"/>
    <w:rsid w:val="0035588D"/>
    <w:rsid w:val="0035595A"/>
    <w:rsid w:val="00355DC7"/>
    <w:rsid w:val="003567DD"/>
    <w:rsid w:val="00356BAA"/>
    <w:rsid w:val="0035704D"/>
    <w:rsid w:val="0035768C"/>
    <w:rsid w:val="0036010B"/>
    <w:rsid w:val="003608F4"/>
    <w:rsid w:val="00361280"/>
    <w:rsid w:val="00361595"/>
    <w:rsid w:val="0036195B"/>
    <w:rsid w:val="0036203F"/>
    <w:rsid w:val="003623E1"/>
    <w:rsid w:val="0036287E"/>
    <w:rsid w:val="00363FD5"/>
    <w:rsid w:val="003644BD"/>
    <w:rsid w:val="00364564"/>
    <w:rsid w:val="003648F4"/>
    <w:rsid w:val="00365746"/>
    <w:rsid w:val="0036691C"/>
    <w:rsid w:val="003678CD"/>
    <w:rsid w:val="00367A95"/>
    <w:rsid w:val="00371067"/>
    <w:rsid w:val="00371D8D"/>
    <w:rsid w:val="003724F1"/>
    <w:rsid w:val="003725EA"/>
    <w:rsid w:val="00372ADA"/>
    <w:rsid w:val="00373510"/>
    <w:rsid w:val="00373F41"/>
    <w:rsid w:val="003752D1"/>
    <w:rsid w:val="0037536B"/>
    <w:rsid w:val="00375C1D"/>
    <w:rsid w:val="0037617C"/>
    <w:rsid w:val="00376361"/>
    <w:rsid w:val="003766E1"/>
    <w:rsid w:val="00377D81"/>
    <w:rsid w:val="00377E28"/>
    <w:rsid w:val="00380039"/>
    <w:rsid w:val="003803BE"/>
    <w:rsid w:val="00380A68"/>
    <w:rsid w:val="00380B7E"/>
    <w:rsid w:val="00380F04"/>
    <w:rsid w:val="00382A5C"/>
    <w:rsid w:val="00382ED2"/>
    <w:rsid w:val="0038319B"/>
    <w:rsid w:val="003832F5"/>
    <w:rsid w:val="00383BD2"/>
    <w:rsid w:val="0038406A"/>
    <w:rsid w:val="003841B4"/>
    <w:rsid w:val="0038496A"/>
    <w:rsid w:val="00384C1F"/>
    <w:rsid w:val="00384D61"/>
    <w:rsid w:val="0038507F"/>
    <w:rsid w:val="00385238"/>
    <w:rsid w:val="00386C1E"/>
    <w:rsid w:val="00386CAF"/>
    <w:rsid w:val="00386DE8"/>
    <w:rsid w:val="003879A3"/>
    <w:rsid w:val="00390500"/>
    <w:rsid w:val="00390D80"/>
    <w:rsid w:val="00390DF9"/>
    <w:rsid w:val="00392EF7"/>
    <w:rsid w:val="00393383"/>
    <w:rsid w:val="00393D43"/>
    <w:rsid w:val="00393FF3"/>
    <w:rsid w:val="00394596"/>
    <w:rsid w:val="003959F6"/>
    <w:rsid w:val="00395EE8"/>
    <w:rsid w:val="00396B91"/>
    <w:rsid w:val="003971B4"/>
    <w:rsid w:val="003A06A7"/>
    <w:rsid w:val="003A08FB"/>
    <w:rsid w:val="003A0A99"/>
    <w:rsid w:val="003A1329"/>
    <w:rsid w:val="003A1655"/>
    <w:rsid w:val="003A1EF1"/>
    <w:rsid w:val="003A2A25"/>
    <w:rsid w:val="003A2B44"/>
    <w:rsid w:val="003A2C14"/>
    <w:rsid w:val="003A45E8"/>
    <w:rsid w:val="003A51C7"/>
    <w:rsid w:val="003A65B0"/>
    <w:rsid w:val="003A69CC"/>
    <w:rsid w:val="003A71A7"/>
    <w:rsid w:val="003A7487"/>
    <w:rsid w:val="003A7549"/>
    <w:rsid w:val="003A79A9"/>
    <w:rsid w:val="003A7A51"/>
    <w:rsid w:val="003B00C6"/>
    <w:rsid w:val="003B046D"/>
    <w:rsid w:val="003B1810"/>
    <w:rsid w:val="003B1F9E"/>
    <w:rsid w:val="003B213C"/>
    <w:rsid w:val="003B21C4"/>
    <w:rsid w:val="003B3C82"/>
    <w:rsid w:val="003B4336"/>
    <w:rsid w:val="003B4CF3"/>
    <w:rsid w:val="003B5233"/>
    <w:rsid w:val="003B56F3"/>
    <w:rsid w:val="003B5EA0"/>
    <w:rsid w:val="003B6CFC"/>
    <w:rsid w:val="003B7841"/>
    <w:rsid w:val="003C03BE"/>
    <w:rsid w:val="003C0834"/>
    <w:rsid w:val="003C09FF"/>
    <w:rsid w:val="003C18ED"/>
    <w:rsid w:val="003C1DC3"/>
    <w:rsid w:val="003C233F"/>
    <w:rsid w:val="003C367C"/>
    <w:rsid w:val="003C3E8E"/>
    <w:rsid w:val="003C41D1"/>
    <w:rsid w:val="003C4409"/>
    <w:rsid w:val="003C4FAD"/>
    <w:rsid w:val="003C547A"/>
    <w:rsid w:val="003C5A1F"/>
    <w:rsid w:val="003C714B"/>
    <w:rsid w:val="003C723A"/>
    <w:rsid w:val="003D00F9"/>
    <w:rsid w:val="003D0784"/>
    <w:rsid w:val="003D1F66"/>
    <w:rsid w:val="003D276A"/>
    <w:rsid w:val="003D2CDF"/>
    <w:rsid w:val="003D2D6A"/>
    <w:rsid w:val="003D3040"/>
    <w:rsid w:val="003D560D"/>
    <w:rsid w:val="003D6012"/>
    <w:rsid w:val="003D6515"/>
    <w:rsid w:val="003D6919"/>
    <w:rsid w:val="003D6E04"/>
    <w:rsid w:val="003D6E40"/>
    <w:rsid w:val="003D6F05"/>
    <w:rsid w:val="003D70D9"/>
    <w:rsid w:val="003D724F"/>
    <w:rsid w:val="003D747E"/>
    <w:rsid w:val="003D7EF3"/>
    <w:rsid w:val="003E0850"/>
    <w:rsid w:val="003E18C5"/>
    <w:rsid w:val="003E1A29"/>
    <w:rsid w:val="003E1C6C"/>
    <w:rsid w:val="003E2B4F"/>
    <w:rsid w:val="003E33A3"/>
    <w:rsid w:val="003E3979"/>
    <w:rsid w:val="003E409B"/>
    <w:rsid w:val="003E5928"/>
    <w:rsid w:val="003E6D30"/>
    <w:rsid w:val="003E6D9B"/>
    <w:rsid w:val="003E6E85"/>
    <w:rsid w:val="003E7664"/>
    <w:rsid w:val="003E7E89"/>
    <w:rsid w:val="003F0653"/>
    <w:rsid w:val="003F0B02"/>
    <w:rsid w:val="003F12CF"/>
    <w:rsid w:val="003F13F4"/>
    <w:rsid w:val="003F175C"/>
    <w:rsid w:val="003F18BC"/>
    <w:rsid w:val="003F214B"/>
    <w:rsid w:val="003F252E"/>
    <w:rsid w:val="003F2CED"/>
    <w:rsid w:val="003F3058"/>
    <w:rsid w:val="003F3549"/>
    <w:rsid w:val="003F361A"/>
    <w:rsid w:val="003F3793"/>
    <w:rsid w:val="003F4261"/>
    <w:rsid w:val="003F4B32"/>
    <w:rsid w:val="003F4BEF"/>
    <w:rsid w:val="003F4CDC"/>
    <w:rsid w:val="003F4F30"/>
    <w:rsid w:val="003F5B18"/>
    <w:rsid w:val="003F6BC6"/>
    <w:rsid w:val="003F70BD"/>
    <w:rsid w:val="003F78C1"/>
    <w:rsid w:val="003F7BBB"/>
    <w:rsid w:val="003F7E4F"/>
    <w:rsid w:val="0040012E"/>
    <w:rsid w:val="0040096A"/>
    <w:rsid w:val="00400BAF"/>
    <w:rsid w:val="00400D70"/>
    <w:rsid w:val="00401502"/>
    <w:rsid w:val="00401CF9"/>
    <w:rsid w:val="004021EF"/>
    <w:rsid w:val="00402372"/>
    <w:rsid w:val="004043F2"/>
    <w:rsid w:val="0040464E"/>
    <w:rsid w:val="00404AFD"/>
    <w:rsid w:val="00406C0F"/>
    <w:rsid w:val="00407291"/>
    <w:rsid w:val="00407B82"/>
    <w:rsid w:val="004105AB"/>
    <w:rsid w:val="0041134E"/>
    <w:rsid w:val="00411D77"/>
    <w:rsid w:val="004136A3"/>
    <w:rsid w:val="0041747D"/>
    <w:rsid w:val="004174BC"/>
    <w:rsid w:val="004200D2"/>
    <w:rsid w:val="0042070C"/>
    <w:rsid w:val="004210BF"/>
    <w:rsid w:val="0042177E"/>
    <w:rsid w:val="00423697"/>
    <w:rsid w:val="00424D0B"/>
    <w:rsid w:val="0042571E"/>
    <w:rsid w:val="004276CE"/>
    <w:rsid w:val="004303D5"/>
    <w:rsid w:val="0043182A"/>
    <w:rsid w:val="00431F5A"/>
    <w:rsid w:val="004320FB"/>
    <w:rsid w:val="00432D9E"/>
    <w:rsid w:val="00432F77"/>
    <w:rsid w:val="00433112"/>
    <w:rsid w:val="00433690"/>
    <w:rsid w:val="0043378C"/>
    <w:rsid w:val="004358A7"/>
    <w:rsid w:val="00435DD3"/>
    <w:rsid w:val="004379E8"/>
    <w:rsid w:val="00440DCE"/>
    <w:rsid w:val="00441ABB"/>
    <w:rsid w:val="00442276"/>
    <w:rsid w:val="00442BBD"/>
    <w:rsid w:val="00442C2D"/>
    <w:rsid w:val="00443764"/>
    <w:rsid w:val="00443A98"/>
    <w:rsid w:val="00444153"/>
    <w:rsid w:val="00444A18"/>
    <w:rsid w:val="00444E11"/>
    <w:rsid w:val="004453E4"/>
    <w:rsid w:val="00445522"/>
    <w:rsid w:val="004455C1"/>
    <w:rsid w:val="00445D80"/>
    <w:rsid w:val="00446296"/>
    <w:rsid w:val="00446A73"/>
    <w:rsid w:val="004474E8"/>
    <w:rsid w:val="00447DF4"/>
    <w:rsid w:val="004502F1"/>
    <w:rsid w:val="00450347"/>
    <w:rsid w:val="00450554"/>
    <w:rsid w:val="004510A1"/>
    <w:rsid w:val="0045119D"/>
    <w:rsid w:val="00451736"/>
    <w:rsid w:val="0045183C"/>
    <w:rsid w:val="00451CDF"/>
    <w:rsid w:val="00451E08"/>
    <w:rsid w:val="00452110"/>
    <w:rsid w:val="00454E97"/>
    <w:rsid w:val="004553BB"/>
    <w:rsid w:val="00455BC2"/>
    <w:rsid w:val="004562AE"/>
    <w:rsid w:val="00456317"/>
    <w:rsid w:val="00456D63"/>
    <w:rsid w:val="00456F8C"/>
    <w:rsid w:val="00457E30"/>
    <w:rsid w:val="00460464"/>
    <w:rsid w:val="00460926"/>
    <w:rsid w:val="00460A64"/>
    <w:rsid w:val="00461667"/>
    <w:rsid w:val="004619AB"/>
    <w:rsid w:val="004622F6"/>
    <w:rsid w:val="0046260E"/>
    <w:rsid w:val="00462831"/>
    <w:rsid w:val="00462CF5"/>
    <w:rsid w:val="00462D4C"/>
    <w:rsid w:val="00463188"/>
    <w:rsid w:val="00463D4C"/>
    <w:rsid w:val="00464E71"/>
    <w:rsid w:val="0046513E"/>
    <w:rsid w:val="00465C7B"/>
    <w:rsid w:val="0046600E"/>
    <w:rsid w:val="0046747C"/>
    <w:rsid w:val="0046790C"/>
    <w:rsid w:val="004703D6"/>
    <w:rsid w:val="004705DB"/>
    <w:rsid w:val="00470B08"/>
    <w:rsid w:val="00471B66"/>
    <w:rsid w:val="00472233"/>
    <w:rsid w:val="004723F0"/>
    <w:rsid w:val="004726B2"/>
    <w:rsid w:val="00472B1A"/>
    <w:rsid w:val="00473FEE"/>
    <w:rsid w:val="00474AC7"/>
    <w:rsid w:val="004760C2"/>
    <w:rsid w:val="00477CD5"/>
    <w:rsid w:val="00477D8E"/>
    <w:rsid w:val="00480BCA"/>
    <w:rsid w:val="00480C5A"/>
    <w:rsid w:val="004818D4"/>
    <w:rsid w:val="004824BB"/>
    <w:rsid w:val="00482FD9"/>
    <w:rsid w:val="00483235"/>
    <w:rsid w:val="00483915"/>
    <w:rsid w:val="00483DB0"/>
    <w:rsid w:val="00483E01"/>
    <w:rsid w:val="0048412C"/>
    <w:rsid w:val="004851C5"/>
    <w:rsid w:val="004860F1"/>
    <w:rsid w:val="00486121"/>
    <w:rsid w:val="00486902"/>
    <w:rsid w:val="004869EE"/>
    <w:rsid w:val="0048758D"/>
    <w:rsid w:val="00487B36"/>
    <w:rsid w:val="00490AB7"/>
    <w:rsid w:val="00490F06"/>
    <w:rsid w:val="00491C0B"/>
    <w:rsid w:val="00491F5B"/>
    <w:rsid w:val="00493232"/>
    <w:rsid w:val="00494184"/>
    <w:rsid w:val="00494185"/>
    <w:rsid w:val="004942C7"/>
    <w:rsid w:val="00494397"/>
    <w:rsid w:val="004948A5"/>
    <w:rsid w:val="004950FD"/>
    <w:rsid w:val="004953DC"/>
    <w:rsid w:val="004953DF"/>
    <w:rsid w:val="00496245"/>
    <w:rsid w:val="004972AC"/>
    <w:rsid w:val="004A03CA"/>
    <w:rsid w:val="004A0AB9"/>
    <w:rsid w:val="004A16AE"/>
    <w:rsid w:val="004A1B50"/>
    <w:rsid w:val="004A2689"/>
    <w:rsid w:val="004A2772"/>
    <w:rsid w:val="004A29AD"/>
    <w:rsid w:val="004A2AF9"/>
    <w:rsid w:val="004A2CAD"/>
    <w:rsid w:val="004A2D26"/>
    <w:rsid w:val="004A3C60"/>
    <w:rsid w:val="004A447B"/>
    <w:rsid w:val="004A45E2"/>
    <w:rsid w:val="004A4A12"/>
    <w:rsid w:val="004A4D0A"/>
    <w:rsid w:val="004A56EA"/>
    <w:rsid w:val="004A58F8"/>
    <w:rsid w:val="004A5B23"/>
    <w:rsid w:val="004A5D8A"/>
    <w:rsid w:val="004A6EDB"/>
    <w:rsid w:val="004A75A9"/>
    <w:rsid w:val="004A7E6D"/>
    <w:rsid w:val="004A7F0D"/>
    <w:rsid w:val="004B115B"/>
    <w:rsid w:val="004B1F3B"/>
    <w:rsid w:val="004B20A2"/>
    <w:rsid w:val="004B2126"/>
    <w:rsid w:val="004B2484"/>
    <w:rsid w:val="004B288C"/>
    <w:rsid w:val="004B2D69"/>
    <w:rsid w:val="004B306C"/>
    <w:rsid w:val="004B316B"/>
    <w:rsid w:val="004B392D"/>
    <w:rsid w:val="004B3936"/>
    <w:rsid w:val="004B4610"/>
    <w:rsid w:val="004B5773"/>
    <w:rsid w:val="004B5F2E"/>
    <w:rsid w:val="004B5F9E"/>
    <w:rsid w:val="004B6B2B"/>
    <w:rsid w:val="004B6B76"/>
    <w:rsid w:val="004B7334"/>
    <w:rsid w:val="004C0311"/>
    <w:rsid w:val="004C0A59"/>
    <w:rsid w:val="004C18EB"/>
    <w:rsid w:val="004C33F1"/>
    <w:rsid w:val="004C3D6F"/>
    <w:rsid w:val="004C3D98"/>
    <w:rsid w:val="004C3DAC"/>
    <w:rsid w:val="004C3E92"/>
    <w:rsid w:val="004C44A7"/>
    <w:rsid w:val="004C4561"/>
    <w:rsid w:val="004C5523"/>
    <w:rsid w:val="004C5DDF"/>
    <w:rsid w:val="004C5E4C"/>
    <w:rsid w:val="004C633C"/>
    <w:rsid w:val="004C6386"/>
    <w:rsid w:val="004C74F9"/>
    <w:rsid w:val="004C761F"/>
    <w:rsid w:val="004D0273"/>
    <w:rsid w:val="004D0B30"/>
    <w:rsid w:val="004D14CC"/>
    <w:rsid w:val="004D1792"/>
    <w:rsid w:val="004D1D02"/>
    <w:rsid w:val="004D1D65"/>
    <w:rsid w:val="004D3137"/>
    <w:rsid w:val="004D314A"/>
    <w:rsid w:val="004D3CD2"/>
    <w:rsid w:val="004D42FB"/>
    <w:rsid w:val="004D47CC"/>
    <w:rsid w:val="004D4D51"/>
    <w:rsid w:val="004D4DBF"/>
    <w:rsid w:val="004D4DE9"/>
    <w:rsid w:val="004D56B0"/>
    <w:rsid w:val="004D5B76"/>
    <w:rsid w:val="004D5E80"/>
    <w:rsid w:val="004D6FDD"/>
    <w:rsid w:val="004D72F2"/>
    <w:rsid w:val="004D79BF"/>
    <w:rsid w:val="004D7CFF"/>
    <w:rsid w:val="004E0683"/>
    <w:rsid w:val="004E0B87"/>
    <w:rsid w:val="004E1063"/>
    <w:rsid w:val="004E11A5"/>
    <w:rsid w:val="004E124B"/>
    <w:rsid w:val="004E23B9"/>
    <w:rsid w:val="004E314D"/>
    <w:rsid w:val="004E32BE"/>
    <w:rsid w:val="004E3930"/>
    <w:rsid w:val="004E43BB"/>
    <w:rsid w:val="004E5017"/>
    <w:rsid w:val="004E51A1"/>
    <w:rsid w:val="004E522E"/>
    <w:rsid w:val="004E550D"/>
    <w:rsid w:val="004E5A4A"/>
    <w:rsid w:val="004E5B4F"/>
    <w:rsid w:val="004E5BC0"/>
    <w:rsid w:val="004E5F27"/>
    <w:rsid w:val="004E685B"/>
    <w:rsid w:val="004E7CC9"/>
    <w:rsid w:val="004F1288"/>
    <w:rsid w:val="004F1C77"/>
    <w:rsid w:val="004F1CA2"/>
    <w:rsid w:val="004F22C0"/>
    <w:rsid w:val="004F2604"/>
    <w:rsid w:val="004F2697"/>
    <w:rsid w:val="004F27D5"/>
    <w:rsid w:val="004F29B4"/>
    <w:rsid w:val="004F29EA"/>
    <w:rsid w:val="004F2DC7"/>
    <w:rsid w:val="004F3820"/>
    <w:rsid w:val="004F43A3"/>
    <w:rsid w:val="004F457D"/>
    <w:rsid w:val="004F5DAE"/>
    <w:rsid w:val="004F5F6B"/>
    <w:rsid w:val="004F6488"/>
    <w:rsid w:val="004F69AA"/>
    <w:rsid w:val="004F7143"/>
    <w:rsid w:val="004F7169"/>
    <w:rsid w:val="004F74B7"/>
    <w:rsid w:val="004F7BB6"/>
    <w:rsid w:val="00500050"/>
    <w:rsid w:val="00500148"/>
    <w:rsid w:val="00500209"/>
    <w:rsid w:val="00500260"/>
    <w:rsid w:val="0050078C"/>
    <w:rsid w:val="0050095D"/>
    <w:rsid w:val="00500B80"/>
    <w:rsid w:val="00500BF1"/>
    <w:rsid w:val="00500CB0"/>
    <w:rsid w:val="00500CE5"/>
    <w:rsid w:val="005010F2"/>
    <w:rsid w:val="00501433"/>
    <w:rsid w:val="005017B0"/>
    <w:rsid w:val="005018A9"/>
    <w:rsid w:val="00501E85"/>
    <w:rsid w:val="00502595"/>
    <w:rsid w:val="00502B6E"/>
    <w:rsid w:val="00502EBE"/>
    <w:rsid w:val="00503678"/>
    <w:rsid w:val="005036CA"/>
    <w:rsid w:val="005038F8"/>
    <w:rsid w:val="00503F81"/>
    <w:rsid w:val="005043AD"/>
    <w:rsid w:val="005043C7"/>
    <w:rsid w:val="00505044"/>
    <w:rsid w:val="00505C0A"/>
    <w:rsid w:val="00505DDE"/>
    <w:rsid w:val="00506394"/>
    <w:rsid w:val="00507A07"/>
    <w:rsid w:val="00507CE7"/>
    <w:rsid w:val="005100CD"/>
    <w:rsid w:val="005109D5"/>
    <w:rsid w:val="005110AE"/>
    <w:rsid w:val="00511306"/>
    <w:rsid w:val="00511429"/>
    <w:rsid w:val="0051183B"/>
    <w:rsid w:val="00511995"/>
    <w:rsid w:val="00511AC2"/>
    <w:rsid w:val="005123B1"/>
    <w:rsid w:val="00512ABE"/>
    <w:rsid w:val="0051312B"/>
    <w:rsid w:val="00513FB4"/>
    <w:rsid w:val="005143F2"/>
    <w:rsid w:val="00515C04"/>
    <w:rsid w:val="005168DE"/>
    <w:rsid w:val="005170FD"/>
    <w:rsid w:val="005171F4"/>
    <w:rsid w:val="005175E5"/>
    <w:rsid w:val="00517AE0"/>
    <w:rsid w:val="005200E7"/>
    <w:rsid w:val="0052037B"/>
    <w:rsid w:val="00520584"/>
    <w:rsid w:val="005217C2"/>
    <w:rsid w:val="0052203A"/>
    <w:rsid w:val="00522F45"/>
    <w:rsid w:val="00523656"/>
    <w:rsid w:val="0052384F"/>
    <w:rsid w:val="00524063"/>
    <w:rsid w:val="0052459D"/>
    <w:rsid w:val="0052491F"/>
    <w:rsid w:val="00524DDD"/>
    <w:rsid w:val="00525A95"/>
    <w:rsid w:val="00525EB7"/>
    <w:rsid w:val="0052693B"/>
    <w:rsid w:val="005276C9"/>
    <w:rsid w:val="00527A7B"/>
    <w:rsid w:val="00527D4F"/>
    <w:rsid w:val="005310EC"/>
    <w:rsid w:val="00531528"/>
    <w:rsid w:val="00532621"/>
    <w:rsid w:val="00532E24"/>
    <w:rsid w:val="0053357C"/>
    <w:rsid w:val="00533BBA"/>
    <w:rsid w:val="00534EF2"/>
    <w:rsid w:val="00535169"/>
    <w:rsid w:val="00535BDC"/>
    <w:rsid w:val="00535CF4"/>
    <w:rsid w:val="00536437"/>
    <w:rsid w:val="00536686"/>
    <w:rsid w:val="005375E8"/>
    <w:rsid w:val="00540435"/>
    <w:rsid w:val="0054074E"/>
    <w:rsid w:val="00540F71"/>
    <w:rsid w:val="005412CB"/>
    <w:rsid w:val="0054135F"/>
    <w:rsid w:val="005418A6"/>
    <w:rsid w:val="00541A0D"/>
    <w:rsid w:val="00541CDF"/>
    <w:rsid w:val="0054207F"/>
    <w:rsid w:val="0054310F"/>
    <w:rsid w:val="0054358C"/>
    <w:rsid w:val="005438B2"/>
    <w:rsid w:val="0054496A"/>
    <w:rsid w:val="00544F11"/>
    <w:rsid w:val="0054516D"/>
    <w:rsid w:val="00546173"/>
    <w:rsid w:val="00546B59"/>
    <w:rsid w:val="00546DAD"/>
    <w:rsid w:val="00547C1F"/>
    <w:rsid w:val="00547FF4"/>
    <w:rsid w:val="00550911"/>
    <w:rsid w:val="00550FD2"/>
    <w:rsid w:val="00551356"/>
    <w:rsid w:val="0055205B"/>
    <w:rsid w:val="005535B1"/>
    <w:rsid w:val="00553A57"/>
    <w:rsid w:val="00553B2F"/>
    <w:rsid w:val="0055442A"/>
    <w:rsid w:val="00554661"/>
    <w:rsid w:val="00554CFF"/>
    <w:rsid w:val="0055649E"/>
    <w:rsid w:val="00556B8A"/>
    <w:rsid w:val="00557F53"/>
    <w:rsid w:val="00560849"/>
    <w:rsid w:val="00560E64"/>
    <w:rsid w:val="00561AA5"/>
    <w:rsid w:val="00561E59"/>
    <w:rsid w:val="005620DD"/>
    <w:rsid w:val="005637E1"/>
    <w:rsid w:val="005640DF"/>
    <w:rsid w:val="005656EC"/>
    <w:rsid w:val="00565837"/>
    <w:rsid w:val="00566587"/>
    <w:rsid w:val="005673C2"/>
    <w:rsid w:val="0057061F"/>
    <w:rsid w:val="005707FE"/>
    <w:rsid w:val="00570CC7"/>
    <w:rsid w:val="00571320"/>
    <w:rsid w:val="00571A63"/>
    <w:rsid w:val="00571AE8"/>
    <w:rsid w:val="005720F1"/>
    <w:rsid w:val="00572EB9"/>
    <w:rsid w:val="00573620"/>
    <w:rsid w:val="00574788"/>
    <w:rsid w:val="0057518B"/>
    <w:rsid w:val="00575223"/>
    <w:rsid w:val="0057573F"/>
    <w:rsid w:val="005760B2"/>
    <w:rsid w:val="005761F9"/>
    <w:rsid w:val="00576214"/>
    <w:rsid w:val="00576A60"/>
    <w:rsid w:val="00576BAD"/>
    <w:rsid w:val="00576F3C"/>
    <w:rsid w:val="00577389"/>
    <w:rsid w:val="00577925"/>
    <w:rsid w:val="00580BA2"/>
    <w:rsid w:val="00582081"/>
    <w:rsid w:val="005822A4"/>
    <w:rsid w:val="0058247D"/>
    <w:rsid w:val="0058289D"/>
    <w:rsid w:val="005830AA"/>
    <w:rsid w:val="00583341"/>
    <w:rsid w:val="0058365F"/>
    <w:rsid w:val="005836FB"/>
    <w:rsid w:val="0058426F"/>
    <w:rsid w:val="0058441B"/>
    <w:rsid w:val="00584565"/>
    <w:rsid w:val="0058486C"/>
    <w:rsid w:val="0058487F"/>
    <w:rsid w:val="00584990"/>
    <w:rsid w:val="00585050"/>
    <w:rsid w:val="00585F39"/>
    <w:rsid w:val="00586BEE"/>
    <w:rsid w:val="005871C0"/>
    <w:rsid w:val="00590029"/>
    <w:rsid w:val="00590534"/>
    <w:rsid w:val="00590E62"/>
    <w:rsid w:val="00591B11"/>
    <w:rsid w:val="005936F7"/>
    <w:rsid w:val="00593B02"/>
    <w:rsid w:val="00594587"/>
    <w:rsid w:val="0059479F"/>
    <w:rsid w:val="00595855"/>
    <w:rsid w:val="00595CA3"/>
    <w:rsid w:val="00595DC2"/>
    <w:rsid w:val="00595E4D"/>
    <w:rsid w:val="0059612F"/>
    <w:rsid w:val="005965F9"/>
    <w:rsid w:val="00596807"/>
    <w:rsid w:val="0059723F"/>
    <w:rsid w:val="005972F7"/>
    <w:rsid w:val="00597A46"/>
    <w:rsid w:val="005A057E"/>
    <w:rsid w:val="005A05A3"/>
    <w:rsid w:val="005A0700"/>
    <w:rsid w:val="005A08C4"/>
    <w:rsid w:val="005A0E96"/>
    <w:rsid w:val="005A152B"/>
    <w:rsid w:val="005A1B84"/>
    <w:rsid w:val="005A28D0"/>
    <w:rsid w:val="005A388E"/>
    <w:rsid w:val="005A3951"/>
    <w:rsid w:val="005A398F"/>
    <w:rsid w:val="005A4419"/>
    <w:rsid w:val="005A47A8"/>
    <w:rsid w:val="005A4C0B"/>
    <w:rsid w:val="005A4C80"/>
    <w:rsid w:val="005A501A"/>
    <w:rsid w:val="005A51F7"/>
    <w:rsid w:val="005A6171"/>
    <w:rsid w:val="005A65D9"/>
    <w:rsid w:val="005A7222"/>
    <w:rsid w:val="005A727B"/>
    <w:rsid w:val="005A7E6F"/>
    <w:rsid w:val="005A7F9C"/>
    <w:rsid w:val="005B0037"/>
    <w:rsid w:val="005B10AD"/>
    <w:rsid w:val="005B13C7"/>
    <w:rsid w:val="005B1FA9"/>
    <w:rsid w:val="005B23E2"/>
    <w:rsid w:val="005B24C6"/>
    <w:rsid w:val="005B2D1D"/>
    <w:rsid w:val="005B36E2"/>
    <w:rsid w:val="005B39E3"/>
    <w:rsid w:val="005B51FE"/>
    <w:rsid w:val="005B5449"/>
    <w:rsid w:val="005B7649"/>
    <w:rsid w:val="005B7888"/>
    <w:rsid w:val="005B7B8A"/>
    <w:rsid w:val="005B7F91"/>
    <w:rsid w:val="005C0096"/>
    <w:rsid w:val="005C152C"/>
    <w:rsid w:val="005C213A"/>
    <w:rsid w:val="005C24BB"/>
    <w:rsid w:val="005C2706"/>
    <w:rsid w:val="005C2AAE"/>
    <w:rsid w:val="005C2B02"/>
    <w:rsid w:val="005C2B25"/>
    <w:rsid w:val="005C2E16"/>
    <w:rsid w:val="005C2E31"/>
    <w:rsid w:val="005C2F41"/>
    <w:rsid w:val="005C3997"/>
    <w:rsid w:val="005C4225"/>
    <w:rsid w:val="005C4326"/>
    <w:rsid w:val="005C4856"/>
    <w:rsid w:val="005C558E"/>
    <w:rsid w:val="005C7044"/>
    <w:rsid w:val="005C7526"/>
    <w:rsid w:val="005D06CC"/>
    <w:rsid w:val="005D0F0D"/>
    <w:rsid w:val="005D0FAC"/>
    <w:rsid w:val="005D10F3"/>
    <w:rsid w:val="005D1C73"/>
    <w:rsid w:val="005D1EA4"/>
    <w:rsid w:val="005D1FCA"/>
    <w:rsid w:val="005D2204"/>
    <w:rsid w:val="005D223C"/>
    <w:rsid w:val="005D2A1A"/>
    <w:rsid w:val="005D32E1"/>
    <w:rsid w:val="005D34C3"/>
    <w:rsid w:val="005D354C"/>
    <w:rsid w:val="005D35A5"/>
    <w:rsid w:val="005D3EF0"/>
    <w:rsid w:val="005D4042"/>
    <w:rsid w:val="005D465E"/>
    <w:rsid w:val="005D474B"/>
    <w:rsid w:val="005D504E"/>
    <w:rsid w:val="005D5DAC"/>
    <w:rsid w:val="005D67D6"/>
    <w:rsid w:val="005D6D6D"/>
    <w:rsid w:val="005D6E85"/>
    <w:rsid w:val="005D7AEA"/>
    <w:rsid w:val="005D7EFF"/>
    <w:rsid w:val="005E02E3"/>
    <w:rsid w:val="005E0396"/>
    <w:rsid w:val="005E0433"/>
    <w:rsid w:val="005E0F3E"/>
    <w:rsid w:val="005E173A"/>
    <w:rsid w:val="005E1B29"/>
    <w:rsid w:val="005E2187"/>
    <w:rsid w:val="005E2BE9"/>
    <w:rsid w:val="005E31E4"/>
    <w:rsid w:val="005E436A"/>
    <w:rsid w:val="005E4B3E"/>
    <w:rsid w:val="005E4DF7"/>
    <w:rsid w:val="005E4EC4"/>
    <w:rsid w:val="005E5245"/>
    <w:rsid w:val="005E78C1"/>
    <w:rsid w:val="005F16C0"/>
    <w:rsid w:val="005F2B8B"/>
    <w:rsid w:val="005F33BA"/>
    <w:rsid w:val="005F369F"/>
    <w:rsid w:val="005F39EC"/>
    <w:rsid w:val="005F3AD5"/>
    <w:rsid w:val="005F3C32"/>
    <w:rsid w:val="005F3E56"/>
    <w:rsid w:val="005F43AF"/>
    <w:rsid w:val="005F5A47"/>
    <w:rsid w:val="005F5B4A"/>
    <w:rsid w:val="005F5DB9"/>
    <w:rsid w:val="005F618C"/>
    <w:rsid w:val="005F69AB"/>
    <w:rsid w:val="005F6AC4"/>
    <w:rsid w:val="005F6CDC"/>
    <w:rsid w:val="005F6FF7"/>
    <w:rsid w:val="005F772A"/>
    <w:rsid w:val="005F7F1D"/>
    <w:rsid w:val="00600207"/>
    <w:rsid w:val="00600681"/>
    <w:rsid w:val="00601146"/>
    <w:rsid w:val="006018E4"/>
    <w:rsid w:val="00601F1C"/>
    <w:rsid w:val="00602DAA"/>
    <w:rsid w:val="00602EFE"/>
    <w:rsid w:val="0060304C"/>
    <w:rsid w:val="0060313C"/>
    <w:rsid w:val="006034B3"/>
    <w:rsid w:val="00603796"/>
    <w:rsid w:val="00603926"/>
    <w:rsid w:val="00603F53"/>
    <w:rsid w:val="00605D03"/>
    <w:rsid w:val="00605ED0"/>
    <w:rsid w:val="006066F1"/>
    <w:rsid w:val="006100BC"/>
    <w:rsid w:val="00611C37"/>
    <w:rsid w:val="00611CCB"/>
    <w:rsid w:val="006128E9"/>
    <w:rsid w:val="00612F97"/>
    <w:rsid w:val="006137CC"/>
    <w:rsid w:val="00613909"/>
    <w:rsid w:val="00613F74"/>
    <w:rsid w:val="00614152"/>
    <w:rsid w:val="00614688"/>
    <w:rsid w:val="00614AD4"/>
    <w:rsid w:val="00614C73"/>
    <w:rsid w:val="006154F5"/>
    <w:rsid w:val="00615C05"/>
    <w:rsid w:val="00616229"/>
    <w:rsid w:val="00616525"/>
    <w:rsid w:val="006168DA"/>
    <w:rsid w:val="0061757B"/>
    <w:rsid w:val="006179E2"/>
    <w:rsid w:val="00620204"/>
    <w:rsid w:val="00620454"/>
    <w:rsid w:val="00620883"/>
    <w:rsid w:val="0062089E"/>
    <w:rsid w:val="00621A12"/>
    <w:rsid w:val="00623E35"/>
    <w:rsid w:val="00623EFD"/>
    <w:rsid w:val="00624880"/>
    <w:rsid w:val="00624972"/>
    <w:rsid w:val="00625F49"/>
    <w:rsid w:val="006265BF"/>
    <w:rsid w:val="0062660C"/>
    <w:rsid w:val="00627F8A"/>
    <w:rsid w:val="00630002"/>
    <w:rsid w:val="00630D2E"/>
    <w:rsid w:val="00631C56"/>
    <w:rsid w:val="006321E4"/>
    <w:rsid w:val="00632215"/>
    <w:rsid w:val="006327A2"/>
    <w:rsid w:val="00632814"/>
    <w:rsid w:val="0063302C"/>
    <w:rsid w:val="00634B88"/>
    <w:rsid w:val="00635961"/>
    <w:rsid w:val="00635AC9"/>
    <w:rsid w:val="00636412"/>
    <w:rsid w:val="00636B64"/>
    <w:rsid w:val="00636EAE"/>
    <w:rsid w:val="00637086"/>
    <w:rsid w:val="00637496"/>
    <w:rsid w:val="006375C3"/>
    <w:rsid w:val="0063760C"/>
    <w:rsid w:val="006376C2"/>
    <w:rsid w:val="006379B9"/>
    <w:rsid w:val="00637A3B"/>
    <w:rsid w:val="00640292"/>
    <w:rsid w:val="00641000"/>
    <w:rsid w:val="00642036"/>
    <w:rsid w:val="006423A2"/>
    <w:rsid w:val="00643267"/>
    <w:rsid w:val="00643D09"/>
    <w:rsid w:val="00644F92"/>
    <w:rsid w:val="00644FE1"/>
    <w:rsid w:val="00646514"/>
    <w:rsid w:val="00646A44"/>
    <w:rsid w:val="006504C8"/>
    <w:rsid w:val="006514D1"/>
    <w:rsid w:val="0065169A"/>
    <w:rsid w:val="00652834"/>
    <w:rsid w:val="00652AF5"/>
    <w:rsid w:val="00653B9A"/>
    <w:rsid w:val="00655352"/>
    <w:rsid w:val="006558F4"/>
    <w:rsid w:val="00655A68"/>
    <w:rsid w:val="00656186"/>
    <w:rsid w:val="00656755"/>
    <w:rsid w:val="00657353"/>
    <w:rsid w:val="00657475"/>
    <w:rsid w:val="006577C7"/>
    <w:rsid w:val="00660C4D"/>
    <w:rsid w:val="00660EB8"/>
    <w:rsid w:val="006618CF"/>
    <w:rsid w:val="00661B39"/>
    <w:rsid w:val="00661BFB"/>
    <w:rsid w:val="00661EF7"/>
    <w:rsid w:val="0066237F"/>
    <w:rsid w:val="00663112"/>
    <w:rsid w:val="006635AA"/>
    <w:rsid w:val="00663B11"/>
    <w:rsid w:val="006640C4"/>
    <w:rsid w:val="00665241"/>
    <w:rsid w:val="00666328"/>
    <w:rsid w:val="006679DD"/>
    <w:rsid w:val="00667D70"/>
    <w:rsid w:val="00667E9A"/>
    <w:rsid w:val="0067011A"/>
    <w:rsid w:val="0067028D"/>
    <w:rsid w:val="006707DA"/>
    <w:rsid w:val="006710EF"/>
    <w:rsid w:val="00671EB0"/>
    <w:rsid w:val="00672140"/>
    <w:rsid w:val="00673213"/>
    <w:rsid w:val="00674060"/>
    <w:rsid w:val="0067424D"/>
    <w:rsid w:val="00674AFA"/>
    <w:rsid w:val="006751EB"/>
    <w:rsid w:val="0067522B"/>
    <w:rsid w:val="00675702"/>
    <w:rsid w:val="006765DB"/>
    <w:rsid w:val="006800A5"/>
    <w:rsid w:val="006805AD"/>
    <w:rsid w:val="00680AC4"/>
    <w:rsid w:val="00681749"/>
    <w:rsid w:val="0068243E"/>
    <w:rsid w:val="006828BD"/>
    <w:rsid w:val="00682A33"/>
    <w:rsid w:val="00682A85"/>
    <w:rsid w:val="0068372C"/>
    <w:rsid w:val="00683B0E"/>
    <w:rsid w:val="00683B7B"/>
    <w:rsid w:val="00684126"/>
    <w:rsid w:val="006845BC"/>
    <w:rsid w:val="006846D0"/>
    <w:rsid w:val="00684712"/>
    <w:rsid w:val="00684EE6"/>
    <w:rsid w:val="0068504C"/>
    <w:rsid w:val="00685C51"/>
    <w:rsid w:val="006864A1"/>
    <w:rsid w:val="006866F6"/>
    <w:rsid w:val="006867E7"/>
    <w:rsid w:val="006868CD"/>
    <w:rsid w:val="006869C8"/>
    <w:rsid w:val="00686BA9"/>
    <w:rsid w:val="006903D7"/>
    <w:rsid w:val="00690EAD"/>
    <w:rsid w:val="00691B58"/>
    <w:rsid w:val="00691FFB"/>
    <w:rsid w:val="00693EC3"/>
    <w:rsid w:val="006942BD"/>
    <w:rsid w:val="006943A2"/>
    <w:rsid w:val="0069449C"/>
    <w:rsid w:val="00694711"/>
    <w:rsid w:val="00694ABE"/>
    <w:rsid w:val="00695C45"/>
    <w:rsid w:val="00695CD1"/>
    <w:rsid w:val="00696FB9"/>
    <w:rsid w:val="00697708"/>
    <w:rsid w:val="006978DD"/>
    <w:rsid w:val="006A0E99"/>
    <w:rsid w:val="006A1093"/>
    <w:rsid w:val="006A1709"/>
    <w:rsid w:val="006A2390"/>
    <w:rsid w:val="006A27A0"/>
    <w:rsid w:val="006A2D33"/>
    <w:rsid w:val="006A2D6B"/>
    <w:rsid w:val="006A4214"/>
    <w:rsid w:val="006A452A"/>
    <w:rsid w:val="006A4726"/>
    <w:rsid w:val="006A4E4B"/>
    <w:rsid w:val="006A5D13"/>
    <w:rsid w:val="006A5E62"/>
    <w:rsid w:val="006A717F"/>
    <w:rsid w:val="006A73C6"/>
    <w:rsid w:val="006A7806"/>
    <w:rsid w:val="006A7B9A"/>
    <w:rsid w:val="006A7C87"/>
    <w:rsid w:val="006B0337"/>
    <w:rsid w:val="006B076A"/>
    <w:rsid w:val="006B0DA9"/>
    <w:rsid w:val="006B1CFB"/>
    <w:rsid w:val="006B3544"/>
    <w:rsid w:val="006B4321"/>
    <w:rsid w:val="006B48A4"/>
    <w:rsid w:val="006B4956"/>
    <w:rsid w:val="006B4982"/>
    <w:rsid w:val="006B663A"/>
    <w:rsid w:val="006B6794"/>
    <w:rsid w:val="006B7734"/>
    <w:rsid w:val="006B7B73"/>
    <w:rsid w:val="006B7DAA"/>
    <w:rsid w:val="006C0BEA"/>
    <w:rsid w:val="006C126E"/>
    <w:rsid w:val="006C209F"/>
    <w:rsid w:val="006C3116"/>
    <w:rsid w:val="006C3154"/>
    <w:rsid w:val="006C3236"/>
    <w:rsid w:val="006C3241"/>
    <w:rsid w:val="006C3549"/>
    <w:rsid w:val="006C3644"/>
    <w:rsid w:val="006C4BB0"/>
    <w:rsid w:val="006C4C19"/>
    <w:rsid w:val="006C4EFD"/>
    <w:rsid w:val="006C4FE5"/>
    <w:rsid w:val="006C50DF"/>
    <w:rsid w:val="006C5854"/>
    <w:rsid w:val="006C5971"/>
    <w:rsid w:val="006C5DAF"/>
    <w:rsid w:val="006C6A32"/>
    <w:rsid w:val="006C6F05"/>
    <w:rsid w:val="006C6FEC"/>
    <w:rsid w:val="006C73AA"/>
    <w:rsid w:val="006D0065"/>
    <w:rsid w:val="006D05FC"/>
    <w:rsid w:val="006D0644"/>
    <w:rsid w:val="006D09A6"/>
    <w:rsid w:val="006D1221"/>
    <w:rsid w:val="006D3840"/>
    <w:rsid w:val="006D397B"/>
    <w:rsid w:val="006D3E64"/>
    <w:rsid w:val="006D499F"/>
    <w:rsid w:val="006D50A1"/>
    <w:rsid w:val="006D524E"/>
    <w:rsid w:val="006D589E"/>
    <w:rsid w:val="006D5EE0"/>
    <w:rsid w:val="006D5F8F"/>
    <w:rsid w:val="006E100D"/>
    <w:rsid w:val="006E1337"/>
    <w:rsid w:val="006E14DF"/>
    <w:rsid w:val="006E27F3"/>
    <w:rsid w:val="006E2903"/>
    <w:rsid w:val="006E294C"/>
    <w:rsid w:val="006E2AB4"/>
    <w:rsid w:val="006E2C49"/>
    <w:rsid w:val="006E2EFC"/>
    <w:rsid w:val="006E3074"/>
    <w:rsid w:val="006E5268"/>
    <w:rsid w:val="006E52B8"/>
    <w:rsid w:val="006E55E4"/>
    <w:rsid w:val="006E5D82"/>
    <w:rsid w:val="006E6C84"/>
    <w:rsid w:val="006E7051"/>
    <w:rsid w:val="006E7A11"/>
    <w:rsid w:val="006F00AD"/>
    <w:rsid w:val="006F0150"/>
    <w:rsid w:val="006F1208"/>
    <w:rsid w:val="006F196C"/>
    <w:rsid w:val="006F2032"/>
    <w:rsid w:val="006F23BA"/>
    <w:rsid w:val="006F24E9"/>
    <w:rsid w:val="006F3C80"/>
    <w:rsid w:val="006F3F28"/>
    <w:rsid w:val="006F41A4"/>
    <w:rsid w:val="006F74EA"/>
    <w:rsid w:val="006F7532"/>
    <w:rsid w:val="006F7BC8"/>
    <w:rsid w:val="007007B3"/>
    <w:rsid w:val="007009B7"/>
    <w:rsid w:val="0070121A"/>
    <w:rsid w:val="00701334"/>
    <w:rsid w:val="00702675"/>
    <w:rsid w:val="00702B9A"/>
    <w:rsid w:val="00703369"/>
    <w:rsid w:val="00704003"/>
    <w:rsid w:val="0070413D"/>
    <w:rsid w:val="007042FD"/>
    <w:rsid w:val="00704867"/>
    <w:rsid w:val="00704872"/>
    <w:rsid w:val="00704AE0"/>
    <w:rsid w:val="007051D1"/>
    <w:rsid w:val="00706046"/>
    <w:rsid w:val="007065E8"/>
    <w:rsid w:val="00706BAD"/>
    <w:rsid w:val="0070743F"/>
    <w:rsid w:val="00710085"/>
    <w:rsid w:val="007103AC"/>
    <w:rsid w:val="0071098A"/>
    <w:rsid w:val="00710A4B"/>
    <w:rsid w:val="00710C87"/>
    <w:rsid w:val="00711921"/>
    <w:rsid w:val="00712508"/>
    <w:rsid w:val="00715978"/>
    <w:rsid w:val="00715E46"/>
    <w:rsid w:val="00716B08"/>
    <w:rsid w:val="00717676"/>
    <w:rsid w:val="00717DCF"/>
    <w:rsid w:val="0072013F"/>
    <w:rsid w:val="0072084F"/>
    <w:rsid w:val="00720F88"/>
    <w:rsid w:val="00721A5F"/>
    <w:rsid w:val="007221E2"/>
    <w:rsid w:val="00722536"/>
    <w:rsid w:val="00722A34"/>
    <w:rsid w:val="00722AED"/>
    <w:rsid w:val="00722DC6"/>
    <w:rsid w:val="00722F62"/>
    <w:rsid w:val="00723C16"/>
    <w:rsid w:val="00723DFA"/>
    <w:rsid w:val="007241B5"/>
    <w:rsid w:val="0072435B"/>
    <w:rsid w:val="00724756"/>
    <w:rsid w:val="007251AB"/>
    <w:rsid w:val="0072796C"/>
    <w:rsid w:val="00732A69"/>
    <w:rsid w:val="00732AC8"/>
    <w:rsid w:val="00732B56"/>
    <w:rsid w:val="00732E4D"/>
    <w:rsid w:val="00733311"/>
    <w:rsid w:val="00733ABA"/>
    <w:rsid w:val="00733C91"/>
    <w:rsid w:val="00733EC4"/>
    <w:rsid w:val="0073435B"/>
    <w:rsid w:val="0073529D"/>
    <w:rsid w:val="0073591E"/>
    <w:rsid w:val="0073622D"/>
    <w:rsid w:val="00736A0B"/>
    <w:rsid w:val="00736E32"/>
    <w:rsid w:val="00737AFC"/>
    <w:rsid w:val="00740738"/>
    <w:rsid w:val="00740827"/>
    <w:rsid w:val="007418D6"/>
    <w:rsid w:val="00741AE1"/>
    <w:rsid w:val="007425BB"/>
    <w:rsid w:val="00742B3D"/>
    <w:rsid w:val="00742D65"/>
    <w:rsid w:val="007430F4"/>
    <w:rsid w:val="007430F7"/>
    <w:rsid w:val="007438E7"/>
    <w:rsid w:val="007445B7"/>
    <w:rsid w:val="00745959"/>
    <w:rsid w:val="00745D7F"/>
    <w:rsid w:val="00746042"/>
    <w:rsid w:val="0074687C"/>
    <w:rsid w:val="007471E7"/>
    <w:rsid w:val="00747213"/>
    <w:rsid w:val="007474C1"/>
    <w:rsid w:val="0074787C"/>
    <w:rsid w:val="0075123C"/>
    <w:rsid w:val="0075238B"/>
    <w:rsid w:val="007528E7"/>
    <w:rsid w:val="007535A6"/>
    <w:rsid w:val="0075392E"/>
    <w:rsid w:val="00753FD3"/>
    <w:rsid w:val="007549D5"/>
    <w:rsid w:val="00754BD7"/>
    <w:rsid w:val="00754E62"/>
    <w:rsid w:val="00755026"/>
    <w:rsid w:val="00755303"/>
    <w:rsid w:val="00756D4A"/>
    <w:rsid w:val="00756EDC"/>
    <w:rsid w:val="007570AF"/>
    <w:rsid w:val="00757608"/>
    <w:rsid w:val="00757E30"/>
    <w:rsid w:val="007602AF"/>
    <w:rsid w:val="0076041A"/>
    <w:rsid w:val="00760BF1"/>
    <w:rsid w:val="00761512"/>
    <w:rsid w:val="00761A79"/>
    <w:rsid w:val="00762308"/>
    <w:rsid w:val="00762564"/>
    <w:rsid w:val="0076288E"/>
    <w:rsid w:val="00762E11"/>
    <w:rsid w:val="00763515"/>
    <w:rsid w:val="00763ABD"/>
    <w:rsid w:val="0076463F"/>
    <w:rsid w:val="00764B35"/>
    <w:rsid w:val="00764CFA"/>
    <w:rsid w:val="007651F2"/>
    <w:rsid w:val="00766160"/>
    <w:rsid w:val="00766197"/>
    <w:rsid w:val="0076647A"/>
    <w:rsid w:val="00766C10"/>
    <w:rsid w:val="007675F8"/>
    <w:rsid w:val="0076792C"/>
    <w:rsid w:val="00767A07"/>
    <w:rsid w:val="00771351"/>
    <w:rsid w:val="007724A6"/>
    <w:rsid w:val="00772809"/>
    <w:rsid w:val="00773756"/>
    <w:rsid w:val="00773A16"/>
    <w:rsid w:val="007742D3"/>
    <w:rsid w:val="00774507"/>
    <w:rsid w:val="00774BE0"/>
    <w:rsid w:val="00774E95"/>
    <w:rsid w:val="007753B1"/>
    <w:rsid w:val="00775A11"/>
    <w:rsid w:val="00775A32"/>
    <w:rsid w:val="0077607A"/>
    <w:rsid w:val="007760E6"/>
    <w:rsid w:val="0077682C"/>
    <w:rsid w:val="00777E98"/>
    <w:rsid w:val="007802CB"/>
    <w:rsid w:val="00781C12"/>
    <w:rsid w:val="00781D11"/>
    <w:rsid w:val="007822A6"/>
    <w:rsid w:val="00782D54"/>
    <w:rsid w:val="007836FD"/>
    <w:rsid w:val="00783B00"/>
    <w:rsid w:val="00783FBC"/>
    <w:rsid w:val="00786312"/>
    <w:rsid w:val="0078647B"/>
    <w:rsid w:val="00786F03"/>
    <w:rsid w:val="00787DF7"/>
    <w:rsid w:val="00787E0C"/>
    <w:rsid w:val="00790E39"/>
    <w:rsid w:val="007910D5"/>
    <w:rsid w:val="00791548"/>
    <w:rsid w:val="00791726"/>
    <w:rsid w:val="00791D0A"/>
    <w:rsid w:val="007923FE"/>
    <w:rsid w:val="007924C5"/>
    <w:rsid w:val="007925A8"/>
    <w:rsid w:val="00792A72"/>
    <w:rsid w:val="00792F83"/>
    <w:rsid w:val="007939DB"/>
    <w:rsid w:val="00793EE2"/>
    <w:rsid w:val="00794523"/>
    <w:rsid w:val="00794B14"/>
    <w:rsid w:val="00795055"/>
    <w:rsid w:val="0079540A"/>
    <w:rsid w:val="0079563F"/>
    <w:rsid w:val="0079599D"/>
    <w:rsid w:val="00795E8B"/>
    <w:rsid w:val="00795FD4"/>
    <w:rsid w:val="0079617E"/>
    <w:rsid w:val="007971B0"/>
    <w:rsid w:val="007971D0"/>
    <w:rsid w:val="00797458"/>
    <w:rsid w:val="00797651"/>
    <w:rsid w:val="00797F36"/>
    <w:rsid w:val="007A09B6"/>
    <w:rsid w:val="007A154D"/>
    <w:rsid w:val="007A192C"/>
    <w:rsid w:val="007A1D4B"/>
    <w:rsid w:val="007A2058"/>
    <w:rsid w:val="007A23F4"/>
    <w:rsid w:val="007A2B90"/>
    <w:rsid w:val="007A41B2"/>
    <w:rsid w:val="007A45FF"/>
    <w:rsid w:val="007A4F59"/>
    <w:rsid w:val="007A53B6"/>
    <w:rsid w:val="007A5A67"/>
    <w:rsid w:val="007A641B"/>
    <w:rsid w:val="007A7188"/>
    <w:rsid w:val="007A79EC"/>
    <w:rsid w:val="007B005F"/>
    <w:rsid w:val="007B07EF"/>
    <w:rsid w:val="007B0B54"/>
    <w:rsid w:val="007B11A1"/>
    <w:rsid w:val="007B1231"/>
    <w:rsid w:val="007B15AB"/>
    <w:rsid w:val="007B1D72"/>
    <w:rsid w:val="007B29B9"/>
    <w:rsid w:val="007B2BFF"/>
    <w:rsid w:val="007B34A3"/>
    <w:rsid w:val="007B39C7"/>
    <w:rsid w:val="007B3C38"/>
    <w:rsid w:val="007B4402"/>
    <w:rsid w:val="007B4760"/>
    <w:rsid w:val="007B51F4"/>
    <w:rsid w:val="007B52B0"/>
    <w:rsid w:val="007B640B"/>
    <w:rsid w:val="007B6593"/>
    <w:rsid w:val="007B6C10"/>
    <w:rsid w:val="007B734A"/>
    <w:rsid w:val="007B7361"/>
    <w:rsid w:val="007B7ACE"/>
    <w:rsid w:val="007B7EBE"/>
    <w:rsid w:val="007C0A7B"/>
    <w:rsid w:val="007C0A85"/>
    <w:rsid w:val="007C1168"/>
    <w:rsid w:val="007C1504"/>
    <w:rsid w:val="007C1619"/>
    <w:rsid w:val="007C16AF"/>
    <w:rsid w:val="007C1B9D"/>
    <w:rsid w:val="007C2F19"/>
    <w:rsid w:val="007C2FF5"/>
    <w:rsid w:val="007C3E3A"/>
    <w:rsid w:val="007C41A6"/>
    <w:rsid w:val="007C48F7"/>
    <w:rsid w:val="007C49E0"/>
    <w:rsid w:val="007C4AAF"/>
    <w:rsid w:val="007C4E98"/>
    <w:rsid w:val="007C4EE0"/>
    <w:rsid w:val="007C51E1"/>
    <w:rsid w:val="007C520C"/>
    <w:rsid w:val="007C5319"/>
    <w:rsid w:val="007C5E0B"/>
    <w:rsid w:val="007C5FCE"/>
    <w:rsid w:val="007C6903"/>
    <w:rsid w:val="007C6B7F"/>
    <w:rsid w:val="007C723B"/>
    <w:rsid w:val="007D07C9"/>
    <w:rsid w:val="007D27AF"/>
    <w:rsid w:val="007D2821"/>
    <w:rsid w:val="007D30FD"/>
    <w:rsid w:val="007D35FB"/>
    <w:rsid w:val="007D361C"/>
    <w:rsid w:val="007D3BB4"/>
    <w:rsid w:val="007D3C21"/>
    <w:rsid w:val="007D4327"/>
    <w:rsid w:val="007D4485"/>
    <w:rsid w:val="007D4B33"/>
    <w:rsid w:val="007D4D3F"/>
    <w:rsid w:val="007D4EA5"/>
    <w:rsid w:val="007D587B"/>
    <w:rsid w:val="007D5C16"/>
    <w:rsid w:val="007D5CD1"/>
    <w:rsid w:val="007D65F3"/>
    <w:rsid w:val="007D66AC"/>
    <w:rsid w:val="007D7107"/>
    <w:rsid w:val="007D79ED"/>
    <w:rsid w:val="007D7E1E"/>
    <w:rsid w:val="007E00F6"/>
    <w:rsid w:val="007E03D7"/>
    <w:rsid w:val="007E09F3"/>
    <w:rsid w:val="007E1007"/>
    <w:rsid w:val="007E11AC"/>
    <w:rsid w:val="007E1667"/>
    <w:rsid w:val="007E1AC2"/>
    <w:rsid w:val="007E1CA3"/>
    <w:rsid w:val="007E28B2"/>
    <w:rsid w:val="007E2F72"/>
    <w:rsid w:val="007E3060"/>
    <w:rsid w:val="007E38EC"/>
    <w:rsid w:val="007E4412"/>
    <w:rsid w:val="007E4775"/>
    <w:rsid w:val="007E481A"/>
    <w:rsid w:val="007E4AEB"/>
    <w:rsid w:val="007E5349"/>
    <w:rsid w:val="007E5978"/>
    <w:rsid w:val="007E7689"/>
    <w:rsid w:val="007E7A1C"/>
    <w:rsid w:val="007E7C3E"/>
    <w:rsid w:val="007F27FD"/>
    <w:rsid w:val="007F29D4"/>
    <w:rsid w:val="007F350D"/>
    <w:rsid w:val="007F3726"/>
    <w:rsid w:val="007F3B8D"/>
    <w:rsid w:val="007F3BF7"/>
    <w:rsid w:val="007F3E23"/>
    <w:rsid w:val="007F3EC7"/>
    <w:rsid w:val="007F3ED7"/>
    <w:rsid w:val="007F51FF"/>
    <w:rsid w:val="007F54BF"/>
    <w:rsid w:val="007F698A"/>
    <w:rsid w:val="007F734E"/>
    <w:rsid w:val="008000F5"/>
    <w:rsid w:val="008012FD"/>
    <w:rsid w:val="0080135F"/>
    <w:rsid w:val="00801A26"/>
    <w:rsid w:val="00801EC4"/>
    <w:rsid w:val="00802607"/>
    <w:rsid w:val="008027F7"/>
    <w:rsid w:val="00803278"/>
    <w:rsid w:val="008032EA"/>
    <w:rsid w:val="00803470"/>
    <w:rsid w:val="00803A0B"/>
    <w:rsid w:val="00803A63"/>
    <w:rsid w:val="00803F5C"/>
    <w:rsid w:val="008044AE"/>
    <w:rsid w:val="008047D1"/>
    <w:rsid w:val="008058F0"/>
    <w:rsid w:val="00805A93"/>
    <w:rsid w:val="00806117"/>
    <w:rsid w:val="008061EF"/>
    <w:rsid w:val="00806960"/>
    <w:rsid w:val="00806CDD"/>
    <w:rsid w:val="008073F2"/>
    <w:rsid w:val="008079EA"/>
    <w:rsid w:val="00810165"/>
    <w:rsid w:val="0081054A"/>
    <w:rsid w:val="008108CD"/>
    <w:rsid w:val="00810A79"/>
    <w:rsid w:val="0081145A"/>
    <w:rsid w:val="00811684"/>
    <w:rsid w:val="00811FFC"/>
    <w:rsid w:val="00812F40"/>
    <w:rsid w:val="00813D0E"/>
    <w:rsid w:val="008142BA"/>
    <w:rsid w:val="00815199"/>
    <w:rsid w:val="0081595E"/>
    <w:rsid w:val="00815DEF"/>
    <w:rsid w:val="008168B8"/>
    <w:rsid w:val="008177B4"/>
    <w:rsid w:val="00817A78"/>
    <w:rsid w:val="00817BB6"/>
    <w:rsid w:val="00817EAC"/>
    <w:rsid w:val="0082007B"/>
    <w:rsid w:val="00820331"/>
    <w:rsid w:val="008203E6"/>
    <w:rsid w:val="008247A7"/>
    <w:rsid w:val="0082482B"/>
    <w:rsid w:val="00824E1B"/>
    <w:rsid w:val="008253E2"/>
    <w:rsid w:val="008255B6"/>
    <w:rsid w:val="008257BB"/>
    <w:rsid w:val="008266C8"/>
    <w:rsid w:val="008268A6"/>
    <w:rsid w:val="00826D9F"/>
    <w:rsid w:val="008273C7"/>
    <w:rsid w:val="00827A1A"/>
    <w:rsid w:val="00827DC1"/>
    <w:rsid w:val="00827E37"/>
    <w:rsid w:val="008304B1"/>
    <w:rsid w:val="00831189"/>
    <w:rsid w:val="00831ADE"/>
    <w:rsid w:val="0083239B"/>
    <w:rsid w:val="00832C0E"/>
    <w:rsid w:val="008333E4"/>
    <w:rsid w:val="00833743"/>
    <w:rsid w:val="0083452C"/>
    <w:rsid w:val="008353BE"/>
    <w:rsid w:val="008357A8"/>
    <w:rsid w:val="00835863"/>
    <w:rsid w:val="00835866"/>
    <w:rsid w:val="00835902"/>
    <w:rsid w:val="00835DD3"/>
    <w:rsid w:val="008366CC"/>
    <w:rsid w:val="00840503"/>
    <w:rsid w:val="0084059D"/>
    <w:rsid w:val="00841012"/>
    <w:rsid w:val="00842055"/>
    <w:rsid w:val="008423B2"/>
    <w:rsid w:val="008429F8"/>
    <w:rsid w:val="00843685"/>
    <w:rsid w:val="00845607"/>
    <w:rsid w:val="00845CFC"/>
    <w:rsid w:val="00846445"/>
    <w:rsid w:val="00846713"/>
    <w:rsid w:val="00847091"/>
    <w:rsid w:val="008476AB"/>
    <w:rsid w:val="00850A19"/>
    <w:rsid w:val="0085242F"/>
    <w:rsid w:val="0085293D"/>
    <w:rsid w:val="00853064"/>
    <w:rsid w:val="00853228"/>
    <w:rsid w:val="0085353F"/>
    <w:rsid w:val="00853DEC"/>
    <w:rsid w:val="00853F7D"/>
    <w:rsid w:val="00854CFA"/>
    <w:rsid w:val="00854F6F"/>
    <w:rsid w:val="008551CD"/>
    <w:rsid w:val="008556A1"/>
    <w:rsid w:val="008556D9"/>
    <w:rsid w:val="008556EF"/>
    <w:rsid w:val="00855F7F"/>
    <w:rsid w:val="00856A5C"/>
    <w:rsid w:val="00856C5F"/>
    <w:rsid w:val="00856C61"/>
    <w:rsid w:val="00857262"/>
    <w:rsid w:val="00857683"/>
    <w:rsid w:val="008578B7"/>
    <w:rsid w:val="00857A2A"/>
    <w:rsid w:val="00857A54"/>
    <w:rsid w:val="00857A74"/>
    <w:rsid w:val="008609A2"/>
    <w:rsid w:val="00860A6D"/>
    <w:rsid w:val="00860AE4"/>
    <w:rsid w:val="00861B87"/>
    <w:rsid w:val="00862E34"/>
    <w:rsid w:val="00863F67"/>
    <w:rsid w:val="00863F79"/>
    <w:rsid w:val="0086414B"/>
    <w:rsid w:val="0086462B"/>
    <w:rsid w:val="00865C45"/>
    <w:rsid w:val="00865EFE"/>
    <w:rsid w:val="0086619A"/>
    <w:rsid w:val="00866C99"/>
    <w:rsid w:val="0086769C"/>
    <w:rsid w:val="008676F4"/>
    <w:rsid w:val="00867B2C"/>
    <w:rsid w:val="00867FD9"/>
    <w:rsid w:val="00870918"/>
    <w:rsid w:val="00870A87"/>
    <w:rsid w:val="008713A5"/>
    <w:rsid w:val="00871AB1"/>
    <w:rsid w:val="00872C6F"/>
    <w:rsid w:val="00873511"/>
    <w:rsid w:val="00874709"/>
    <w:rsid w:val="00874A6A"/>
    <w:rsid w:val="00874A71"/>
    <w:rsid w:val="00874ABE"/>
    <w:rsid w:val="00875B8B"/>
    <w:rsid w:val="00875C93"/>
    <w:rsid w:val="00876223"/>
    <w:rsid w:val="008764B2"/>
    <w:rsid w:val="00876862"/>
    <w:rsid w:val="00876D28"/>
    <w:rsid w:val="0087780C"/>
    <w:rsid w:val="00877971"/>
    <w:rsid w:val="00880030"/>
    <w:rsid w:val="00880580"/>
    <w:rsid w:val="00880A56"/>
    <w:rsid w:val="00880C2B"/>
    <w:rsid w:val="0088124D"/>
    <w:rsid w:val="00881299"/>
    <w:rsid w:val="00881A72"/>
    <w:rsid w:val="00881ACF"/>
    <w:rsid w:val="00882A1B"/>
    <w:rsid w:val="00883271"/>
    <w:rsid w:val="008834AD"/>
    <w:rsid w:val="008835FD"/>
    <w:rsid w:val="0088381E"/>
    <w:rsid w:val="00883F32"/>
    <w:rsid w:val="00884ABF"/>
    <w:rsid w:val="00884BD4"/>
    <w:rsid w:val="00885452"/>
    <w:rsid w:val="008857C5"/>
    <w:rsid w:val="00885D7F"/>
    <w:rsid w:val="008861AB"/>
    <w:rsid w:val="00886E22"/>
    <w:rsid w:val="00887FF3"/>
    <w:rsid w:val="008901CE"/>
    <w:rsid w:val="0089083F"/>
    <w:rsid w:val="0089250B"/>
    <w:rsid w:val="008925DE"/>
    <w:rsid w:val="00893330"/>
    <w:rsid w:val="0089586B"/>
    <w:rsid w:val="00895E4A"/>
    <w:rsid w:val="008961FF"/>
    <w:rsid w:val="008978F2"/>
    <w:rsid w:val="008A055E"/>
    <w:rsid w:val="008A0D1D"/>
    <w:rsid w:val="008A19D4"/>
    <w:rsid w:val="008A21F2"/>
    <w:rsid w:val="008A25C2"/>
    <w:rsid w:val="008A2AE4"/>
    <w:rsid w:val="008A2E3E"/>
    <w:rsid w:val="008A3B19"/>
    <w:rsid w:val="008A4816"/>
    <w:rsid w:val="008A5117"/>
    <w:rsid w:val="008A59FD"/>
    <w:rsid w:val="008A5C15"/>
    <w:rsid w:val="008A64DF"/>
    <w:rsid w:val="008A7629"/>
    <w:rsid w:val="008A762D"/>
    <w:rsid w:val="008A7DA1"/>
    <w:rsid w:val="008B003F"/>
    <w:rsid w:val="008B01FF"/>
    <w:rsid w:val="008B020A"/>
    <w:rsid w:val="008B0348"/>
    <w:rsid w:val="008B0DDF"/>
    <w:rsid w:val="008B1012"/>
    <w:rsid w:val="008B120D"/>
    <w:rsid w:val="008B12D0"/>
    <w:rsid w:val="008B1AA7"/>
    <w:rsid w:val="008B1C16"/>
    <w:rsid w:val="008B245E"/>
    <w:rsid w:val="008B2CAA"/>
    <w:rsid w:val="008B2E08"/>
    <w:rsid w:val="008B2F9D"/>
    <w:rsid w:val="008B3248"/>
    <w:rsid w:val="008B3847"/>
    <w:rsid w:val="008B4256"/>
    <w:rsid w:val="008B42C9"/>
    <w:rsid w:val="008B5E9B"/>
    <w:rsid w:val="008B660E"/>
    <w:rsid w:val="008B683B"/>
    <w:rsid w:val="008B721E"/>
    <w:rsid w:val="008B768A"/>
    <w:rsid w:val="008C0408"/>
    <w:rsid w:val="008C06B3"/>
    <w:rsid w:val="008C0A8F"/>
    <w:rsid w:val="008C0D26"/>
    <w:rsid w:val="008C1F08"/>
    <w:rsid w:val="008C2796"/>
    <w:rsid w:val="008C2BDF"/>
    <w:rsid w:val="008C3051"/>
    <w:rsid w:val="008C471F"/>
    <w:rsid w:val="008C4F9E"/>
    <w:rsid w:val="008C53B4"/>
    <w:rsid w:val="008C5F74"/>
    <w:rsid w:val="008C68B2"/>
    <w:rsid w:val="008C6D5A"/>
    <w:rsid w:val="008C6DC4"/>
    <w:rsid w:val="008C7F05"/>
    <w:rsid w:val="008D03A6"/>
    <w:rsid w:val="008D04A8"/>
    <w:rsid w:val="008D0643"/>
    <w:rsid w:val="008D22E6"/>
    <w:rsid w:val="008D2ED6"/>
    <w:rsid w:val="008D2F7E"/>
    <w:rsid w:val="008D32B7"/>
    <w:rsid w:val="008D3A34"/>
    <w:rsid w:val="008D3A60"/>
    <w:rsid w:val="008D3CB8"/>
    <w:rsid w:val="008D4349"/>
    <w:rsid w:val="008D4918"/>
    <w:rsid w:val="008D4F7C"/>
    <w:rsid w:val="008D57FD"/>
    <w:rsid w:val="008D611A"/>
    <w:rsid w:val="008D6911"/>
    <w:rsid w:val="008D7219"/>
    <w:rsid w:val="008D77F1"/>
    <w:rsid w:val="008E015A"/>
    <w:rsid w:val="008E018C"/>
    <w:rsid w:val="008E0793"/>
    <w:rsid w:val="008E09C5"/>
    <w:rsid w:val="008E10FC"/>
    <w:rsid w:val="008E13D3"/>
    <w:rsid w:val="008E30F7"/>
    <w:rsid w:val="008E3565"/>
    <w:rsid w:val="008E3ED2"/>
    <w:rsid w:val="008E420E"/>
    <w:rsid w:val="008E4CD1"/>
    <w:rsid w:val="008E5485"/>
    <w:rsid w:val="008E5668"/>
    <w:rsid w:val="008E5E81"/>
    <w:rsid w:val="008E6103"/>
    <w:rsid w:val="008E62BC"/>
    <w:rsid w:val="008E6D85"/>
    <w:rsid w:val="008E6E66"/>
    <w:rsid w:val="008E7915"/>
    <w:rsid w:val="008F0714"/>
    <w:rsid w:val="008F0AC0"/>
    <w:rsid w:val="008F0EAF"/>
    <w:rsid w:val="008F17B5"/>
    <w:rsid w:val="008F25CC"/>
    <w:rsid w:val="008F2E69"/>
    <w:rsid w:val="008F340E"/>
    <w:rsid w:val="008F3F43"/>
    <w:rsid w:val="008F47BF"/>
    <w:rsid w:val="008F4873"/>
    <w:rsid w:val="008F4B28"/>
    <w:rsid w:val="008F71AC"/>
    <w:rsid w:val="008F737C"/>
    <w:rsid w:val="008F7440"/>
    <w:rsid w:val="008F772C"/>
    <w:rsid w:val="008F7826"/>
    <w:rsid w:val="008F7F6D"/>
    <w:rsid w:val="0090048B"/>
    <w:rsid w:val="00900544"/>
    <w:rsid w:val="00900729"/>
    <w:rsid w:val="0090154D"/>
    <w:rsid w:val="00901C60"/>
    <w:rsid w:val="00901FBE"/>
    <w:rsid w:val="009023BF"/>
    <w:rsid w:val="009039BF"/>
    <w:rsid w:val="00903E43"/>
    <w:rsid w:val="00903FF8"/>
    <w:rsid w:val="00904497"/>
    <w:rsid w:val="00905D3F"/>
    <w:rsid w:val="00906668"/>
    <w:rsid w:val="0091080D"/>
    <w:rsid w:val="009108D6"/>
    <w:rsid w:val="00911608"/>
    <w:rsid w:val="00911B10"/>
    <w:rsid w:val="00912533"/>
    <w:rsid w:val="00912775"/>
    <w:rsid w:val="00912A31"/>
    <w:rsid w:val="009131EA"/>
    <w:rsid w:val="00913910"/>
    <w:rsid w:val="00913E32"/>
    <w:rsid w:val="00914534"/>
    <w:rsid w:val="00914C0A"/>
    <w:rsid w:val="00914F87"/>
    <w:rsid w:val="00915566"/>
    <w:rsid w:val="00915807"/>
    <w:rsid w:val="00915863"/>
    <w:rsid w:val="00915BC1"/>
    <w:rsid w:val="00916127"/>
    <w:rsid w:val="009166CC"/>
    <w:rsid w:val="00916C08"/>
    <w:rsid w:val="00917833"/>
    <w:rsid w:val="00917B7E"/>
    <w:rsid w:val="00917C7C"/>
    <w:rsid w:val="00920348"/>
    <w:rsid w:val="0092056F"/>
    <w:rsid w:val="009205CA"/>
    <w:rsid w:val="009219D6"/>
    <w:rsid w:val="00921C06"/>
    <w:rsid w:val="00921C85"/>
    <w:rsid w:val="00922462"/>
    <w:rsid w:val="00923017"/>
    <w:rsid w:val="00923AB8"/>
    <w:rsid w:val="0092533C"/>
    <w:rsid w:val="00926891"/>
    <w:rsid w:val="00926EB8"/>
    <w:rsid w:val="009270E7"/>
    <w:rsid w:val="00927B85"/>
    <w:rsid w:val="00927EB6"/>
    <w:rsid w:val="00927F5F"/>
    <w:rsid w:val="0093009A"/>
    <w:rsid w:val="0093009F"/>
    <w:rsid w:val="009317DF"/>
    <w:rsid w:val="00931FAC"/>
    <w:rsid w:val="009321A0"/>
    <w:rsid w:val="00933926"/>
    <w:rsid w:val="00933D79"/>
    <w:rsid w:val="00933EF5"/>
    <w:rsid w:val="00934140"/>
    <w:rsid w:val="00934261"/>
    <w:rsid w:val="00934330"/>
    <w:rsid w:val="009348BE"/>
    <w:rsid w:val="00934F19"/>
    <w:rsid w:val="00935737"/>
    <w:rsid w:val="00935BE8"/>
    <w:rsid w:val="009367B3"/>
    <w:rsid w:val="00936828"/>
    <w:rsid w:val="009374F3"/>
    <w:rsid w:val="00940542"/>
    <w:rsid w:val="00940881"/>
    <w:rsid w:val="00940B00"/>
    <w:rsid w:val="00940E92"/>
    <w:rsid w:val="00941D6B"/>
    <w:rsid w:val="00941D8C"/>
    <w:rsid w:val="00941DFE"/>
    <w:rsid w:val="00942DA0"/>
    <w:rsid w:val="00943B71"/>
    <w:rsid w:val="00944C19"/>
    <w:rsid w:val="00944C23"/>
    <w:rsid w:val="00944C48"/>
    <w:rsid w:val="00944CFE"/>
    <w:rsid w:val="00945D84"/>
    <w:rsid w:val="00946C6F"/>
    <w:rsid w:val="00946D27"/>
    <w:rsid w:val="00946EAF"/>
    <w:rsid w:val="00951AE5"/>
    <w:rsid w:val="0095200B"/>
    <w:rsid w:val="00952162"/>
    <w:rsid w:val="00952372"/>
    <w:rsid w:val="00952D72"/>
    <w:rsid w:val="00953A8A"/>
    <w:rsid w:val="00953E3B"/>
    <w:rsid w:val="009542D4"/>
    <w:rsid w:val="009549C8"/>
    <w:rsid w:val="00954B7E"/>
    <w:rsid w:val="00955490"/>
    <w:rsid w:val="00956710"/>
    <w:rsid w:val="009567D2"/>
    <w:rsid w:val="0095688F"/>
    <w:rsid w:val="009578C8"/>
    <w:rsid w:val="009602EB"/>
    <w:rsid w:val="009612F9"/>
    <w:rsid w:val="00961362"/>
    <w:rsid w:val="009616AB"/>
    <w:rsid w:val="00961A1A"/>
    <w:rsid w:val="00961A52"/>
    <w:rsid w:val="00961A56"/>
    <w:rsid w:val="00961D5C"/>
    <w:rsid w:val="009624D9"/>
    <w:rsid w:val="009629CA"/>
    <w:rsid w:val="00962E4A"/>
    <w:rsid w:val="00964101"/>
    <w:rsid w:val="00964AF6"/>
    <w:rsid w:val="00964B7A"/>
    <w:rsid w:val="00964BBE"/>
    <w:rsid w:val="009654F6"/>
    <w:rsid w:val="009656E3"/>
    <w:rsid w:val="00966AB1"/>
    <w:rsid w:val="00966FA6"/>
    <w:rsid w:val="00967045"/>
    <w:rsid w:val="009701D3"/>
    <w:rsid w:val="00970906"/>
    <w:rsid w:val="00970A08"/>
    <w:rsid w:val="00971C41"/>
    <w:rsid w:val="00972999"/>
    <w:rsid w:val="00972C77"/>
    <w:rsid w:val="00972E01"/>
    <w:rsid w:val="00973F00"/>
    <w:rsid w:val="009746C7"/>
    <w:rsid w:val="0097508D"/>
    <w:rsid w:val="009755A3"/>
    <w:rsid w:val="0097568A"/>
    <w:rsid w:val="00975696"/>
    <w:rsid w:val="009756FE"/>
    <w:rsid w:val="00975AF4"/>
    <w:rsid w:val="00975EC6"/>
    <w:rsid w:val="0097779A"/>
    <w:rsid w:val="009806CA"/>
    <w:rsid w:val="009806CB"/>
    <w:rsid w:val="0098098E"/>
    <w:rsid w:val="009813AC"/>
    <w:rsid w:val="0098161F"/>
    <w:rsid w:val="00981B45"/>
    <w:rsid w:val="00981BED"/>
    <w:rsid w:val="0098251A"/>
    <w:rsid w:val="00983E73"/>
    <w:rsid w:val="00984144"/>
    <w:rsid w:val="00984E9C"/>
    <w:rsid w:val="00985BCA"/>
    <w:rsid w:val="00985DF3"/>
    <w:rsid w:val="00985E08"/>
    <w:rsid w:val="00986184"/>
    <w:rsid w:val="009862D0"/>
    <w:rsid w:val="009862D7"/>
    <w:rsid w:val="009869D2"/>
    <w:rsid w:val="00987F60"/>
    <w:rsid w:val="009903FF"/>
    <w:rsid w:val="00990641"/>
    <w:rsid w:val="00990E1A"/>
    <w:rsid w:val="0099187D"/>
    <w:rsid w:val="00991883"/>
    <w:rsid w:val="00992F4D"/>
    <w:rsid w:val="00993574"/>
    <w:rsid w:val="00993C4D"/>
    <w:rsid w:val="00993F92"/>
    <w:rsid w:val="00994CB1"/>
    <w:rsid w:val="00995ACE"/>
    <w:rsid w:val="00995B55"/>
    <w:rsid w:val="00995EE9"/>
    <w:rsid w:val="009967F3"/>
    <w:rsid w:val="009971CA"/>
    <w:rsid w:val="00997443"/>
    <w:rsid w:val="009974BA"/>
    <w:rsid w:val="00997A72"/>
    <w:rsid w:val="00997D4B"/>
    <w:rsid w:val="009A087B"/>
    <w:rsid w:val="009A1440"/>
    <w:rsid w:val="009A157A"/>
    <w:rsid w:val="009A1675"/>
    <w:rsid w:val="009A2383"/>
    <w:rsid w:val="009A26EE"/>
    <w:rsid w:val="009A29A7"/>
    <w:rsid w:val="009A30FA"/>
    <w:rsid w:val="009A3B2B"/>
    <w:rsid w:val="009A3EDE"/>
    <w:rsid w:val="009A4C59"/>
    <w:rsid w:val="009A4D5D"/>
    <w:rsid w:val="009A5385"/>
    <w:rsid w:val="009A5636"/>
    <w:rsid w:val="009A614A"/>
    <w:rsid w:val="009A63A3"/>
    <w:rsid w:val="009A64BA"/>
    <w:rsid w:val="009A69AB"/>
    <w:rsid w:val="009A6F39"/>
    <w:rsid w:val="009A7777"/>
    <w:rsid w:val="009A7980"/>
    <w:rsid w:val="009A7A8C"/>
    <w:rsid w:val="009B0067"/>
    <w:rsid w:val="009B01CF"/>
    <w:rsid w:val="009B02CB"/>
    <w:rsid w:val="009B05AD"/>
    <w:rsid w:val="009B0896"/>
    <w:rsid w:val="009B099B"/>
    <w:rsid w:val="009B18B7"/>
    <w:rsid w:val="009B2D3B"/>
    <w:rsid w:val="009B455A"/>
    <w:rsid w:val="009B598C"/>
    <w:rsid w:val="009B5DFD"/>
    <w:rsid w:val="009B6936"/>
    <w:rsid w:val="009B767A"/>
    <w:rsid w:val="009B7F8C"/>
    <w:rsid w:val="009C0813"/>
    <w:rsid w:val="009C0D74"/>
    <w:rsid w:val="009C233E"/>
    <w:rsid w:val="009C3DF8"/>
    <w:rsid w:val="009C5219"/>
    <w:rsid w:val="009C52DC"/>
    <w:rsid w:val="009C5F6C"/>
    <w:rsid w:val="009C616D"/>
    <w:rsid w:val="009C7CB5"/>
    <w:rsid w:val="009D0436"/>
    <w:rsid w:val="009D118A"/>
    <w:rsid w:val="009D12D1"/>
    <w:rsid w:val="009D1325"/>
    <w:rsid w:val="009D14A4"/>
    <w:rsid w:val="009D1988"/>
    <w:rsid w:val="009D1C67"/>
    <w:rsid w:val="009D2045"/>
    <w:rsid w:val="009D20ED"/>
    <w:rsid w:val="009D210C"/>
    <w:rsid w:val="009D2586"/>
    <w:rsid w:val="009D27D4"/>
    <w:rsid w:val="009D2BA8"/>
    <w:rsid w:val="009D2F71"/>
    <w:rsid w:val="009D2FB6"/>
    <w:rsid w:val="009D3219"/>
    <w:rsid w:val="009D3CC9"/>
    <w:rsid w:val="009D4BD3"/>
    <w:rsid w:val="009D5E54"/>
    <w:rsid w:val="009D73E5"/>
    <w:rsid w:val="009D76E6"/>
    <w:rsid w:val="009D79C8"/>
    <w:rsid w:val="009D7B1F"/>
    <w:rsid w:val="009D7D2F"/>
    <w:rsid w:val="009E01D3"/>
    <w:rsid w:val="009E062A"/>
    <w:rsid w:val="009E167D"/>
    <w:rsid w:val="009E2252"/>
    <w:rsid w:val="009E3370"/>
    <w:rsid w:val="009E3481"/>
    <w:rsid w:val="009E418B"/>
    <w:rsid w:val="009E46FF"/>
    <w:rsid w:val="009E49AD"/>
    <w:rsid w:val="009E4B0D"/>
    <w:rsid w:val="009E5379"/>
    <w:rsid w:val="009E5402"/>
    <w:rsid w:val="009E551A"/>
    <w:rsid w:val="009E6D06"/>
    <w:rsid w:val="009E7166"/>
    <w:rsid w:val="009E7708"/>
    <w:rsid w:val="009E7B21"/>
    <w:rsid w:val="009E7D95"/>
    <w:rsid w:val="009E7F36"/>
    <w:rsid w:val="009E7F37"/>
    <w:rsid w:val="009E7FD1"/>
    <w:rsid w:val="009F1034"/>
    <w:rsid w:val="009F15F6"/>
    <w:rsid w:val="009F1BE3"/>
    <w:rsid w:val="009F44BA"/>
    <w:rsid w:val="009F52CA"/>
    <w:rsid w:val="009F540D"/>
    <w:rsid w:val="009F6500"/>
    <w:rsid w:val="009F6774"/>
    <w:rsid w:val="009F753A"/>
    <w:rsid w:val="009F7643"/>
    <w:rsid w:val="009F7930"/>
    <w:rsid w:val="009F7C3B"/>
    <w:rsid w:val="00A024DA"/>
    <w:rsid w:val="00A03335"/>
    <w:rsid w:val="00A035D4"/>
    <w:rsid w:val="00A037FB"/>
    <w:rsid w:val="00A03917"/>
    <w:rsid w:val="00A03A72"/>
    <w:rsid w:val="00A040D5"/>
    <w:rsid w:val="00A04360"/>
    <w:rsid w:val="00A04651"/>
    <w:rsid w:val="00A0519E"/>
    <w:rsid w:val="00A0520F"/>
    <w:rsid w:val="00A0559B"/>
    <w:rsid w:val="00A05D61"/>
    <w:rsid w:val="00A06550"/>
    <w:rsid w:val="00A065E2"/>
    <w:rsid w:val="00A06879"/>
    <w:rsid w:val="00A06A49"/>
    <w:rsid w:val="00A06F48"/>
    <w:rsid w:val="00A07044"/>
    <w:rsid w:val="00A07DAB"/>
    <w:rsid w:val="00A07E9D"/>
    <w:rsid w:val="00A11250"/>
    <w:rsid w:val="00A11F3B"/>
    <w:rsid w:val="00A1296A"/>
    <w:rsid w:val="00A12B09"/>
    <w:rsid w:val="00A12BDE"/>
    <w:rsid w:val="00A12D6C"/>
    <w:rsid w:val="00A12E8D"/>
    <w:rsid w:val="00A140E4"/>
    <w:rsid w:val="00A14F41"/>
    <w:rsid w:val="00A14FF5"/>
    <w:rsid w:val="00A15142"/>
    <w:rsid w:val="00A15ADD"/>
    <w:rsid w:val="00A15CD0"/>
    <w:rsid w:val="00A17FE5"/>
    <w:rsid w:val="00A20036"/>
    <w:rsid w:val="00A21142"/>
    <w:rsid w:val="00A2137B"/>
    <w:rsid w:val="00A24D8A"/>
    <w:rsid w:val="00A24FAD"/>
    <w:rsid w:val="00A253BF"/>
    <w:rsid w:val="00A25B5E"/>
    <w:rsid w:val="00A25C0C"/>
    <w:rsid w:val="00A262CA"/>
    <w:rsid w:val="00A265D5"/>
    <w:rsid w:val="00A26EA4"/>
    <w:rsid w:val="00A274D5"/>
    <w:rsid w:val="00A27612"/>
    <w:rsid w:val="00A3084B"/>
    <w:rsid w:val="00A309B6"/>
    <w:rsid w:val="00A30EE7"/>
    <w:rsid w:val="00A3155B"/>
    <w:rsid w:val="00A31701"/>
    <w:rsid w:val="00A31BC2"/>
    <w:rsid w:val="00A325B3"/>
    <w:rsid w:val="00A326A5"/>
    <w:rsid w:val="00A329EF"/>
    <w:rsid w:val="00A32EEC"/>
    <w:rsid w:val="00A33052"/>
    <w:rsid w:val="00A33B15"/>
    <w:rsid w:val="00A33CF1"/>
    <w:rsid w:val="00A33EA6"/>
    <w:rsid w:val="00A350CC"/>
    <w:rsid w:val="00A35395"/>
    <w:rsid w:val="00A35B59"/>
    <w:rsid w:val="00A368D4"/>
    <w:rsid w:val="00A40476"/>
    <w:rsid w:val="00A41740"/>
    <w:rsid w:val="00A4224B"/>
    <w:rsid w:val="00A42277"/>
    <w:rsid w:val="00A424D3"/>
    <w:rsid w:val="00A42530"/>
    <w:rsid w:val="00A42C60"/>
    <w:rsid w:val="00A43B73"/>
    <w:rsid w:val="00A455A7"/>
    <w:rsid w:val="00A45BBF"/>
    <w:rsid w:val="00A461B0"/>
    <w:rsid w:val="00A479B6"/>
    <w:rsid w:val="00A50580"/>
    <w:rsid w:val="00A51C27"/>
    <w:rsid w:val="00A52557"/>
    <w:rsid w:val="00A5262A"/>
    <w:rsid w:val="00A526FB"/>
    <w:rsid w:val="00A530D9"/>
    <w:rsid w:val="00A53291"/>
    <w:rsid w:val="00A53CD7"/>
    <w:rsid w:val="00A5454F"/>
    <w:rsid w:val="00A54CC9"/>
    <w:rsid w:val="00A55415"/>
    <w:rsid w:val="00A5570F"/>
    <w:rsid w:val="00A56288"/>
    <w:rsid w:val="00A57805"/>
    <w:rsid w:val="00A6046D"/>
    <w:rsid w:val="00A60E26"/>
    <w:rsid w:val="00A619B8"/>
    <w:rsid w:val="00A6241F"/>
    <w:rsid w:val="00A625FB"/>
    <w:rsid w:val="00A62E1E"/>
    <w:rsid w:val="00A635CA"/>
    <w:rsid w:val="00A6545D"/>
    <w:rsid w:val="00A655F2"/>
    <w:rsid w:val="00A6644F"/>
    <w:rsid w:val="00A6651D"/>
    <w:rsid w:val="00A66EF8"/>
    <w:rsid w:val="00A67504"/>
    <w:rsid w:val="00A67BE3"/>
    <w:rsid w:val="00A70767"/>
    <w:rsid w:val="00A70A8F"/>
    <w:rsid w:val="00A71766"/>
    <w:rsid w:val="00A71958"/>
    <w:rsid w:val="00A71EC0"/>
    <w:rsid w:val="00A724F6"/>
    <w:rsid w:val="00A726A7"/>
    <w:rsid w:val="00A72937"/>
    <w:rsid w:val="00A7399B"/>
    <w:rsid w:val="00A73B97"/>
    <w:rsid w:val="00A73D34"/>
    <w:rsid w:val="00A742EF"/>
    <w:rsid w:val="00A74B22"/>
    <w:rsid w:val="00A74C09"/>
    <w:rsid w:val="00A75284"/>
    <w:rsid w:val="00A75A01"/>
    <w:rsid w:val="00A75D20"/>
    <w:rsid w:val="00A75F81"/>
    <w:rsid w:val="00A7624E"/>
    <w:rsid w:val="00A767E6"/>
    <w:rsid w:val="00A800B8"/>
    <w:rsid w:val="00A81B05"/>
    <w:rsid w:val="00A81CB0"/>
    <w:rsid w:val="00A82294"/>
    <w:rsid w:val="00A83B54"/>
    <w:rsid w:val="00A83D0E"/>
    <w:rsid w:val="00A8490F"/>
    <w:rsid w:val="00A84A67"/>
    <w:rsid w:val="00A85167"/>
    <w:rsid w:val="00A854AE"/>
    <w:rsid w:val="00A85FA3"/>
    <w:rsid w:val="00A90B7A"/>
    <w:rsid w:val="00A9156A"/>
    <w:rsid w:val="00A9188B"/>
    <w:rsid w:val="00A91C52"/>
    <w:rsid w:val="00A92500"/>
    <w:rsid w:val="00A92EDE"/>
    <w:rsid w:val="00A93125"/>
    <w:rsid w:val="00A932F7"/>
    <w:rsid w:val="00A93B7A"/>
    <w:rsid w:val="00A93CC2"/>
    <w:rsid w:val="00A947F0"/>
    <w:rsid w:val="00A94C73"/>
    <w:rsid w:val="00A94DC0"/>
    <w:rsid w:val="00A9514E"/>
    <w:rsid w:val="00A95539"/>
    <w:rsid w:val="00A95A7E"/>
    <w:rsid w:val="00A96E41"/>
    <w:rsid w:val="00A9700D"/>
    <w:rsid w:val="00A97364"/>
    <w:rsid w:val="00A97B57"/>
    <w:rsid w:val="00AA041F"/>
    <w:rsid w:val="00AA04C8"/>
    <w:rsid w:val="00AA05D5"/>
    <w:rsid w:val="00AA1442"/>
    <w:rsid w:val="00AA1E33"/>
    <w:rsid w:val="00AA26A0"/>
    <w:rsid w:val="00AA3505"/>
    <w:rsid w:val="00AA3812"/>
    <w:rsid w:val="00AA3C4F"/>
    <w:rsid w:val="00AA3D0F"/>
    <w:rsid w:val="00AA4406"/>
    <w:rsid w:val="00AA47B4"/>
    <w:rsid w:val="00AA489A"/>
    <w:rsid w:val="00AA4B36"/>
    <w:rsid w:val="00AA4F50"/>
    <w:rsid w:val="00AA602D"/>
    <w:rsid w:val="00AA60C0"/>
    <w:rsid w:val="00AA726B"/>
    <w:rsid w:val="00AA7BBB"/>
    <w:rsid w:val="00AA7FD0"/>
    <w:rsid w:val="00AB04AC"/>
    <w:rsid w:val="00AB04EE"/>
    <w:rsid w:val="00AB1996"/>
    <w:rsid w:val="00AB2256"/>
    <w:rsid w:val="00AB247C"/>
    <w:rsid w:val="00AB257D"/>
    <w:rsid w:val="00AB2A37"/>
    <w:rsid w:val="00AB324A"/>
    <w:rsid w:val="00AB3966"/>
    <w:rsid w:val="00AB464B"/>
    <w:rsid w:val="00AB4A6B"/>
    <w:rsid w:val="00AB4B46"/>
    <w:rsid w:val="00AB4DB9"/>
    <w:rsid w:val="00AB507C"/>
    <w:rsid w:val="00AB6044"/>
    <w:rsid w:val="00AB64C4"/>
    <w:rsid w:val="00AB68F2"/>
    <w:rsid w:val="00AB6FC4"/>
    <w:rsid w:val="00AB7C21"/>
    <w:rsid w:val="00AC20B9"/>
    <w:rsid w:val="00AC2126"/>
    <w:rsid w:val="00AC2251"/>
    <w:rsid w:val="00AC3016"/>
    <w:rsid w:val="00AC3A46"/>
    <w:rsid w:val="00AC3E8C"/>
    <w:rsid w:val="00AC45AD"/>
    <w:rsid w:val="00AC4E07"/>
    <w:rsid w:val="00AC4E20"/>
    <w:rsid w:val="00AC569F"/>
    <w:rsid w:val="00AC591F"/>
    <w:rsid w:val="00AC5EC5"/>
    <w:rsid w:val="00AC6B45"/>
    <w:rsid w:val="00AC7478"/>
    <w:rsid w:val="00AC78C7"/>
    <w:rsid w:val="00AD023C"/>
    <w:rsid w:val="00AD04FF"/>
    <w:rsid w:val="00AD0E75"/>
    <w:rsid w:val="00AD1E45"/>
    <w:rsid w:val="00AD1F80"/>
    <w:rsid w:val="00AD22E8"/>
    <w:rsid w:val="00AD31DB"/>
    <w:rsid w:val="00AD33A1"/>
    <w:rsid w:val="00AD47E7"/>
    <w:rsid w:val="00AD4A07"/>
    <w:rsid w:val="00AD4D09"/>
    <w:rsid w:val="00AD56DA"/>
    <w:rsid w:val="00AD5C91"/>
    <w:rsid w:val="00AD5EF0"/>
    <w:rsid w:val="00AD65AB"/>
    <w:rsid w:val="00AD796F"/>
    <w:rsid w:val="00AD7D0D"/>
    <w:rsid w:val="00AD7E92"/>
    <w:rsid w:val="00AE010C"/>
    <w:rsid w:val="00AE0409"/>
    <w:rsid w:val="00AE08E8"/>
    <w:rsid w:val="00AE14B8"/>
    <w:rsid w:val="00AE1613"/>
    <w:rsid w:val="00AE276C"/>
    <w:rsid w:val="00AE2C1A"/>
    <w:rsid w:val="00AE2CB4"/>
    <w:rsid w:val="00AE3B0A"/>
    <w:rsid w:val="00AE3EA8"/>
    <w:rsid w:val="00AE43A6"/>
    <w:rsid w:val="00AE44FF"/>
    <w:rsid w:val="00AE48A5"/>
    <w:rsid w:val="00AE4CF0"/>
    <w:rsid w:val="00AE563D"/>
    <w:rsid w:val="00AE6C41"/>
    <w:rsid w:val="00AE6C87"/>
    <w:rsid w:val="00AE6EA8"/>
    <w:rsid w:val="00AE75B7"/>
    <w:rsid w:val="00AE795B"/>
    <w:rsid w:val="00AE7B18"/>
    <w:rsid w:val="00AF03B3"/>
    <w:rsid w:val="00AF0856"/>
    <w:rsid w:val="00AF0DD0"/>
    <w:rsid w:val="00AF17BD"/>
    <w:rsid w:val="00AF1D53"/>
    <w:rsid w:val="00AF1D69"/>
    <w:rsid w:val="00AF2329"/>
    <w:rsid w:val="00AF2758"/>
    <w:rsid w:val="00AF2784"/>
    <w:rsid w:val="00AF3080"/>
    <w:rsid w:val="00AF3213"/>
    <w:rsid w:val="00AF33DA"/>
    <w:rsid w:val="00AF38D7"/>
    <w:rsid w:val="00AF3FE0"/>
    <w:rsid w:val="00AF40ED"/>
    <w:rsid w:val="00AF5AC1"/>
    <w:rsid w:val="00AF5E15"/>
    <w:rsid w:val="00AF6254"/>
    <w:rsid w:val="00AF625A"/>
    <w:rsid w:val="00AF7326"/>
    <w:rsid w:val="00AF7FAF"/>
    <w:rsid w:val="00B01066"/>
    <w:rsid w:val="00B01DAB"/>
    <w:rsid w:val="00B029A5"/>
    <w:rsid w:val="00B031F3"/>
    <w:rsid w:val="00B03411"/>
    <w:rsid w:val="00B03649"/>
    <w:rsid w:val="00B0429B"/>
    <w:rsid w:val="00B04B2C"/>
    <w:rsid w:val="00B0587F"/>
    <w:rsid w:val="00B058AF"/>
    <w:rsid w:val="00B059B0"/>
    <w:rsid w:val="00B05D6C"/>
    <w:rsid w:val="00B05FD1"/>
    <w:rsid w:val="00B0632C"/>
    <w:rsid w:val="00B06562"/>
    <w:rsid w:val="00B06A07"/>
    <w:rsid w:val="00B06AF2"/>
    <w:rsid w:val="00B07A9F"/>
    <w:rsid w:val="00B1016B"/>
    <w:rsid w:val="00B10D45"/>
    <w:rsid w:val="00B11978"/>
    <w:rsid w:val="00B11CFE"/>
    <w:rsid w:val="00B121CE"/>
    <w:rsid w:val="00B127EF"/>
    <w:rsid w:val="00B12B75"/>
    <w:rsid w:val="00B12F98"/>
    <w:rsid w:val="00B13559"/>
    <w:rsid w:val="00B136AD"/>
    <w:rsid w:val="00B1390A"/>
    <w:rsid w:val="00B13F4B"/>
    <w:rsid w:val="00B14E51"/>
    <w:rsid w:val="00B155A5"/>
    <w:rsid w:val="00B161F4"/>
    <w:rsid w:val="00B165DE"/>
    <w:rsid w:val="00B1660C"/>
    <w:rsid w:val="00B167A3"/>
    <w:rsid w:val="00B169EB"/>
    <w:rsid w:val="00B16E54"/>
    <w:rsid w:val="00B17879"/>
    <w:rsid w:val="00B17B28"/>
    <w:rsid w:val="00B203FA"/>
    <w:rsid w:val="00B20AC7"/>
    <w:rsid w:val="00B213BA"/>
    <w:rsid w:val="00B21505"/>
    <w:rsid w:val="00B21CCE"/>
    <w:rsid w:val="00B21F93"/>
    <w:rsid w:val="00B2283D"/>
    <w:rsid w:val="00B228A0"/>
    <w:rsid w:val="00B229D3"/>
    <w:rsid w:val="00B22F4C"/>
    <w:rsid w:val="00B235AD"/>
    <w:rsid w:val="00B23652"/>
    <w:rsid w:val="00B2384F"/>
    <w:rsid w:val="00B23A05"/>
    <w:rsid w:val="00B24301"/>
    <w:rsid w:val="00B25190"/>
    <w:rsid w:val="00B26162"/>
    <w:rsid w:val="00B26985"/>
    <w:rsid w:val="00B27307"/>
    <w:rsid w:val="00B30997"/>
    <w:rsid w:val="00B32015"/>
    <w:rsid w:val="00B320E0"/>
    <w:rsid w:val="00B32471"/>
    <w:rsid w:val="00B32747"/>
    <w:rsid w:val="00B32767"/>
    <w:rsid w:val="00B328E7"/>
    <w:rsid w:val="00B32935"/>
    <w:rsid w:val="00B32CD1"/>
    <w:rsid w:val="00B3301F"/>
    <w:rsid w:val="00B33AC1"/>
    <w:rsid w:val="00B33D07"/>
    <w:rsid w:val="00B34134"/>
    <w:rsid w:val="00B34D89"/>
    <w:rsid w:val="00B35637"/>
    <w:rsid w:val="00B37251"/>
    <w:rsid w:val="00B375DF"/>
    <w:rsid w:val="00B377CE"/>
    <w:rsid w:val="00B4001C"/>
    <w:rsid w:val="00B40380"/>
    <w:rsid w:val="00B40551"/>
    <w:rsid w:val="00B40715"/>
    <w:rsid w:val="00B40A63"/>
    <w:rsid w:val="00B40EDC"/>
    <w:rsid w:val="00B412F0"/>
    <w:rsid w:val="00B42063"/>
    <w:rsid w:val="00B427A7"/>
    <w:rsid w:val="00B43A73"/>
    <w:rsid w:val="00B43DB8"/>
    <w:rsid w:val="00B444DF"/>
    <w:rsid w:val="00B4513E"/>
    <w:rsid w:val="00B4516D"/>
    <w:rsid w:val="00B45B68"/>
    <w:rsid w:val="00B45F4C"/>
    <w:rsid w:val="00B47939"/>
    <w:rsid w:val="00B47C9E"/>
    <w:rsid w:val="00B47D7C"/>
    <w:rsid w:val="00B51271"/>
    <w:rsid w:val="00B513FD"/>
    <w:rsid w:val="00B51572"/>
    <w:rsid w:val="00B51E0A"/>
    <w:rsid w:val="00B524AF"/>
    <w:rsid w:val="00B5256A"/>
    <w:rsid w:val="00B52FA4"/>
    <w:rsid w:val="00B53C63"/>
    <w:rsid w:val="00B54091"/>
    <w:rsid w:val="00B540F9"/>
    <w:rsid w:val="00B54869"/>
    <w:rsid w:val="00B548D0"/>
    <w:rsid w:val="00B54A7A"/>
    <w:rsid w:val="00B54E33"/>
    <w:rsid w:val="00B54FBD"/>
    <w:rsid w:val="00B552C8"/>
    <w:rsid w:val="00B556D3"/>
    <w:rsid w:val="00B55764"/>
    <w:rsid w:val="00B557AD"/>
    <w:rsid w:val="00B55D59"/>
    <w:rsid w:val="00B562D9"/>
    <w:rsid w:val="00B56FFA"/>
    <w:rsid w:val="00B577B5"/>
    <w:rsid w:val="00B57DDD"/>
    <w:rsid w:val="00B607B1"/>
    <w:rsid w:val="00B60AF0"/>
    <w:rsid w:val="00B60E39"/>
    <w:rsid w:val="00B61C4D"/>
    <w:rsid w:val="00B61D41"/>
    <w:rsid w:val="00B61F0D"/>
    <w:rsid w:val="00B620AC"/>
    <w:rsid w:val="00B6228C"/>
    <w:rsid w:val="00B64F43"/>
    <w:rsid w:val="00B64FA2"/>
    <w:rsid w:val="00B6522F"/>
    <w:rsid w:val="00B6534D"/>
    <w:rsid w:val="00B656EE"/>
    <w:rsid w:val="00B67BF5"/>
    <w:rsid w:val="00B67C89"/>
    <w:rsid w:val="00B67D46"/>
    <w:rsid w:val="00B7062A"/>
    <w:rsid w:val="00B70AD0"/>
    <w:rsid w:val="00B70ADF"/>
    <w:rsid w:val="00B70F6D"/>
    <w:rsid w:val="00B71A21"/>
    <w:rsid w:val="00B71FAF"/>
    <w:rsid w:val="00B7215C"/>
    <w:rsid w:val="00B728D2"/>
    <w:rsid w:val="00B72927"/>
    <w:rsid w:val="00B72F1C"/>
    <w:rsid w:val="00B73231"/>
    <w:rsid w:val="00B737CF"/>
    <w:rsid w:val="00B737D6"/>
    <w:rsid w:val="00B73BBB"/>
    <w:rsid w:val="00B74042"/>
    <w:rsid w:val="00B75A25"/>
    <w:rsid w:val="00B75AE8"/>
    <w:rsid w:val="00B763B8"/>
    <w:rsid w:val="00B80BF4"/>
    <w:rsid w:val="00B8108F"/>
    <w:rsid w:val="00B815C1"/>
    <w:rsid w:val="00B83948"/>
    <w:rsid w:val="00B84204"/>
    <w:rsid w:val="00B84940"/>
    <w:rsid w:val="00B850F1"/>
    <w:rsid w:val="00B85A27"/>
    <w:rsid w:val="00B85CBC"/>
    <w:rsid w:val="00B873B7"/>
    <w:rsid w:val="00B90F74"/>
    <w:rsid w:val="00B910D2"/>
    <w:rsid w:val="00B91104"/>
    <w:rsid w:val="00B91106"/>
    <w:rsid w:val="00B915EC"/>
    <w:rsid w:val="00B919FB"/>
    <w:rsid w:val="00B91D0D"/>
    <w:rsid w:val="00B930BE"/>
    <w:rsid w:val="00B940F2"/>
    <w:rsid w:val="00B94AB3"/>
    <w:rsid w:val="00B95240"/>
    <w:rsid w:val="00B95BA7"/>
    <w:rsid w:val="00B965C0"/>
    <w:rsid w:val="00BA0693"/>
    <w:rsid w:val="00BA07AE"/>
    <w:rsid w:val="00BA1174"/>
    <w:rsid w:val="00BA1910"/>
    <w:rsid w:val="00BA1D1A"/>
    <w:rsid w:val="00BA2C5D"/>
    <w:rsid w:val="00BA2F0D"/>
    <w:rsid w:val="00BA2F18"/>
    <w:rsid w:val="00BA410B"/>
    <w:rsid w:val="00BA5009"/>
    <w:rsid w:val="00BA5139"/>
    <w:rsid w:val="00BA5521"/>
    <w:rsid w:val="00BA5990"/>
    <w:rsid w:val="00BA6886"/>
    <w:rsid w:val="00BB042D"/>
    <w:rsid w:val="00BB095C"/>
    <w:rsid w:val="00BB1605"/>
    <w:rsid w:val="00BB1A45"/>
    <w:rsid w:val="00BB4192"/>
    <w:rsid w:val="00BB4B55"/>
    <w:rsid w:val="00BB4C23"/>
    <w:rsid w:val="00BB5127"/>
    <w:rsid w:val="00BB5984"/>
    <w:rsid w:val="00BB6E33"/>
    <w:rsid w:val="00BB6E78"/>
    <w:rsid w:val="00BB76A4"/>
    <w:rsid w:val="00BC082F"/>
    <w:rsid w:val="00BC0AB3"/>
    <w:rsid w:val="00BC0B56"/>
    <w:rsid w:val="00BC0F6D"/>
    <w:rsid w:val="00BC1204"/>
    <w:rsid w:val="00BC1920"/>
    <w:rsid w:val="00BC1F49"/>
    <w:rsid w:val="00BC2CCF"/>
    <w:rsid w:val="00BC4F73"/>
    <w:rsid w:val="00BC5364"/>
    <w:rsid w:val="00BC6187"/>
    <w:rsid w:val="00BC6977"/>
    <w:rsid w:val="00BC7421"/>
    <w:rsid w:val="00BC79DE"/>
    <w:rsid w:val="00BC7DE9"/>
    <w:rsid w:val="00BC7E28"/>
    <w:rsid w:val="00BC7F37"/>
    <w:rsid w:val="00BD03D4"/>
    <w:rsid w:val="00BD2531"/>
    <w:rsid w:val="00BD38C2"/>
    <w:rsid w:val="00BD3E30"/>
    <w:rsid w:val="00BD465F"/>
    <w:rsid w:val="00BD4A20"/>
    <w:rsid w:val="00BD4AB1"/>
    <w:rsid w:val="00BD4F84"/>
    <w:rsid w:val="00BD4FD4"/>
    <w:rsid w:val="00BD53EA"/>
    <w:rsid w:val="00BD5966"/>
    <w:rsid w:val="00BD64ED"/>
    <w:rsid w:val="00BD72D9"/>
    <w:rsid w:val="00BD757F"/>
    <w:rsid w:val="00BD775D"/>
    <w:rsid w:val="00BD7F88"/>
    <w:rsid w:val="00BE0C1F"/>
    <w:rsid w:val="00BE1408"/>
    <w:rsid w:val="00BE1599"/>
    <w:rsid w:val="00BE15FA"/>
    <w:rsid w:val="00BE2EB0"/>
    <w:rsid w:val="00BE398E"/>
    <w:rsid w:val="00BE3A17"/>
    <w:rsid w:val="00BE4701"/>
    <w:rsid w:val="00BE5D68"/>
    <w:rsid w:val="00BE654F"/>
    <w:rsid w:val="00BE6A9B"/>
    <w:rsid w:val="00BE76C8"/>
    <w:rsid w:val="00BE78C9"/>
    <w:rsid w:val="00BE794E"/>
    <w:rsid w:val="00BE7A74"/>
    <w:rsid w:val="00BE7F87"/>
    <w:rsid w:val="00BF03FF"/>
    <w:rsid w:val="00BF0E06"/>
    <w:rsid w:val="00BF0ED6"/>
    <w:rsid w:val="00BF1155"/>
    <w:rsid w:val="00BF20C8"/>
    <w:rsid w:val="00BF2BEE"/>
    <w:rsid w:val="00BF3E24"/>
    <w:rsid w:val="00BF4064"/>
    <w:rsid w:val="00BF4F03"/>
    <w:rsid w:val="00BF59E9"/>
    <w:rsid w:val="00BF6844"/>
    <w:rsid w:val="00BF7257"/>
    <w:rsid w:val="00BF7937"/>
    <w:rsid w:val="00C00432"/>
    <w:rsid w:val="00C00541"/>
    <w:rsid w:val="00C01EE0"/>
    <w:rsid w:val="00C0256C"/>
    <w:rsid w:val="00C02BFF"/>
    <w:rsid w:val="00C02E61"/>
    <w:rsid w:val="00C0368C"/>
    <w:rsid w:val="00C03D82"/>
    <w:rsid w:val="00C03DC1"/>
    <w:rsid w:val="00C03EB4"/>
    <w:rsid w:val="00C03FCA"/>
    <w:rsid w:val="00C041A2"/>
    <w:rsid w:val="00C045F8"/>
    <w:rsid w:val="00C049F2"/>
    <w:rsid w:val="00C053AD"/>
    <w:rsid w:val="00C05E43"/>
    <w:rsid w:val="00C0605A"/>
    <w:rsid w:val="00C067E0"/>
    <w:rsid w:val="00C068FD"/>
    <w:rsid w:val="00C07759"/>
    <w:rsid w:val="00C07F08"/>
    <w:rsid w:val="00C10010"/>
    <w:rsid w:val="00C107AD"/>
    <w:rsid w:val="00C10A3A"/>
    <w:rsid w:val="00C10D08"/>
    <w:rsid w:val="00C12647"/>
    <w:rsid w:val="00C1340A"/>
    <w:rsid w:val="00C1371C"/>
    <w:rsid w:val="00C14ECA"/>
    <w:rsid w:val="00C152CE"/>
    <w:rsid w:val="00C1544E"/>
    <w:rsid w:val="00C15573"/>
    <w:rsid w:val="00C15C13"/>
    <w:rsid w:val="00C16255"/>
    <w:rsid w:val="00C1652E"/>
    <w:rsid w:val="00C1669C"/>
    <w:rsid w:val="00C16AC6"/>
    <w:rsid w:val="00C17955"/>
    <w:rsid w:val="00C20024"/>
    <w:rsid w:val="00C2022A"/>
    <w:rsid w:val="00C20D7B"/>
    <w:rsid w:val="00C215A2"/>
    <w:rsid w:val="00C22AF2"/>
    <w:rsid w:val="00C231E4"/>
    <w:rsid w:val="00C2364A"/>
    <w:rsid w:val="00C24353"/>
    <w:rsid w:val="00C2453C"/>
    <w:rsid w:val="00C24556"/>
    <w:rsid w:val="00C2465D"/>
    <w:rsid w:val="00C24789"/>
    <w:rsid w:val="00C24797"/>
    <w:rsid w:val="00C25BAB"/>
    <w:rsid w:val="00C25BE3"/>
    <w:rsid w:val="00C25D15"/>
    <w:rsid w:val="00C26679"/>
    <w:rsid w:val="00C268D7"/>
    <w:rsid w:val="00C26AD6"/>
    <w:rsid w:val="00C27494"/>
    <w:rsid w:val="00C27AB4"/>
    <w:rsid w:val="00C3041E"/>
    <w:rsid w:val="00C30472"/>
    <w:rsid w:val="00C306BE"/>
    <w:rsid w:val="00C30709"/>
    <w:rsid w:val="00C308E5"/>
    <w:rsid w:val="00C30FB0"/>
    <w:rsid w:val="00C31C51"/>
    <w:rsid w:val="00C32192"/>
    <w:rsid w:val="00C32305"/>
    <w:rsid w:val="00C3257A"/>
    <w:rsid w:val="00C326F8"/>
    <w:rsid w:val="00C32EA2"/>
    <w:rsid w:val="00C333B9"/>
    <w:rsid w:val="00C333D3"/>
    <w:rsid w:val="00C336AF"/>
    <w:rsid w:val="00C34732"/>
    <w:rsid w:val="00C34A84"/>
    <w:rsid w:val="00C3540E"/>
    <w:rsid w:val="00C35B88"/>
    <w:rsid w:val="00C366CB"/>
    <w:rsid w:val="00C3678F"/>
    <w:rsid w:val="00C36C9F"/>
    <w:rsid w:val="00C3703E"/>
    <w:rsid w:val="00C3769E"/>
    <w:rsid w:val="00C37C0A"/>
    <w:rsid w:val="00C40287"/>
    <w:rsid w:val="00C40A62"/>
    <w:rsid w:val="00C40AA9"/>
    <w:rsid w:val="00C40DAC"/>
    <w:rsid w:val="00C40FB8"/>
    <w:rsid w:val="00C41C9A"/>
    <w:rsid w:val="00C4223D"/>
    <w:rsid w:val="00C422B4"/>
    <w:rsid w:val="00C42475"/>
    <w:rsid w:val="00C429AD"/>
    <w:rsid w:val="00C42F1A"/>
    <w:rsid w:val="00C43077"/>
    <w:rsid w:val="00C438F5"/>
    <w:rsid w:val="00C439B9"/>
    <w:rsid w:val="00C43C1A"/>
    <w:rsid w:val="00C44297"/>
    <w:rsid w:val="00C44436"/>
    <w:rsid w:val="00C44732"/>
    <w:rsid w:val="00C4496C"/>
    <w:rsid w:val="00C44B97"/>
    <w:rsid w:val="00C46C16"/>
    <w:rsid w:val="00C46CDD"/>
    <w:rsid w:val="00C47186"/>
    <w:rsid w:val="00C4725E"/>
    <w:rsid w:val="00C476BF"/>
    <w:rsid w:val="00C476D4"/>
    <w:rsid w:val="00C50D38"/>
    <w:rsid w:val="00C511E0"/>
    <w:rsid w:val="00C514E5"/>
    <w:rsid w:val="00C516F0"/>
    <w:rsid w:val="00C51D48"/>
    <w:rsid w:val="00C52796"/>
    <w:rsid w:val="00C530E4"/>
    <w:rsid w:val="00C544BC"/>
    <w:rsid w:val="00C545DF"/>
    <w:rsid w:val="00C547C5"/>
    <w:rsid w:val="00C56278"/>
    <w:rsid w:val="00C60DB1"/>
    <w:rsid w:val="00C60E5B"/>
    <w:rsid w:val="00C6191A"/>
    <w:rsid w:val="00C61A98"/>
    <w:rsid w:val="00C61EED"/>
    <w:rsid w:val="00C6219A"/>
    <w:rsid w:val="00C6237B"/>
    <w:rsid w:val="00C62D71"/>
    <w:rsid w:val="00C62F65"/>
    <w:rsid w:val="00C6375D"/>
    <w:rsid w:val="00C63801"/>
    <w:rsid w:val="00C64794"/>
    <w:rsid w:val="00C64BF8"/>
    <w:rsid w:val="00C665FE"/>
    <w:rsid w:val="00C66E94"/>
    <w:rsid w:val="00C67181"/>
    <w:rsid w:val="00C727E1"/>
    <w:rsid w:val="00C728A6"/>
    <w:rsid w:val="00C729F1"/>
    <w:rsid w:val="00C73E3D"/>
    <w:rsid w:val="00C73E76"/>
    <w:rsid w:val="00C745F8"/>
    <w:rsid w:val="00C74AFC"/>
    <w:rsid w:val="00C75713"/>
    <w:rsid w:val="00C757F8"/>
    <w:rsid w:val="00C75D3A"/>
    <w:rsid w:val="00C7683B"/>
    <w:rsid w:val="00C76902"/>
    <w:rsid w:val="00C7696F"/>
    <w:rsid w:val="00C77B24"/>
    <w:rsid w:val="00C801A8"/>
    <w:rsid w:val="00C8037F"/>
    <w:rsid w:val="00C80AE4"/>
    <w:rsid w:val="00C80DE5"/>
    <w:rsid w:val="00C81093"/>
    <w:rsid w:val="00C81611"/>
    <w:rsid w:val="00C828C1"/>
    <w:rsid w:val="00C82C84"/>
    <w:rsid w:val="00C83030"/>
    <w:rsid w:val="00C837E9"/>
    <w:rsid w:val="00C83C0B"/>
    <w:rsid w:val="00C83D7C"/>
    <w:rsid w:val="00C841CF"/>
    <w:rsid w:val="00C8448F"/>
    <w:rsid w:val="00C849A3"/>
    <w:rsid w:val="00C84F86"/>
    <w:rsid w:val="00C84FE4"/>
    <w:rsid w:val="00C8648A"/>
    <w:rsid w:val="00C865F1"/>
    <w:rsid w:val="00C86D15"/>
    <w:rsid w:val="00C877E4"/>
    <w:rsid w:val="00C90278"/>
    <w:rsid w:val="00C92892"/>
    <w:rsid w:val="00C92F12"/>
    <w:rsid w:val="00C937DE"/>
    <w:rsid w:val="00C9395F"/>
    <w:rsid w:val="00C93BF2"/>
    <w:rsid w:val="00C947CC"/>
    <w:rsid w:val="00C94B97"/>
    <w:rsid w:val="00C9534D"/>
    <w:rsid w:val="00C95423"/>
    <w:rsid w:val="00C9580D"/>
    <w:rsid w:val="00C969FB"/>
    <w:rsid w:val="00C97628"/>
    <w:rsid w:val="00C978D2"/>
    <w:rsid w:val="00CA05B0"/>
    <w:rsid w:val="00CA09E5"/>
    <w:rsid w:val="00CA1110"/>
    <w:rsid w:val="00CA1831"/>
    <w:rsid w:val="00CA1E6D"/>
    <w:rsid w:val="00CA279C"/>
    <w:rsid w:val="00CA27CE"/>
    <w:rsid w:val="00CA335D"/>
    <w:rsid w:val="00CA345B"/>
    <w:rsid w:val="00CA3F3B"/>
    <w:rsid w:val="00CA5F71"/>
    <w:rsid w:val="00CA6251"/>
    <w:rsid w:val="00CA674D"/>
    <w:rsid w:val="00CA7125"/>
    <w:rsid w:val="00CA7390"/>
    <w:rsid w:val="00CA7CE5"/>
    <w:rsid w:val="00CB0044"/>
    <w:rsid w:val="00CB0B52"/>
    <w:rsid w:val="00CB14BD"/>
    <w:rsid w:val="00CB1779"/>
    <w:rsid w:val="00CB189C"/>
    <w:rsid w:val="00CB2052"/>
    <w:rsid w:val="00CB2F6C"/>
    <w:rsid w:val="00CB2FC0"/>
    <w:rsid w:val="00CB3DF2"/>
    <w:rsid w:val="00CB41A6"/>
    <w:rsid w:val="00CB435A"/>
    <w:rsid w:val="00CB4728"/>
    <w:rsid w:val="00CB488E"/>
    <w:rsid w:val="00CB4B6D"/>
    <w:rsid w:val="00CB4DA2"/>
    <w:rsid w:val="00CB5E8E"/>
    <w:rsid w:val="00CB738B"/>
    <w:rsid w:val="00CB769F"/>
    <w:rsid w:val="00CB7D8B"/>
    <w:rsid w:val="00CB7E8B"/>
    <w:rsid w:val="00CC00A1"/>
    <w:rsid w:val="00CC21A5"/>
    <w:rsid w:val="00CC246E"/>
    <w:rsid w:val="00CC259D"/>
    <w:rsid w:val="00CC2A90"/>
    <w:rsid w:val="00CC3B1B"/>
    <w:rsid w:val="00CC3D34"/>
    <w:rsid w:val="00CC49A3"/>
    <w:rsid w:val="00CC4A47"/>
    <w:rsid w:val="00CC5D3E"/>
    <w:rsid w:val="00CC5F0D"/>
    <w:rsid w:val="00CC6740"/>
    <w:rsid w:val="00CC694D"/>
    <w:rsid w:val="00CC744D"/>
    <w:rsid w:val="00CC77FD"/>
    <w:rsid w:val="00CD0510"/>
    <w:rsid w:val="00CD060E"/>
    <w:rsid w:val="00CD0990"/>
    <w:rsid w:val="00CD111D"/>
    <w:rsid w:val="00CD2825"/>
    <w:rsid w:val="00CD33C4"/>
    <w:rsid w:val="00CD3729"/>
    <w:rsid w:val="00CD4540"/>
    <w:rsid w:val="00CD4C19"/>
    <w:rsid w:val="00CD501A"/>
    <w:rsid w:val="00CD6377"/>
    <w:rsid w:val="00CD644D"/>
    <w:rsid w:val="00CD6DAF"/>
    <w:rsid w:val="00CD7057"/>
    <w:rsid w:val="00CD7530"/>
    <w:rsid w:val="00CD7C8B"/>
    <w:rsid w:val="00CE0DDA"/>
    <w:rsid w:val="00CE1900"/>
    <w:rsid w:val="00CE275E"/>
    <w:rsid w:val="00CE28E1"/>
    <w:rsid w:val="00CE2B39"/>
    <w:rsid w:val="00CE358D"/>
    <w:rsid w:val="00CE3F2B"/>
    <w:rsid w:val="00CE3F59"/>
    <w:rsid w:val="00CE3FE8"/>
    <w:rsid w:val="00CE4772"/>
    <w:rsid w:val="00CE4D52"/>
    <w:rsid w:val="00CE4EF0"/>
    <w:rsid w:val="00CE4F0F"/>
    <w:rsid w:val="00CE4F52"/>
    <w:rsid w:val="00CE504A"/>
    <w:rsid w:val="00CE5175"/>
    <w:rsid w:val="00CE541E"/>
    <w:rsid w:val="00CE5465"/>
    <w:rsid w:val="00CE5529"/>
    <w:rsid w:val="00CE57FE"/>
    <w:rsid w:val="00CE5AB4"/>
    <w:rsid w:val="00CE60F7"/>
    <w:rsid w:val="00CE62BC"/>
    <w:rsid w:val="00CE6E24"/>
    <w:rsid w:val="00CE705F"/>
    <w:rsid w:val="00CF0D85"/>
    <w:rsid w:val="00CF11AE"/>
    <w:rsid w:val="00CF1BEE"/>
    <w:rsid w:val="00CF2824"/>
    <w:rsid w:val="00CF2A01"/>
    <w:rsid w:val="00CF2AC3"/>
    <w:rsid w:val="00CF321E"/>
    <w:rsid w:val="00CF3874"/>
    <w:rsid w:val="00CF3BD2"/>
    <w:rsid w:val="00CF3CDC"/>
    <w:rsid w:val="00CF476E"/>
    <w:rsid w:val="00CF4C5C"/>
    <w:rsid w:val="00CF5CE6"/>
    <w:rsid w:val="00CF5E6B"/>
    <w:rsid w:val="00CF6113"/>
    <w:rsid w:val="00CF71CC"/>
    <w:rsid w:val="00CF7E88"/>
    <w:rsid w:val="00D01499"/>
    <w:rsid w:val="00D01B5E"/>
    <w:rsid w:val="00D01E10"/>
    <w:rsid w:val="00D026B7"/>
    <w:rsid w:val="00D02F76"/>
    <w:rsid w:val="00D0367C"/>
    <w:rsid w:val="00D041D7"/>
    <w:rsid w:val="00D04236"/>
    <w:rsid w:val="00D046E2"/>
    <w:rsid w:val="00D04FC9"/>
    <w:rsid w:val="00D0551A"/>
    <w:rsid w:val="00D059BD"/>
    <w:rsid w:val="00D072D7"/>
    <w:rsid w:val="00D11B06"/>
    <w:rsid w:val="00D11C92"/>
    <w:rsid w:val="00D11F5D"/>
    <w:rsid w:val="00D130D4"/>
    <w:rsid w:val="00D13420"/>
    <w:rsid w:val="00D1379A"/>
    <w:rsid w:val="00D13E6B"/>
    <w:rsid w:val="00D142D7"/>
    <w:rsid w:val="00D14C8A"/>
    <w:rsid w:val="00D14EE8"/>
    <w:rsid w:val="00D1548F"/>
    <w:rsid w:val="00D158F2"/>
    <w:rsid w:val="00D15BBE"/>
    <w:rsid w:val="00D15E24"/>
    <w:rsid w:val="00D16029"/>
    <w:rsid w:val="00D16DC2"/>
    <w:rsid w:val="00D2009A"/>
    <w:rsid w:val="00D20AE7"/>
    <w:rsid w:val="00D21A73"/>
    <w:rsid w:val="00D22F61"/>
    <w:rsid w:val="00D23B43"/>
    <w:rsid w:val="00D23C3E"/>
    <w:rsid w:val="00D23D67"/>
    <w:rsid w:val="00D23F03"/>
    <w:rsid w:val="00D24572"/>
    <w:rsid w:val="00D24EAF"/>
    <w:rsid w:val="00D255D9"/>
    <w:rsid w:val="00D25617"/>
    <w:rsid w:val="00D26514"/>
    <w:rsid w:val="00D27571"/>
    <w:rsid w:val="00D31F35"/>
    <w:rsid w:val="00D331A8"/>
    <w:rsid w:val="00D34602"/>
    <w:rsid w:val="00D359A1"/>
    <w:rsid w:val="00D35FF9"/>
    <w:rsid w:val="00D362D1"/>
    <w:rsid w:val="00D365B2"/>
    <w:rsid w:val="00D36D59"/>
    <w:rsid w:val="00D37551"/>
    <w:rsid w:val="00D37A0C"/>
    <w:rsid w:val="00D37EEA"/>
    <w:rsid w:val="00D37FCD"/>
    <w:rsid w:val="00D40554"/>
    <w:rsid w:val="00D412D4"/>
    <w:rsid w:val="00D4161B"/>
    <w:rsid w:val="00D41D19"/>
    <w:rsid w:val="00D4331A"/>
    <w:rsid w:val="00D43463"/>
    <w:rsid w:val="00D4467C"/>
    <w:rsid w:val="00D44A19"/>
    <w:rsid w:val="00D44ECC"/>
    <w:rsid w:val="00D4567A"/>
    <w:rsid w:val="00D45734"/>
    <w:rsid w:val="00D45DD7"/>
    <w:rsid w:val="00D45F43"/>
    <w:rsid w:val="00D46050"/>
    <w:rsid w:val="00D460DA"/>
    <w:rsid w:val="00D471BB"/>
    <w:rsid w:val="00D47575"/>
    <w:rsid w:val="00D47E90"/>
    <w:rsid w:val="00D5010B"/>
    <w:rsid w:val="00D504FA"/>
    <w:rsid w:val="00D50934"/>
    <w:rsid w:val="00D50A09"/>
    <w:rsid w:val="00D50C1D"/>
    <w:rsid w:val="00D50F3D"/>
    <w:rsid w:val="00D51232"/>
    <w:rsid w:val="00D53649"/>
    <w:rsid w:val="00D54DF0"/>
    <w:rsid w:val="00D55300"/>
    <w:rsid w:val="00D57A1C"/>
    <w:rsid w:val="00D57D21"/>
    <w:rsid w:val="00D60073"/>
    <w:rsid w:val="00D61038"/>
    <w:rsid w:val="00D611AB"/>
    <w:rsid w:val="00D61FBF"/>
    <w:rsid w:val="00D6259F"/>
    <w:rsid w:val="00D627A6"/>
    <w:rsid w:val="00D631C5"/>
    <w:rsid w:val="00D63455"/>
    <w:rsid w:val="00D63556"/>
    <w:rsid w:val="00D64684"/>
    <w:rsid w:val="00D647F0"/>
    <w:rsid w:val="00D6530E"/>
    <w:rsid w:val="00D65B2B"/>
    <w:rsid w:val="00D661F0"/>
    <w:rsid w:val="00D6623E"/>
    <w:rsid w:val="00D671BC"/>
    <w:rsid w:val="00D67634"/>
    <w:rsid w:val="00D67F6D"/>
    <w:rsid w:val="00D7001B"/>
    <w:rsid w:val="00D70FAD"/>
    <w:rsid w:val="00D7114D"/>
    <w:rsid w:val="00D711CA"/>
    <w:rsid w:val="00D72324"/>
    <w:rsid w:val="00D72403"/>
    <w:rsid w:val="00D73144"/>
    <w:rsid w:val="00D73261"/>
    <w:rsid w:val="00D73544"/>
    <w:rsid w:val="00D73817"/>
    <w:rsid w:val="00D74B8D"/>
    <w:rsid w:val="00D75769"/>
    <w:rsid w:val="00D75D2E"/>
    <w:rsid w:val="00D7634B"/>
    <w:rsid w:val="00D7797B"/>
    <w:rsid w:val="00D801F9"/>
    <w:rsid w:val="00D802D2"/>
    <w:rsid w:val="00D80581"/>
    <w:rsid w:val="00D80CC4"/>
    <w:rsid w:val="00D81BE9"/>
    <w:rsid w:val="00D82A05"/>
    <w:rsid w:val="00D83AA2"/>
    <w:rsid w:val="00D843F0"/>
    <w:rsid w:val="00D845C4"/>
    <w:rsid w:val="00D84E77"/>
    <w:rsid w:val="00D856E3"/>
    <w:rsid w:val="00D86FC2"/>
    <w:rsid w:val="00D87973"/>
    <w:rsid w:val="00D87BB7"/>
    <w:rsid w:val="00D87E4B"/>
    <w:rsid w:val="00D87F84"/>
    <w:rsid w:val="00D9254A"/>
    <w:rsid w:val="00D9254C"/>
    <w:rsid w:val="00D93901"/>
    <w:rsid w:val="00D93BED"/>
    <w:rsid w:val="00D95ABA"/>
    <w:rsid w:val="00D9630B"/>
    <w:rsid w:val="00D96605"/>
    <w:rsid w:val="00D977FA"/>
    <w:rsid w:val="00DA0A0D"/>
    <w:rsid w:val="00DA1A24"/>
    <w:rsid w:val="00DA1BB1"/>
    <w:rsid w:val="00DA1D41"/>
    <w:rsid w:val="00DA2073"/>
    <w:rsid w:val="00DA2FF3"/>
    <w:rsid w:val="00DA3365"/>
    <w:rsid w:val="00DA356C"/>
    <w:rsid w:val="00DA36CA"/>
    <w:rsid w:val="00DA3A0F"/>
    <w:rsid w:val="00DA3E1F"/>
    <w:rsid w:val="00DA40FC"/>
    <w:rsid w:val="00DA4A7F"/>
    <w:rsid w:val="00DA4B2C"/>
    <w:rsid w:val="00DA4FFE"/>
    <w:rsid w:val="00DA621D"/>
    <w:rsid w:val="00DA6B49"/>
    <w:rsid w:val="00DA714F"/>
    <w:rsid w:val="00DB06B4"/>
    <w:rsid w:val="00DB0B0B"/>
    <w:rsid w:val="00DB0F0F"/>
    <w:rsid w:val="00DB19D9"/>
    <w:rsid w:val="00DB2641"/>
    <w:rsid w:val="00DB2B4B"/>
    <w:rsid w:val="00DB31E9"/>
    <w:rsid w:val="00DB3734"/>
    <w:rsid w:val="00DB4D12"/>
    <w:rsid w:val="00DB5620"/>
    <w:rsid w:val="00DB5CC2"/>
    <w:rsid w:val="00DB5D55"/>
    <w:rsid w:val="00DB627D"/>
    <w:rsid w:val="00DB642C"/>
    <w:rsid w:val="00DB692A"/>
    <w:rsid w:val="00DB6D2B"/>
    <w:rsid w:val="00DB6D9A"/>
    <w:rsid w:val="00DB7588"/>
    <w:rsid w:val="00DB75D4"/>
    <w:rsid w:val="00DB7843"/>
    <w:rsid w:val="00DB7CDE"/>
    <w:rsid w:val="00DC0108"/>
    <w:rsid w:val="00DC0B73"/>
    <w:rsid w:val="00DC1436"/>
    <w:rsid w:val="00DC20D3"/>
    <w:rsid w:val="00DC2324"/>
    <w:rsid w:val="00DC2B96"/>
    <w:rsid w:val="00DC2E0D"/>
    <w:rsid w:val="00DC2F6C"/>
    <w:rsid w:val="00DC32D9"/>
    <w:rsid w:val="00DC389A"/>
    <w:rsid w:val="00DC44CC"/>
    <w:rsid w:val="00DC4B99"/>
    <w:rsid w:val="00DC4EEA"/>
    <w:rsid w:val="00DC6006"/>
    <w:rsid w:val="00DC63EE"/>
    <w:rsid w:val="00DC78DD"/>
    <w:rsid w:val="00DC7C55"/>
    <w:rsid w:val="00DD078E"/>
    <w:rsid w:val="00DD0B25"/>
    <w:rsid w:val="00DD1BEE"/>
    <w:rsid w:val="00DD1DFA"/>
    <w:rsid w:val="00DD2386"/>
    <w:rsid w:val="00DD23A6"/>
    <w:rsid w:val="00DD297C"/>
    <w:rsid w:val="00DD2EED"/>
    <w:rsid w:val="00DD38A0"/>
    <w:rsid w:val="00DD3912"/>
    <w:rsid w:val="00DD3D7E"/>
    <w:rsid w:val="00DD451A"/>
    <w:rsid w:val="00DD45A8"/>
    <w:rsid w:val="00DD4E8A"/>
    <w:rsid w:val="00DD55B5"/>
    <w:rsid w:val="00DD573A"/>
    <w:rsid w:val="00DD6520"/>
    <w:rsid w:val="00DD6A0F"/>
    <w:rsid w:val="00DD78A2"/>
    <w:rsid w:val="00DE07D7"/>
    <w:rsid w:val="00DE088B"/>
    <w:rsid w:val="00DE0FC4"/>
    <w:rsid w:val="00DE18FA"/>
    <w:rsid w:val="00DE3269"/>
    <w:rsid w:val="00DE3866"/>
    <w:rsid w:val="00DE5332"/>
    <w:rsid w:val="00DE5974"/>
    <w:rsid w:val="00DE5B87"/>
    <w:rsid w:val="00DE62C8"/>
    <w:rsid w:val="00DE67A2"/>
    <w:rsid w:val="00DE67E1"/>
    <w:rsid w:val="00DE74E0"/>
    <w:rsid w:val="00DE770E"/>
    <w:rsid w:val="00DE7F5C"/>
    <w:rsid w:val="00DF1633"/>
    <w:rsid w:val="00DF1ADC"/>
    <w:rsid w:val="00DF1B1A"/>
    <w:rsid w:val="00DF2CB5"/>
    <w:rsid w:val="00DF2FD5"/>
    <w:rsid w:val="00DF3D9C"/>
    <w:rsid w:val="00DF4708"/>
    <w:rsid w:val="00DF4ABF"/>
    <w:rsid w:val="00DF5528"/>
    <w:rsid w:val="00DF5573"/>
    <w:rsid w:val="00DF70E9"/>
    <w:rsid w:val="00DF7189"/>
    <w:rsid w:val="00DF73CF"/>
    <w:rsid w:val="00DF7DB5"/>
    <w:rsid w:val="00E00863"/>
    <w:rsid w:val="00E03F3B"/>
    <w:rsid w:val="00E0433E"/>
    <w:rsid w:val="00E0440B"/>
    <w:rsid w:val="00E05246"/>
    <w:rsid w:val="00E07C83"/>
    <w:rsid w:val="00E10E72"/>
    <w:rsid w:val="00E1137D"/>
    <w:rsid w:val="00E11A14"/>
    <w:rsid w:val="00E12368"/>
    <w:rsid w:val="00E12799"/>
    <w:rsid w:val="00E1310F"/>
    <w:rsid w:val="00E1365F"/>
    <w:rsid w:val="00E13BCD"/>
    <w:rsid w:val="00E1435E"/>
    <w:rsid w:val="00E14AA5"/>
    <w:rsid w:val="00E15FBD"/>
    <w:rsid w:val="00E16052"/>
    <w:rsid w:val="00E16FA5"/>
    <w:rsid w:val="00E1701F"/>
    <w:rsid w:val="00E175FF"/>
    <w:rsid w:val="00E1783E"/>
    <w:rsid w:val="00E2038F"/>
    <w:rsid w:val="00E203C8"/>
    <w:rsid w:val="00E2083C"/>
    <w:rsid w:val="00E20DD5"/>
    <w:rsid w:val="00E20DE3"/>
    <w:rsid w:val="00E21A6D"/>
    <w:rsid w:val="00E22167"/>
    <w:rsid w:val="00E2270E"/>
    <w:rsid w:val="00E227C1"/>
    <w:rsid w:val="00E22914"/>
    <w:rsid w:val="00E22BAA"/>
    <w:rsid w:val="00E22F4A"/>
    <w:rsid w:val="00E23437"/>
    <w:rsid w:val="00E23F91"/>
    <w:rsid w:val="00E240B2"/>
    <w:rsid w:val="00E256A9"/>
    <w:rsid w:val="00E25712"/>
    <w:rsid w:val="00E25B30"/>
    <w:rsid w:val="00E25BBE"/>
    <w:rsid w:val="00E264C5"/>
    <w:rsid w:val="00E26535"/>
    <w:rsid w:val="00E27F16"/>
    <w:rsid w:val="00E3002E"/>
    <w:rsid w:val="00E3005C"/>
    <w:rsid w:val="00E3096B"/>
    <w:rsid w:val="00E31E30"/>
    <w:rsid w:val="00E31FEB"/>
    <w:rsid w:val="00E32507"/>
    <w:rsid w:val="00E32642"/>
    <w:rsid w:val="00E32829"/>
    <w:rsid w:val="00E329C8"/>
    <w:rsid w:val="00E33144"/>
    <w:rsid w:val="00E332D4"/>
    <w:rsid w:val="00E33E7F"/>
    <w:rsid w:val="00E35AF1"/>
    <w:rsid w:val="00E36260"/>
    <w:rsid w:val="00E364AD"/>
    <w:rsid w:val="00E37B39"/>
    <w:rsid w:val="00E37BF3"/>
    <w:rsid w:val="00E37E26"/>
    <w:rsid w:val="00E40125"/>
    <w:rsid w:val="00E40B17"/>
    <w:rsid w:val="00E40EE4"/>
    <w:rsid w:val="00E40F04"/>
    <w:rsid w:val="00E419AA"/>
    <w:rsid w:val="00E41F60"/>
    <w:rsid w:val="00E434E6"/>
    <w:rsid w:val="00E436B0"/>
    <w:rsid w:val="00E438A4"/>
    <w:rsid w:val="00E43E13"/>
    <w:rsid w:val="00E44081"/>
    <w:rsid w:val="00E443F2"/>
    <w:rsid w:val="00E44444"/>
    <w:rsid w:val="00E45695"/>
    <w:rsid w:val="00E464B7"/>
    <w:rsid w:val="00E46938"/>
    <w:rsid w:val="00E46FDA"/>
    <w:rsid w:val="00E50428"/>
    <w:rsid w:val="00E50C90"/>
    <w:rsid w:val="00E50CA2"/>
    <w:rsid w:val="00E52F2F"/>
    <w:rsid w:val="00E531E8"/>
    <w:rsid w:val="00E535A5"/>
    <w:rsid w:val="00E54ACC"/>
    <w:rsid w:val="00E55300"/>
    <w:rsid w:val="00E55807"/>
    <w:rsid w:val="00E55F10"/>
    <w:rsid w:val="00E562DF"/>
    <w:rsid w:val="00E5640C"/>
    <w:rsid w:val="00E576FD"/>
    <w:rsid w:val="00E57DD2"/>
    <w:rsid w:val="00E60632"/>
    <w:rsid w:val="00E60873"/>
    <w:rsid w:val="00E60F58"/>
    <w:rsid w:val="00E612F2"/>
    <w:rsid w:val="00E620FC"/>
    <w:rsid w:val="00E629C6"/>
    <w:rsid w:val="00E62BFD"/>
    <w:rsid w:val="00E63013"/>
    <w:rsid w:val="00E635B7"/>
    <w:rsid w:val="00E63709"/>
    <w:rsid w:val="00E64300"/>
    <w:rsid w:val="00E6477D"/>
    <w:rsid w:val="00E647A5"/>
    <w:rsid w:val="00E64AF7"/>
    <w:rsid w:val="00E6569C"/>
    <w:rsid w:val="00E6664B"/>
    <w:rsid w:val="00E6698B"/>
    <w:rsid w:val="00E67943"/>
    <w:rsid w:val="00E708CE"/>
    <w:rsid w:val="00E71097"/>
    <w:rsid w:val="00E710D3"/>
    <w:rsid w:val="00E720FB"/>
    <w:rsid w:val="00E728C9"/>
    <w:rsid w:val="00E73602"/>
    <w:rsid w:val="00E73B30"/>
    <w:rsid w:val="00E73CD0"/>
    <w:rsid w:val="00E7405A"/>
    <w:rsid w:val="00E7417B"/>
    <w:rsid w:val="00E742F0"/>
    <w:rsid w:val="00E7435C"/>
    <w:rsid w:val="00E74647"/>
    <w:rsid w:val="00E75419"/>
    <w:rsid w:val="00E754B5"/>
    <w:rsid w:val="00E76E7E"/>
    <w:rsid w:val="00E777A4"/>
    <w:rsid w:val="00E77818"/>
    <w:rsid w:val="00E800D5"/>
    <w:rsid w:val="00E80109"/>
    <w:rsid w:val="00E801FF"/>
    <w:rsid w:val="00E80FD0"/>
    <w:rsid w:val="00E81FE0"/>
    <w:rsid w:val="00E82554"/>
    <w:rsid w:val="00E82FC4"/>
    <w:rsid w:val="00E8305F"/>
    <w:rsid w:val="00E8367B"/>
    <w:rsid w:val="00E83F7E"/>
    <w:rsid w:val="00E8471D"/>
    <w:rsid w:val="00E847D5"/>
    <w:rsid w:val="00E851D3"/>
    <w:rsid w:val="00E85503"/>
    <w:rsid w:val="00E85D00"/>
    <w:rsid w:val="00E8658A"/>
    <w:rsid w:val="00E868C8"/>
    <w:rsid w:val="00E86B77"/>
    <w:rsid w:val="00E87040"/>
    <w:rsid w:val="00E903FF"/>
    <w:rsid w:val="00E904DD"/>
    <w:rsid w:val="00E90BB7"/>
    <w:rsid w:val="00E913A2"/>
    <w:rsid w:val="00E915FA"/>
    <w:rsid w:val="00E91A3D"/>
    <w:rsid w:val="00E91CE1"/>
    <w:rsid w:val="00E925E0"/>
    <w:rsid w:val="00E92B16"/>
    <w:rsid w:val="00E9359F"/>
    <w:rsid w:val="00E93960"/>
    <w:rsid w:val="00E940C3"/>
    <w:rsid w:val="00E94926"/>
    <w:rsid w:val="00E94EA2"/>
    <w:rsid w:val="00E95044"/>
    <w:rsid w:val="00E9520D"/>
    <w:rsid w:val="00E95D5C"/>
    <w:rsid w:val="00E96382"/>
    <w:rsid w:val="00E96678"/>
    <w:rsid w:val="00E96F11"/>
    <w:rsid w:val="00E9705C"/>
    <w:rsid w:val="00E97518"/>
    <w:rsid w:val="00EA04C9"/>
    <w:rsid w:val="00EA0706"/>
    <w:rsid w:val="00EA096D"/>
    <w:rsid w:val="00EA1094"/>
    <w:rsid w:val="00EA16AE"/>
    <w:rsid w:val="00EA18F7"/>
    <w:rsid w:val="00EA1923"/>
    <w:rsid w:val="00EA1C61"/>
    <w:rsid w:val="00EA29DC"/>
    <w:rsid w:val="00EA373C"/>
    <w:rsid w:val="00EA394C"/>
    <w:rsid w:val="00EA3BA3"/>
    <w:rsid w:val="00EA4057"/>
    <w:rsid w:val="00EA414C"/>
    <w:rsid w:val="00EA447E"/>
    <w:rsid w:val="00EA4765"/>
    <w:rsid w:val="00EA4C02"/>
    <w:rsid w:val="00EA581C"/>
    <w:rsid w:val="00EA5DE3"/>
    <w:rsid w:val="00EA781C"/>
    <w:rsid w:val="00EA7D7A"/>
    <w:rsid w:val="00EB05DA"/>
    <w:rsid w:val="00EB0BC7"/>
    <w:rsid w:val="00EB16AD"/>
    <w:rsid w:val="00EB2339"/>
    <w:rsid w:val="00EB24F2"/>
    <w:rsid w:val="00EB359D"/>
    <w:rsid w:val="00EB3FDE"/>
    <w:rsid w:val="00EB466C"/>
    <w:rsid w:val="00EB4D1F"/>
    <w:rsid w:val="00EB5488"/>
    <w:rsid w:val="00EB5682"/>
    <w:rsid w:val="00EB5709"/>
    <w:rsid w:val="00EB63BF"/>
    <w:rsid w:val="00EB64FA"/>
    <w:rsid w:val="00EB66B8"/>
    <w:rsid w:val="00EB6F47"/>
    <w:rsid w:val="00EB6FBD"/>
    <w:rsid w:val="00EB7312"/>
    <w:rsid w:val="00EB7343"/>
    <w:rsid w:val="00EB75B1"/>
    <w:rsid w:val="00EB7972"/>
    <w:rsid w:val="00EC012F"/>
    <w:rsid w:val="00EC02B3"/>
    <w:rsid w:val="00EC04EE"/>
    <w:rsid w:val="00EC0800"/>
    <w:rsid w:val="00EC139B"/>
    <w:rsid w:val="00EC13CA"/>
    <w:rsid w:val="00EC1489"/>
    <w:rsid w:val="00EC19D4"/>
    <w:rsid w:val="00EC25D0"/>
    <w:rsid w:val="00EC2956"/>
    <w:rsid w:val="00EC2DB6"/>
    <w:rsid w:val="00EC334D"/>
    <w:rsid w:val="00EC3813"/>
    <w:rsid w:val="00EC48CC"/>
    <w:rsid w:val="00EC4B2D"/>
    <w:rsid w:val="00EC512F"/>
    <w:rsid w:val="00EC5880"/>
    <w:rsid w:val="00EC5BE3"/>
    <w:rsid w:val="00EC6F11"/>
    <w:rsid w:val="00EC74C2"/>
    <w:rsid w:val="00EC79E4"/>
    <w:rsid w:val="00EC7A60"/>
    <w:rsid w:val="00EC7FB8"/>
    <w:rsid w:val="00ED1574"/>
    <w:rsid w:val="00ED2911"/>
    <w:rsid w:val="00ED2A17"/>
    <w:rsid w:val="00ED3DD3"/>
    <w:rsid w:val="00ED4277"/>
    <w:rsid w:val="00ED582D"/>
    <w:rsid w:val="00ED5C37"/>
    <w:rsid w:val="00ED6489"/>
    <w:rsid w:val="00ED6D09"/>
    <w:rsid w:val="00ED7748"/>
    <w:rsid w:val="00ED77E7"/>
    <w:rsid w:val="00ED7C49"/>
    <w:rsid w:val="00EE00C8"/>
    <w:rsid w:val="00EE0C81"/>
    <w:rsid w:val="00EE1221"/>
    <w:rsid w:val="00EE22E2"/>
    <w:rsid w:val="00EE372A"/>
    <w:rsid w:val="00EE475C"/>
    <w:rsid w:val="00EE65AB"/>
    <w:rsid w:val="00EE6C61"/>
    <w:rsid w:val="00EE709B"/>
    <w:rsid w:val="00EE7415"/>
    <w:rsid w:val="00EE7E5F"/>
    <w:rsid w:val="00EF18B3"/>
    <w:rsid w:val="00EF1967"/>
    <w:rsid w:val="00EF1A28"/>
    <w:rsid w:val="00EF1C63"/>
    <w:rsid w:val="00EF2A3C"/>
    <w:rsid w:val="00EF3601"/>
    <w:rsid w:val="00EF421C"/>
    <w:rsid w:val="00EF42B4"/>
    <w:rsid w:val="00EF4FC5"/>
    <w:rsid w:val="00EF5575"/>
    <w:rsid w:val="00EF5849"/>
    <w:rsid w:val="00EF743F"/>
    <w:rsid w:val="00EF754A"/>
    <w:rsid w:val="00EF7B72"/>
    <w:rsid w:val="00F00EF1"/>
    <w:rsid w:val="00F01369"/>
    <w:rsid w:val="00F01592"/>
    <w:rsid w:val="00F01D4A"/>
    <w:rsid w:val="00F020DC"/>
    <w:rsid w:val="00F02D4C"/>
    <w:rsid w:val="00F02DDD"/>
    <w:rsid w:val="00F02E44"/>
    <w:rsid w:val="00F030EE"/>
    <w:rsid w:val="00F04295"/>
    <w:rsid w:val="00F06078"/>
    <w:rsid w:val="00F068A4"/>
    <w:rsid w:val="00F06C4B"/>
    <w:rsid w:val="00F06E94"/>
    <w:rsid w:val="00F07B47"/>
    <w:rsid w:val="00F11325"/>
    <w:rsid w:val="00F11345"/>
    <w:rsid w:val="00F13082"/>
    <w:rsid w:val="00F13BC9"/>
    <w:rsid w:val="00F14B88"/>
    <w:rsid w:val="00F14C84"/>
    <w:rsid w:val="00F14C95"/>
    <w:rsid w:val="00F14E40"/>
    <w:rsid w:val="00F14FEA"/>
    <w:rsid w:val="00F15622"/>
    <w:rsid w:val="00F15765"/>
    <w:rsid w:val="00F15B7D"/>
    <w:rsid w:val="00F169B4"/>
    <w:rsid w:val="00F171BD"/>
    <w:rsid w:val="00F179D2"/>
    <w:rsid w:val="00F179F5"/>
    <w:rsid w:val="00F200F2"/>
    <w:rsid w:val="00F20911"/>
    <w:rsid w:val="00F221F4"/>
    <w:rsid w:val="00F22706"/>
    <w:rsid w:val="00F22785"/>
    <w:rsid w:val="00F22F9A"/>
    <w:rsid w:val="00F23565"/>
    <w:rsid w:val="00F23CA7"/>
    <w:rsid w:val="00F24053"/>
    <w:rsid w:val="00F247D5"/>
    <w:rsid w:val="00F24DDE"/>
    <w:rsid w:val="00F24DFB"/>
    <w:rsid w:val="00F25714"/>
    <w:rsid w:val="00F25CE7"/>
    <w:rsid w:val="00F26290"/>
    <w:rsid w:val="00F26D07"/>
    <w:rsid w:val="00F303EA"/>
    <w:rsid w:val="00F30DA5"/>
    <w:rsid w:val="00F321E6"/>
    <w:rsid w:val="00F32A7F"/>
    <w:rsid w:val="00F339B3"/>
    <w:rsid w:val="00F339E8"/>
    <w:rsid w:val="00F33F07"/>
    <w:rsid w:val="00F345AE"/>
    <w:rsid w:val="00F34AD1"/>
    <w:rsid w:val="00F35384"/>
    <w:rsid w:val="00F359E0"/>
    <w:rsid w:val="00F35B45"/>
    <w:rsid w:val="00F36982"/>
    <w:rsid w:val="00F36FC5"/>
    <w:rsid w:val="00F3700F"/>
    <w:rsid w:val="00F37616"/>
    <w:rsid w:val="00F410FD"/>
    <w:rsid w:val="00F412BE"/>
    <w:rsid w:val="00F417C7"/>
    <w:rsid w:val="00F4244A"/>
    <w:rsid w:val="00F424B5"/>
    <w:rsid w:val="00F42E09"/>
    <w:rsid w:val="00F43F54"/>
    <w:rsid w:val="00F4404E"/>
    <w:rsid w:val="00F44111"/>
    <w:rsid w:val="00F44253"/>
    <w:rsid w:val="00F44867"/>
    <w:rsid w:val="00F4493A"/>
    <w:rsid w:val="00F44F7F"/>
    <w:rsid w:val="00F47486"/>
    <w:rsid w:val="00F47998"/>
    <w:rsid w:val="00F47A27"/>
    <w:rsid w:val="00F47CB0"/>
    <w:rsid w:val="00F501D1"/>
    <w:rsid w:val="00F502B3"/>
    <w:rsid w:val="00F5118F"/>
    <w:rsid w:val="00F5193A"/>
    <w:rsid w:val="00F51ECF"/>
    <w:rsid w:val="00F5210B"/>
    <w:rsid w:val="00F5264A"/>
    <w:rsid w:val="00F5338C"/>
    <w:rsid w:val="00F534EB"/>
    <w:rsid w:val="00F53B94"/>
    <w:rsid w:val="00F53BD3"/>
    <w:rsid w:val="00F5431D"/>
    <w:rsid w:val="00F54427"/>
    <w:rsid w:val="00F54C6D"/>
    <w:rsid w:val="00F5582B"/>
    <w:rsid w:val="00F55B64"/>
    <w:rsid w:val="00F564ED"/>
    <w:rsid w:val="00F567B1"/>
    <w:rsid w:val="00F576A8"/>
    <w:rsid w:val="00F57C5C"/>
    <w:rsid w:val="00F57E52"/>
    <w:rsid w:val="00F57F4B"/>
    <w:rsid w:val="00F6022A"/>
    <w:rsid w:val="00F610D2"/>
    <w:rsid w:val="00F61122"/>
    <w:rsid w:val="00F611BD"/>
    <w:rsid w:val="00F618FE"/>
    <w:rsid w:val="00F61F66"/>
    <w:rsid w:val="00F624D6"/>
    <w:rsid w:val="00F62FFF"/>
    <w:rsid w:val="00F64225"/>
    <w:rsid w:val="00F642D2"/>
    <w:rsid w:val="00F6530E"/>
    <w:rsid w:val="00F65B32"/>
    <w:rsid w:val="00F66EE5"/>
    <w:rsid w:val="00F673A1"/>
    <w:rsid w:val="00F679EA"/>
    <w:rsid w:val="00F7005B"/>
    <w:rsid w:val="00F7101B"/>
    <w:rsid w:val="00F710F0"/>
    <w:rsid w:val="00F714BE"/>
    <w:rsid w:val="00F720C0"/>
    <w:rsid w:val="00F72614"/>
    <w:rsid w:val="00F740D8"/>
    <w:rsid w:val="00F74234"/>
    <w:rsid w:val="00F74524"/>
    <w:rsid w:val="00F75825"/>
    <w:rsid w:val="00F75B3A"/>
    <w:rsid w:val="00F76011"/>
    <w:rsid w:val="00F76586"/>
    <w:rsid w:val="00F8041E"/>
    <w:rsid w:val="00F8166E"/>
    <w:rsid w:val="00F817DC"/>
    <w:rsid w:val="00F81FC2"/>
    <w:rsid w:val="00F82033"/>
    <w:rsid w:val="00F82967"/>
    <w:rsid w:val="00F83953"/>
    <w:rsid w:val="00F84AC0"/>
    <w:rsid w:val="00F84C74"/>
    <w:rsid w:val="00F85951"/>
    <w:rsid w:val="00F859AD"/>
    <w:rsid w:val="00F85BB8"/>
    <w:rsid w:val="00F85DAA"/>
    <w:rsid w:val="00F866D6"/>
    <w:rsid w:val="00F86F03"/>
    <w:rsid w:val="00F87606"/>
    <w:rsid w:val="00F8777D"/>
    <w:rsid w:val="00F87E45"/>
    <w:rsid w:val="00F90895"/>
    <w:rsid w:val="00F9132F"/>
    <w:rsid w:val="00F91AFD"/>
    <w:rsid w:val="00F91DE9"/>
    <w:rsid w:val="00F92CF8"/>
    <w:rsid w:val="00F95284"/>
    <w:rsid w:val="00F95A61"/>
    <w:rsid w:val="00F95CCC"/>
    <w:rsid w:val="00F9626C"/>
    <w:rsid w:val="00F97DA5"/>
    <w:rsid w:val="00FA082C"/>
    <w:rsid w:val="00FA1083"/>
    <w:rsid w:val="00FA1B1B"/>
    <w:rsid w:val="00FA1E9A"/>
    <w:rsid w:val="00FA25D1"/>
    <w:rsid w:val="00FA2996"/>
    <w:rsid w:val="00FA2B30"/>
    <w:rsid w:val="00FA3271"/>
    <w:rsid w:val="00FA3ADB"/>
    <w:rsid w:val="00FA3F70"/>
    <w:rsid w:val="00FA50EA"/>
    <w:rsid w:val="00FA564F"/>
    <w:rsid w:val="00FA5C49"/>
    <w:rsid w:val="00FA5F92"/>
    <w:rsid w:val="00FA66DA"/>
    <w:rsid w:val="00FA6B58"/>
    <w:rsid w:val="00FA70E7"/>
    <w:rsid w:val="00FA718A"/>
    <w:rsid w:val="00FA77AC"/>
    <w:rsid w:val="00FA7838"/>
    <w:rsid w:val="00FB0AB1"/>
    <w:rsid w:val="00FB16DB"/>
    <w:rsid w:val="00FB1745"/>
    <w:rsid w:val="00FB1E44"/>
    <w:rsid w:val="00FB24BC"/>
    <w:rsid w:val="00FB2A8D"/>
    <w:rsid w:val="00FB2C73"/>
    <w:rsid w:val="00FB40CF"/>
    <w:rsid w:val="00FB4378"/>
    <w:rsid w:val="00FB43B8"/>
    <w:rsid w:val="00FB4D4A"/>
    <w:rsid w:val="00FB4FE2"/>
    <w:rsid w:val="00FB694D"/>
    <w:rsid w:val="00FB76DC"/>
    <w:rsid w:val="00FB7741"/>
    <w:rsid w:val="00FB77C7"/>
    <w:rsid w:val="00FC00E8"/>
    <w:rsid w:val="00FC0C39"/>
    <w:rsid w:val="00FC0D8A"/>
    <w:rsid w:val="00FC21C4"/>
    <w:rsid w:val="00FC28A1"/>
    <w:rsid w:val="00FC2ECE"/>
    <w:rsid w:val="00FC312E"/>
    <w:rsid w:val="00FC3135"/>
    <w:rsid w:val="00FC352B"/>
    <w:rsid w:val="00FC5267"/>
    <w:rsid w:val="00FC5623"/>
    <w:rsid w:val="00FC626D"/>
    <w:rsid w:val="00FC64A5"/>
    <w:rsid w:val="00FC6572"/>
    <w:rsid w:val="00FC6A35"/>
    <w:rsid w:val="00FC6B7F"/>
    <w:rsid w:val="00FC6F31"/>
    <w:rsid w:val="00FD08F2"/>
    <w:rsid w:val="00FD0C91"/>
    <w:rsid w:val="00FD10E6"/>
    <w:rsid w:val="00FD132A"/>
    <w:rsid w:val="00FD1B32"/>
    <w:rsid w:val="00FD22BD"/>
    <w:rsid w:val="00FD3C18"/>
    <w:rsid w:val="00FD3ED5"/>
    <w:rsid w:val="00FD4006"/>
    <w:rsid w:val="00FD484A"/>
    <w:rsid w:val="00FD4B5A"/>
    <w:rsid w:val="00FD4D89"/>
    <w:rsid w:val="00FD5685"/>
    <w:rsid w:val="00FD572C"/>
    <w:rsid w:val="00FD586F"/>
    <w:rsid w:val="00FD58D6"/>
    <w:rsid w:val="00FD59F6"/>
    <w:rsid w:val="00FD603A"/>
    <w:rsid w:val="00FD66C4"/>
    <w:rsid w:val="00FD688B"/>
    <w:rsid w:val="00FD6A9B"/>
    <w:rsid w:val="00FD6B65"/>
    <w:rsid w:val="00FD6C46"/>
    <w:rsid w:val="00FD74A6"/>
    <w:rsid w:val="00FE0415"/>
    <w:rsid w:val="00FE0FB4"/>
    <w:rsid w:val="00FE183B"/>
    <w:rsid w:val="00FE215D"/>
    <w:rsid w:val="00FE22F2"/>
    <w:rsid w:val="00FE2B8D"/>
    <w:rsid w:val="00FE2CDC"/>
    <w:rsid w:val="00FE328F"/>
    <w:rsid w:val="00FE4078"/>
    <w:rsid w:val="00FE4183"/>
    <w:rsid w:val="00FE4FE8"/>
    <w:rsid w:val="00FE6221"/>
    <w:rsid w:val="00FE65BD"/>
    <w:rsid w:val="00FE696B"/>
    <w:rsid w:val="00FE6BB0"/>
    <w:rsid w:val="00FE6F85"/>
    <w:rsid w:val="00FE79B3"/>
    <w:rsid w:val="00FF0BCD"/>
    <w:rsid w:val="00FF1C7D"/>
    <w:rsid w:val="00FF1C95"/>
    <w:rsid w:val="00FF22F6"/>
    <w:rsid w:val="00FF2594"/>
    <w:rsid w:val="00FF2895"/>
    <w:rsid w:val="00FF2E26"/>
    <w:rsid w:val="00FF3C11"/>
    <w:rsid w:val="00FF3E49"/>
    <w:rsid w:val="00FF4070"/>
    <w:rsid w:val="00FF576C"/>
    <w:rsid w:val="00FF577B"/>
    <w:rsid w:val="00FF6473"/>
    <w:rsid w:val="00FF71CE"/>
    <w:rsid w:val="00FF7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039BF"/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9039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9039BF"/>
    <w:rPr>
      <w:rFonts w:ascii="Calibri" w:eastAsia="Times New Roman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039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039BF"/>
    <w:rPr>
      <w:rFonts w:ascii="Calibri" w:eastAsia="Times New Roman" w:hAnsi="Calibri" w:cs="Times New Roman"/>
      <w:lang w:eastAsia="cs-CZ"/>
    </w:rPr>
  </w:style>
  <w:style w:type="paragraph" w:styleId="Odstavecseseznamem">
    <w:name w:val="List Paragraph"/>
    <w:basedOn w:val="Normln"/>
    <w:uiPriority w:val="34"/>
    <w:qFormat/>
    <w:rsid w:val="009039BF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CA05B0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7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7A8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5A47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">
    <w:name w:val="Styl"/>
    <w:rsid w:val="004B5F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cs-CZ"/>
    </w:rPr>
  </w:style>
  <w:style w:type="paragraph" w:styleId="Normlnweb">
    <w:name w:val="Normal (Web)"/>
    <w:basedOn w:val="Normln"/>
    <w:uiPriority w:val="99"/>
    <w:unhideWhenUsed/>
    <w:rsid w:val="00FC313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otnote">
    <w:name w:val="footnote"/>
    <w:basedOn w:val="Standardnpsmoodstavce"/>
    <w:rsid w:val="00FC3135"/>
  </w:style>
  <w:style w:type="character" w:styleId="Hypertextovodkaz">
    <w:name w:val="Hyperlink"/>
    <w:basedOn w:val="Standardnpsmoodstavce"/>
    <w:uiPriority w:val="99"/>
    <w:semiHidden/>
    <w:unhideWhenUsed/>
    <w:rsid w:val="00FC3135"/>
    <w:rPr>
      <w:color w:val="0000FF"/>
      <w:u w:val="single"/>
    </w:rPr>
  </w:style>
  <w:style w:type="character" w:customStyle="1" w:styleId="apple-converted-space">
    <w:name w:val="apple-converted-space"/>
    <w:basedOn w:val="Standardnpsmoodstavce"/>
    <w:rsid w:val="00FC3135"/>
  </w:style>
  <w:style w:type="character" w:customStyle="1" w:styleId="highlight">
    <w:name w:val="highlight"/>
    <w:basedOn w:val="Standardnpsmoodstavce"/>
    <w:rsid w:val="00FC3135"/>
  </w:style>
  <w:style w:type="character" w:customStyle="1" w:styleId="upd">
    <w:name w:val="upd"/>
    <w:basedOn w:val="Standardnpsmoodstavce"/>
    <w:rsid w:val="00FC31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29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ykora\Desktop\VZMR\04.%20P&#345;&#237;loha%20&#269;.%202%20&#268;estn&#225;%20prohl&#225;&#353;en&#237;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78A53158AE9434EB0CCB9FCF6190C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2DBB4-B6CD-41C8-84DF-40868AAB4F60}"/>
      </w:docPartPr>
      <w:docPartBody>
        <w:p w:rsidR="00333962" w:rsidRDefault="0018152D">
          <w:pPr>
            <w:pStyle w:val="B78A53158AE9434EB0CCB9FCF6190C38"/>
          </w:pPr>
          <w:r w:rsidRPr="005B0037">
            <w:rPr>
              <w:rFonts w:cstheme="minorHAnsi"/>
              <w:b/>
              <w:color w:val="000000" w:themeColor="text1"/>
              <w:highlight w:val="yellow"/>
            </w:rPr>
            <w:t>Zadejte název zakázky</w:t>
          </w:r>
        </w:p>
      </w:docPartBody>
    </w:docPart>
    <w:docPart>
      <w:docPartPr>
        <w:name w:val="C95F2F2F4B324FBBA2857093FAF69B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5E51DB-0897-4F14-AF2C-50A01133EE79}"/>
      </w:docPartPr>
      <w:docPartBody>
        <w:p w:rsidR="00333962" w:rsidRDefault="0018152D">
          <w:pPr>
            <w:pStyle w:val="C95F2F2F4B324FBBA2857093FAF69B26"/>
          </w:pPr>
          <w:r w:rsidRPr="000E1468">
            <w:rPr>
              <w:rStyle w:val="Zstupntext"/>
              <w:rFonts w:eastAsiaTheme="minorHAnsi"/>
              <w:highlight w:val="yellow"/>
            </w:rPr>
            <w:t>Zvolte položku</w:t>
          </w:r>
        </w:p>
      </w:docPartBody>
    </w:docPart>
    <w:docPart>
      <w:docPartPr>
        <w:name w:val="F62CB403F46643E0A2E59D3FCD1011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786EE15-5ED2-45E3-8F30-FD7940356D38}"/>
      </w:docPartPr>
      <w:docPartBody>
        <w:p w:rsidR="005A6908" w:rsidRDefault="00782C31" w:rsidP="00782C31">
          <w:pPr>
            <w:pStyle w:val="F62CB403F46643E0A2E59D3FCD101102"/>
          </w:pPr>
          <w:r w:rsidRPr="00B6723A">
            <w:rPr>
              <w:rFonts w:cstheme="minorHAnsi"/>
              <w:i/>
              <w:color w:val="000000" w:themeColor="text1"/>
              <w:highlight w:val="yellow"/>
            </w:rPr>
            <w:t>vyplní zájemce</w:t>
          </w:r>
        </w:p>
      </w:docPartBody>
    </w:docPart>
    <w:docPart>
      <w:docPartPr>
        <w:name w:val="5F3E9A20B1D843BCBB03A5FD181848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4E570-1627-4017-AC65-D12917379933}"/>
      </w:docPartPr>
      <w:docPartBody>
        <w:p w:rsidR="005A6908" w:rsidRDefault="00782C31" w:rsidP="00782C31">
          <w:pPr>
            <w:pStyle w:val="5F3E9A20B1D843BCBB03A5FD181848A2"/>
          </w:pPr>
          <w:r w:rsidRPr="00B6723A">
            <w:rPr>
              <w:rFonts w:cstheme="minorHAnsi"/>
              <w:i/>
              <w:color w:val="000000" w:themeColor="text1"/>
              <w:highlight w:val="yellow"/>
            </w:rPr>
            <w:t>vyplní zájemce</w:t>
          </w:r>
        </w:p>
      </w:docPartBody>
    </w:docPart>
    <w:docPart>
      <w:docPartPr>
        <w:name w:val="4CC1B2E60F6F417FA97CF29FAD9D9F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FC9EE5-A783-499A-B0A3-83E4BDD6482F}"/>
      </w:docPartPr>
      <w:docPartBody>
        <w:p w:rsidR="005A6908" w:rsidRDefault="00782C31" w:rsidP="00782C31">
          <w:pPr>
            <w:pStyle w:val="4CC1B2E60F6F417FA97CF29FAD9D9F61"/>
          </w:pPr>
          <w:r w:rsidRPr="00B6723A">
            <w:rPr>
              <w:rFonts w:cstheme="minorHAnsi"/>
              <w:i/>
              <w:color w:val="000000" w:themeColor="text1"/>
              <w:highlight w:val="yellow"/>
            </w:rPr>
            <w:t>vyplní zájemce</w:t>
          </w:r>
        </w:p>
      </w:docPartBody>
    </w:docPart>
    <w:docPart>
      <w:docPartPr>
        <w:name w:val="3C220FDC05544B84A6E20409F3D276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550DD0-4A32-4481-AC0B-861840DE65D7}"/>
      </w:docPartPr>
      <w:docPartBody>
        <w:p w:rsidR="005A6908" w:rsidRDefault="00782C31" w:rsidP="00782C31">
          <w:pPr>
            <w:pStyle w:val="3C220FDC05544B84A6E20409F3D2761D"/>
          </w:pPr>
          <w:r w:rsidRPr="00B6723A">
            <w:rPr>
              <w:rFonts w:cstheme="minorHAnsi"/>
              <w:i/>
              <w:color w:val="000000" w:themeColor="text1"/>
              <w:highlight w:val="yellow"/>
            </w:rPr>
            <w:t>vyplní zájemce</w:t>
          </w:r>
        </w:p>
      </w:docPartBody>
    </w:docPart>
    <w:docPart>
      <w:docPartPr>
        <w:name w:val="0B852894085243F8B1245760F21E6E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D5D681-336B-4F77-8D98-079F55B03F94}"/>
      </w:docPartPr>
      <w:docPartBody>
        <w:p w:rsidR="005A6908" w:rsidRDefault="00782C31" w:rsidP="00782C31">
          <w:pPr>
            <w:pStyle w:val="0B852894085243F8B1245760F21E6ECE"/>
          </w:pPr>
          <w:r w:rsidRPr="00B6723A">
            <w:rPr>
              <w:rFonts w:cstheme="minorHAnsi"/>
              <w:i/>
              <w:color w:val="000000" w:themeColor="text1"/>
              <w:highlight w:val="yellow"/>
            </w:rPr>
            <w:t>vyplní zájemce</w:t>
          </w:r>
        </w:p>
      </w:docPartBody>
    </w:docPart>
    <w:docPart>
      <w:docPartPr>
        <w:name w:val="5A3435D4A58E4F398A50E686F421AC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2DDF23-7EE1-4BD9-8A42-504714B65637}"/>
      </w:docPartPr>
      <w:docPartBody>
        <w:p w:rsidR="005A6908" w:rsidRDefault="00782C31" w:rsidP="00782C31">
          <w:pPr>
            <w:pStyle w:val="5A3435D4A58E4F398A50E686F421ACAC"/>
          </w:pPr>
          <w:r w:rsidRPr="009D5C70">
            <w:rPr>
              <w:rFonts w:cstheme="minorHAnsi"/>
              <w:color w:val="000000" w:themeColor="text1"/>
              <w:highlight w:val="yellow"/>
            </w:rPr>
            <w:t>____________</w:t>
          </w:r>
        </w:p>
      </w:docPartBody>
    </w:docPart>
    <w:docPart>
      <w:docPartPr>
        <w:name w:val="069803DA2F594510B8FC2AA8EB8E97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E4B376-14D1-4E99-A152-CBF8980832AE}"/>
      </w:docPartPr>
      <w:docPartBody>
        <w:p w:rsidR="005A6908" w:rsidRDefault="00782C31" w:rsidP="00782C31">
          <w:pPr>
            <w:pStyle w:val="069803DA2F594510B8FC2AA8EB8E9752"/>
          </w:pPr>
          <w:r w:rsidRPr="009D5C70">
            <w:rPr>
              <w:rFonts w:cstheme="minorHAnsi"/>
              <w:color w:val="000000" w:themeColor="text1"/>
              <w:highlight w:val="yellow"/>
            </w:rPr>
            <w:t>__</w:t>
          </w:r>
        </w:p>
      </w:docPartBody>
    </w:docPart>
    <w:docPart>
      <w:docPartPr>
        <w:name w:val="6851A54A78D2465081D41B898AC012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C69B2C-BAC1-4962-9DE7-A40432E61D00}"/>
      </w:docPartPr>
      <w:docPartBody>
        <w:p w:rsidR="005A6908" w:rsidRDefault="00782C31" w:rsidP="00782C31">
          <w:pPr>
            <w:pStyle w:val="6851A54A78D2465081D41B898AC01258"/>
          </w:pPr>
          <w:r w:rsidRPr="009D5C70">
            <w:rPr>
              <w:rFonts w:cstheme="minorHAnsi"/>
              <w:color w:val="000000" w:themeColor="text1"/>
              <w:highlight w:val="yellow"/>
            </w:rPr>
            <w:t>__</w:t>
          </w:r>
        </w:p>
      </w:docPartBody>
    </w:docPart>
    <w:docPart>
      <w:docPartPr>
        <w:name w:val="554A3B58418942279262321427EFF5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59C90-CF8A-47CA-B91D-80555947506E}"/>
      </w:docPartPr>
      <w:docPartBody>
        <w:p w:rsidR="005A6908" w:rsidRDefault="00782C31" w:rsidP="00782C31">
          <w:pPr>
            <w:pStyle w:val="554A3B58418942279262321427EFF55D"/>
          </w:pPr>
          <w:r w:rsidRPr="009D5C70">
            <w:rPr>
              <w:rFonts w:cstheme="minorHAnsi"/>
              <w:color w:val="000000" w:themeColor="text1"/>
              <w:highlight w:val="yellow"/>
            </w:rPr>
            <w:t>__</w:t>
          </w:r>
        </w:p>
      </w:docPartBody>
    </w:docPart>
    <w:docPart>
      <w:docPartPr>
        <w:name w:val="E02B974162FF480E84B6AE055F8E41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6BCF48-3BA6-4CAC-B59B-5A9A861F6BA0}"/>
      </w:docPartPr>
      <w:docPartBody>
        <w:p w:rsidR="00782C31" w:rsidRPr="00D123B0" w:rsidRDefault="00782C31" w:rsidP="00891E61">
          <w:pPr>
            <w:jc w:val="center"/>
            <w:rPr>
              <w:rFonts w:cstheme="minorHAnsi"/>
              <w:color w:val="808080" w:themeColor="background1" w:themeShade="80"/>
              <w:highlight w:val="yellow"/>
            </w:rPr>
          </w:pPr>
          <w:r w:rsidRPr="00CC5332">
            <w:rPr>
              <w:rFonts w:cstheme="minorHAnsi"/>
              <w:color w:val="000000" w:themeColor="text1"/>
            </w:rPr>
            <w:t>razítko a podpis oprávněné osoby jednat za zájemce</w:t>
          </w:r>
        </w:p>
        <w:p w:rsidR="005A6908" w:rsidRDefault="00782C31" w:rsidP="00782C31">
          <w:pPr>
            <w:pStyle w:val="E02B974162FF480E84B6AE055F8E41EC"/>
          </w:pPr>
          <w:r w:rsidRPr="00D123B0">
            <w:rPr>
              <w:rFonts w:cstheme="minorHAnsi"/>
              <w:i/>
              <w:color w:val="C00000"/>
              <w:highlight w:val="yellow"/>
            </w:rPr>
            <w:t>jméno a příjmení</w:t>
          </w:r>
        </w:p>
      </w:docPartBody>
    </w:docPart>
    <w:docPart>
      <w:docPartPr>
        <w:name w:val="633C903BE07347FAA50F857AB4AF05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99BD0F-A676-4DAA-9FA7-6BD0B23ED69B}"/>
      </w:docPartPr>
      <w:docPartBody>
        <w:p w:rsidR="005A6908" w:rsidRDefault="00782C31" w:rsidP="00782C31">
          <w:pPr>
            <w:pStyle w:val="633C903BE07347FAA50F857AB4AF050B"/>
          </w:pPr>
          <w:r w:rsidRPr="00B6723A">
            <w:rPr>
              <w:rFonts w:cstheme="minorHAnsi"/>
              <w:i/>
              <w:color w:val="000000" w:themeColor="text1"/>
              <w:highlight w:val="yellow"/>
            </w:rPr>
            <w:t>vyplní zájemce</w:t>
          </w:r>
        </w:p>
      </w:docPartBody>
    </w:docPart>
    <w:docPart>
      <w:docPartPr>
        <w:name w:val="DFF3E500B0444FA2BD32456E3FBA0E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859D45-20F2-42A5-A121-0EB3F3EAF2CB}"/>
      </w:docPartPr>
      <w:docPartBody>
        <w:p w:rsidR="005A6908" w:rsidRDefault="00782C31" w:rsidP="00782C31">
          <w:pPr>
            <w:pStyle w:val="DFF3E500B0444FA2BD32456E3FBA0EB6"/>
          </w:pPr>
          <w:r w:rsidRPr="00B6723A">
            <w:rPr>
              <w:rFonts w:cstheme="minorHAnsi"/>
              <w:i/>
              <w:color w:val="000000" w:themeColor="text1"/>
              <w:highlight w:val="yellow"/>
            </w:rPr>
            <w:t>vyplní zájemce</w:t>
          </w:r>
        </w:p>
      </w:docPartBody>
    </w:docPart>
    <w:docPart>
      <w:docPartPr>
        <w:name w:val="27A3E4E53C6648DCBD8F44ABB85A6B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89A1D7-A2B3-43EF-AAC5-CB22008EDB19}"/>
      </w:docPartPr>
      <w:docPartBody>
        <w:p w:rsidR="005A6908" w:rsidRDefault="00782C31" w:rsidP="00782C31">
          <w:pPr>
            <w:pStyle w:val="27A3E4E53C6648DCBD8F44ABB85A6B3B"/>
          </w:pPr>
          <w:r w:rsidRPr="00B6723A">
            <w:rPr>
              <w:rFonts w:cstheme="minorHAnsi"/>
              <w:i/>
              <w:color w:val="000000" w:themeColor="text1"/>
              <w:highlight w:val="yellow"/>
            </w:rPr>
            <w:t>vyplní zájemce</w:t>
          </w:r>
        </w:p>
      </w:docPartBody>
    </w:docPart>
    <w:docPart>
      <w:docPartPr>
        <w:name w:val="1508B1EAC9DC42099AB49D4E41B506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8294AA-231B-4723-8A17-981E811081C6}"/>
      </w:docPartPr>
      <w:docPartBody>
        <w:p w:rsidR="005A6908" w:rsidRDefault="00782C31" w:rsidP="00782C31">
          <w:pPr>
            <w:pStyle w:val="1508B1EAC9DC42099AB49D4E41B506AE"/>
          </w:pPr>
          <w:r w:rsidRPr="00B6723A">
            <w:rPr>
              <w:rFonts w:cstheme="minorHAnsi"/>
              <w:i/>
              <w:color w:val="000000" w:themeColor="text1"/>
              <w:highlight w:val="yellow"/>
            </w:rPr>
            <w:t>vyplní zájemce</w:t>
          </w:r>
        </w:p>
      </w:docPartBody>
    </w:docPart>
    <w:docPart>
      <w:docPartPr>
        <w:name w:val="F2F03DA8A7284E368B661814AFEC1D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8785A8-D9C4-47E9-B97A-580E86B46A74}"/>
      </w:docPartPr>
      <w:docPartBody>
        <w:p w:rsidR="005A6908" w:rsidRDefault="00782C31" w:rsidP="00782C31">
          <w:pPr>
            <w:pStyle w:val="F2F03DA8A7284E368B661814AFEC1D57"/>
          </w:pPr>
          <w:r w:rsidRPr="00B6723A">
            <w:rPr>
              <w:rFonts w:cstheme="minorHAnsi"/>
              <w:i/>
              <w:color w:val="000000" w:themeColor="text1"/>
              <w:highlight w:val="yellow"/>
            </w:rPr>
            <w:t>vyplní zájemce</w:t>
          </w:r>
        </w:p>
      </w:docPartBody>
    </w:docPart>
    <w:docPart>
      <w:docPartPr>
        <w:name w:val="E75B35A5B27D4300BDBA298F7F7190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F88EFC-87C8-42E2-8BD1-D9D775BAB562}"/>
      </w:docPartPr>
      <w:docPartBody>
        <w:p w:rsidR="005A6908" w:rsidRDefault="00782C31" w:rsidP="00782C31">
          <w:pPr>
            <w:pStyle w:val="E75B35A5B27D4300BDBA298F7F719022"/>
          </w:pPr>
          <w:r w:rsidRPr="00B6723A">
            <w:rPr>
              <w:rFonts w:cstheme="minorHAnsi"/>
              <w:i/>
              <w:color w:val="000000" w:themeColor="text1"/>
              <w:highlight w:val="yellow"/>
            </w:rPr>
            <w:t>vyplní zájemce</w:t>
          </w:r>
        </w:p>
      </w:docPartBody>
    </w:docPart>
    <w:docPart>
      <w:docPartPr>
        <w:name w:val="C0119E6B5D8A48589BAF2E06D5C41F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C057F8-FBEC-4D22-A954-6EA4AE9F8762}"/>
      </w:docPartPr>
      <w:docPartBody>
        <w:p w:rsidR="005A6908" w:rsidRDefault="00782C31" w:rsidP="00782C31">
          <w:pPr>
            <w:pStyle w:val="C0119E6B5D8A48589BAF2E06D5C41FF3"/>
          </w:pPr>
          <w:r w:rsidRPr="00B6723A">
            <w:rPr>
              <w:rFonts w:cstheme="minorHAnsi"/>
              <w:i/>
              <w:color w:val="000000" w:themeColor="text1"/>
              <w:highlight w:val="yellow"/>
            </w:rPr>
            <w:t>vyplní zájemce</w:t>
          </w:r>
        </w:p>
      </w:docPartBody>
    </w:docPart>
    <w:docPart>
      <w:docPartPr>
        <w:name w:val="ADBCB03B64264BB7808FDF7727F013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057B2B-3910-4D62-B220-A00E3F32B5B7}"/>
      </w:docPartPr>
      <w:docPartBody>
        <w:p w:rsidR="005A6908" w:rsidRDefault="00782C31" w:rsidP="00782C31">
          <w:pPr>
            <w:pStyle w:val="ADBCB03B64264BB7808FDF7727F01329"/>
          </w:pPr>
          <w:r w:rsidRPr="00B6723A">
            <w:rPr>
              <w:rFonts w:cstheme="minorHAnsi"/>
              <w:i/>
              <w:color w:val="000000" w:themeColor="text1"/>
              <w:highlight w:val="yellow"/>
            </w:rPr>
            <w:t>vyplní zájemce</w:t>
          </w:r>
        </w:p>
      </w:docPartBody>
    </w:docPart>
    <w:docPart>
      <w:docPartPr>
        <w:name w:val="36444E5C40B54915BF1D6078A2C34C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9D0BEC-8B7D-4E12-90DF-2D4A7D656B5C}"/>
      </w:docPartPr>
      <w:docPartBody>
        <w:p w:rsidR="005A6908" w:rsidRDefault="00782C31" w:rsidP="00782C31">
          <w:pPr>
            <w:pStyle w:val="36444E5C40B54915BF1D6078A2C34C38"/>
          </w:pPr>
          <w:r w:rsidRPr="00B6723A">
            <w:rPr>
              <w:rFonts w:cstheme="minorHAnsi"/>
              <w:i/>
              <w:color w:val="000000" w:themeColor="text1"/>
              <w:highlight w:val="yellow"/>
            </w:rPr>
            <w:t>vyplní zájemce</w:t>
          </w:r>
        </w:p>
      </w:docPartBody>
    </w:docPart>
    <w:docPart>
      <w:docPartPr>
        <w:name w:val="A6D09559816B48C889FAB94B6DA3EB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8B3D43-F1D3-4B90-8226-E94B84C8D7B1}"/>
      </w:docPartPr>
      <w:docPartBody>
        <w:p w:rsidR="005A6908" w:rsidRDefault="00782C31" w:rsidP="00782C31">
          <w:pPr>
            <w:pStyle w:val="A6D09559816B48C889FAB94B6DA3EB07"/>
          </w:pPr>
          <w:r w:rsidRPr="00B6723A">
            <w:rPr>
              <w:rFonts w:cstheme="minorHAnsi"/>
              <w:i/>
              <w:color w:val="000000" w:themeColor="text1"/>
              <w:highlight w:val="yellow"/>
            </w:rPr>
            <w:t>vyplní zájemce</w:t>
          </w:r>
        </w:p>
      </w:docPartBody>
    </w:docPart>
    <w:docPart>
      <w:docPartPr>
        <w:name w:val="D62B1455605D4584BA82C287584EEC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5F008E-0C64-42F7-A0F6-BF424343EF37}"/>
      </w:docPartPr>
      <w:docPartBody>
        <w:p w:rsidR="005A6908" w:rsidRDefault="00782C31" w:rsidP="00782C31">
          <w:pPr>
            <w:pStyle w:val="D62B1455605D4584BA82C287584EEC46"/>
          </w:pPr>
          <w:r w:rsidRPr="00B6723A">
            <w:rPr>
              <w:rFonts w:cstheme="minorHAnsi"/>
              <w:i/>
              <w:color w:val="000000" w:themeColor="text1"/>
              <w:highlight w:val="yellow"/>
            </w:rPr>
            <w:t>vyplní zájemce</w:t>
          </w:r>
        </w:p>
      </w:docPartBody>
    </w:docPart>
    <w:docPart>
      <w:docPartPr>
        <w:name w:val="1AB21E3D9DC44FBBAEB59CA480F7A8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AC12AC-291F-490E-9770-DE4493CAF837}"/>
      </w:docPartPr>
      <w:docPartBody>
        <w:p w:rsidR="005A6908" w:rsidRDefault="00782C31" w:rsidP="00782C31">
          <w:pPr>
            <w:pStyle w:val="1AB21E3D9DC44FBBAEB59CA480F7A866"/>
          </w:pPr>
          <w:r w:rsidRPr="00B6723A">
            <w:rPr>
              <w:rFonts w:cstheme="minorHAnsi"/>
              <w:i/>
              <w:color w:val="000000" w:themeColor="text1"/>
              <w:highlight w:val="yellow"/>
            </w:rPr>
            <w:t>vyplní zájemce</w:t>
          </w:r>
        </w:p>
      </w:docPartBody>
    </w:docPart>
    <w:docPart>
      <w:docPartPr>
        <w:name w:val="923DA2C1CE66455C8761ED51E585F4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D42CCA-9160-4413-9602-765B8F4D6455}"/>
      </w:docPartPr>
      <w:docPartBody>
        <w:p w:rsidR="005A6908" w:rsidRDefault="00782C31" w:rsidP="00782C31">
          <w:pPr>
            <w:pStyle w:val="923DA2C1CE66455C8761ED51E585F41F"/>
          </w:pPr>
          <w:r w:rsidRPr="00B6723A">
            <w:rPr>
              <w:rFonts w:cstheme="minorHAnsi"/>
              <w:i/>
              <w:color w:val="000000" w:themeColor="text1"/>
              <w:highlight w:val="yellow"/>
            </w:rPr>
            <w:t>vyplní zájemce</w:t>
          </w:r>
        </w:p>
      </w:docPartBody>
    </w:docPart>
    <w:docPart>
      <w:docPartPr>
        <w:name w:val="A53AAD05B8AB47B3B7D26F62E74A14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83674C-10E0-4507-A44D-7A3B5709D400}"/>
      </w:docPartPr>
      <w:docPartBody>
        <w:p w:rsidR="005A6908" w:rsidRDefault="00782C31" w:rsidP="00782C31">
          <w:pPr>
            <w:pStyle w:val="A53AAD05B8AB47B3B7D26F62E74A1476"/>
          </w:pPr>
          <w:r w:rsidRPr="00B6723A">
            <w:rPr>
              <w:rFonts w:cstheme="minorHAnsi"/>
              <w:i/>
              <w:color w:val="000000" w:themeColor="text1"/>
              <w:highlight w:val="yellow"/>
            </w:rPr>
            <w:t>vyplní zájemce</w:t>
          </w:r>
        </w:p>
      </w:docPartBody>
    </w:docPart>
    <w:docPart>
      <w:docPartPr>
        <w:name w:val="7D40D149FE2D465BADFD48223793B0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592E17-0301-4D06-A351-D284005941C8}"/>
      </w:docPartPr>
      <w:docPartBody>
        <w:p w:rsidR="005A6908" w:rsidRDefault="00782C31" w:rsidP="00782C31">
          <w:pPr>
            <w:pStyle w:val="7D40D149FE2D465BADFD48223793B0FF"/>
          </w:pPr>
          <w:r w:rsidRPr="00B6723A">
            <w:rPr>
              <w:rFonts w:cstheme="minorHAnsi"/>
              <w:i/>
              <w:color w:val="000000" w:themeColor="text1"/>
              <w:highlight w:val="yellow"/>
            </w:rPr>
            <w:t>vyplní zájemce</w:t>
          </w:r>
        </w:p>
      </w:docPartBody>
    </w:docPart>
    <w:docPart>
      <w:docPartPr>
        <w:name w:val="60791E748A9647548CF78D8A105AE8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434865-059E-495B-BAF7-B717B7D4B390}"/>
      </w:docPartPr>
      <w:docPartBody>
        <w:p w:rsidR="005A6908" w:rsidRDefault="00782C31" w:rsidP="00782C31">
          <w:pPr>
            <w:pStyle w:val="60791E748A9647548CF78D8A105AE838"/>
          </w:pPr>
          <w:r w:rsidRPr="009D5C70">
            <w:rPr>
              <w:rFonts w:cstheme="minorHAnsi"/>
              <w:color w:val="000000" w:themeColor="text1"/>
              <w:highlight w:val="yellow"/>
            </w:rPr>
            <w:t>____________</w:t>
          </w:r>
        </w:p>
      </w:docPartBody>
    </w:docPart>
    <w:docPart>
      <w:docPartPr>
        <w:name w:val="77E54864496C40AA8C7A817E7B626B3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E03D9B-DC0C-4989-8393-3F4F127B045A}"/>
      </w:docPartPr>
      <w:docPartBody>
        <w:p w:rsidR="005A6908" w:rsidRDefault="00782C31" w:rsidP="00782C31">
          <w:pPr>
            <w:pStyle w:val="77E54864496C40AA8C7A817E7B626B3F"/>
          </w:pPr>
          <w:r w:rsidRPr="009D5C70">
            <w:rPr>
              <w:rFonts w:cstheme="minorHAnsi"/>
              <w:color w:val="000000" w:themeColor="text1"/>
              <w:highlight w:val="yellow"/>
            </w:rPr>
            <w:t>__</w:t>
          </w:r>
        </w:p>
      </w:docPartBody>
    </w:docPart>
    <w:docPart>
      <w:docPartPr>
        <w:name w:val="90A63C5600BB4C60B62EDE816657FB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0F67C-2709-4757-B4E1-C14F2A9CCC49}"/>
      </w:docPartPr>
      <w:docPartBody>
        <w:p w:rsidR="005A6908" w:rsidRDefault="00782C31" w:rsidP="00782C31">
          <w:pPr>
            <w:pStyle w:val="90A63C5600BB4C60B62EDE816657FB57"/>
          </w:pPr>
          <w:r w:rsidRPr="009D5C70">
            <w:rPr>
              <w:rFonts w:cstheme="minorHAnsi"/>
              <w:color w:val="000000" w:themeColor="text1"/>
              <w:highlight w:val="yellow"/>
            </w:rPr>
            <w:t>__</w:t>
          </w:r>
        </w:p>
      </w:docPartBody>
    </w:docPart>
    <w:docPart>
      <w:docPartPr>
        <w:name w:val="801058E5AC9D4EFAAE83DF8FDCA3C2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73197A-8326-4D84-8D4D-F02419C7B44B}"/>
      </w:docPartPr>
      <w:docPartBody>
        <w:p w:rsidR="005A6908" w:rsidRDefault="00782C31" w:rsidP="00782C31">
          <w:pPr>
            <w:pStyle w:val="801058E5AC9D4EFAAE83DF8FDCA3C2E1"/>
          </w:pPr>
          <w:r w:rsidRPr="009D5C70">
            <w:rPr>
              <w:rFonts w:cstheme="minorHAnsi"/>
              <w:color w:val="000000" w:themeColor="text1"/>
              <w:highlight w:val="yellow"/>
            </w:rPr>
            <w:t>__</w:t>
          </w:r>
        </w:p>
      </w:docPartBody>
    </w:docPart>
    <w:docPart>
      <w:docPartPr>
        <w:name w:val="F81FCFFD8CEF449A94AF9B190F2FEB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5342E0-695A-46D6-B5B9-7DBBA7EF7A81}"/>
      </w:docPartPr>
      <w:docPartBody>
        <w:p w:rsidR="00782C31" w:rsidRPr="00D123B0" w:rsidRDefault="00782C31" w:rsidP="00891E61">
          <w:pPr>
            <w:jc w:val="center"/>
            <w:rPr>
              <w:rFonts w:cstheme="minorHAnsi"/>
              <w:color w:val="808080" w:themeColor="background1" w:themeShade="80"/>
              <w:highlight w:val="yellow"/>
            </w:rPr>
          </w:pPr>
          <w:r w:rsidRPr="00CC5332">
            <w:rPr>
              <w:rFonts w:cstheme="minorHAnsi"/>
              <w:color w:val="000000" w:themeColor="text1"/>
            </w:rPr>
            <w:t>razítko a podpis oprávněné osoby jednat za zájemce</w:t>
          </w:r>
        </w:p>
        <w:p w:rsidR="005A6908" w:rsidRDefault="00782C31" w:rsidP="00782C31">
          <w:pPr>
            <w:pStyle w:val="F81FCFFD8CEF449A94AF9B190F2FEBBA"/>
          </w:pPr>
          <w:r w:rsidRPr="00D123B0">
            <w:rPr>
              <w:rFonts w:cstheme="minorHAnsi"/>
              <w:i/>
              <w:color w:val="C00000"/>
              <w:highlight w:val="yellow"/>
            </w:rPr>
            <w:t>jméno a příjmení</w:t>
          </w:r>
        </w:p>
      </w:docPartBody>
    </w:docPart>
    <w:docPart>
      <w:docPartPr>
        <w:name w:val="8E81FDA3F2B84B3EAA6E4AA5970320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9710DF-1293-4868-820C-9999CB24C439}"/>
      </w:docPartPr>
      <w:docPartBody>
        <w:p w:rsidR="005A6908" w:rsidRDefault="00782C31" w:rsidP="00782C31">
          <w:pPr>
            <w:pStyle w:val="8E81FDA3F2B84B3EAA6E4AA59703209F"/>
          </w:pPr>
          <w:r w:rsidRPr="009D5C70">
            <w:rPr>
              <w:rFonts w:cstheme="minorHAnsi"/>
              <w:color w:val="000000" w:themeColor="text1"/>
              <w:highlight w:val="yellow"/>
            </w:rPr>
            <w:t>____________</w:t>
          </w:r>
        </w:p>
      </w:docPartBody>
    </w:docPart>
    <w:docPart>
      <w:docPartPr>
        <w:name w:val="A392A3AA031645D886B0742D6B861F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8E8C95-86F8-4786-BAC1-2489F1B8DA22}"/>
      </w:docPartPr>
      <w:docPartBody>
        <w:p w:rsidR="005A6908" w:rsidRDefault="00782C31" w:rsidP="00782C31">
          <w:pPr>
            <w:pStyle w:val="A392A3AA031645D886B0742D6B861FB8"/>
          </w:pPr>
          <w:r w:rsidRPr="009D5C70">
            <w:rPr>
              <w:rFonts w:cstheme="minorHAnsi"/>
              <w:color w:val="000000" w:themeColor="text1"/>
              <w:highlight w:val="yellow"/>
            </w:rPr>
            <w:t>__</w:t>
          </w:r>
        </w:p>
      </w:docPartBody>
    </w:docPart>
    <w:docPart>
      <w:docPartPr>
        <w:name w:val="E999F8B735B145768301CA96E3E15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17BD72-CC7C-4BA2-A394-E8C50F28F94B}"/>
      </w:docPartPr>
      <w:docPartBody>
        <w:p w:rsidR="005A6908" w:rsidRDefault="00782C31" w:rsidP="00782C31">
          <w:pPr>
            <w:pStyle w:val="E999F8B735B145768301CA96E3E15F86"/>
          </w:pPr>
          <w:r w:rsidRPr="009D5C70">
            <w:rPr>
              <w:rFonts w:cstheme="minorHAnsi"/>
              <w:color w:val="000000" w:themeColor="text1"/>
              <w:highlight w:val="yellow"/>
            </w:rPr>
            <w:t>__</w:t>
          </w:r>
        </w:p>
      </w:docPartBody>
    </w:docPart>
    <w:docPart>
      <w:docPartPr>
        <w:name w:val="5BB671E440A442B3A4B003957EF0F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C1D0B6-8A48-4FF0-801A-19FF5A62984A}"/>
      </w:docPartPr>
      <w:docPartBody>
        <w:p w:rsidR="005A6908" w:rsidRDefault="00782C31" w:rsidP="00782C31">
          <w:pPr>
            <w:pStyle w:val="5BB671E440A442B3A4B003957EF0F66C"/>
          </w:pPr>
          <w:r w:rsidRPr="009D5C70">
            <w:rPr>
              <w:rFonts w:cstheme="minorHAnsi"/>
              <w:color w:val="000000" w:themeColor="text1"/>
              <w:highlight w:val="yellow"/>
            </w:rPr>
            <w:t>__</w:t>
          </w:r>
        </w:p>
      </w:docPartBody>
    </w:docPart>
    <w:docPart>
      <w:docPartPr>
        <w:name w:val="04F612EBC69046518C6ADE7B84A43D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610D7D-08FF-4A51-9A99-50F833174A3B}"/>
      </w:docPartPr>
      <w:docPartBody>
        <w:p w:rsidR="00782C31" w:rsidRPr="00D123B0" w:rsidRDefault="00782C31" w:rsidP="00891E61">
          <w:pPr>
            <w:jc w:val="center"/>
            <w:rPr>
              <w:rFonts w:cstheme="minorHAnsi"/>
              <w:color w:val="808080" w:themeColor="background1" w:themeShade="80"/>
              <w:highlight w:val="yellow"/>
            </w:rPr>
          </w:pPr>
          <w:r w:rsidRPr="00CC5332">
            <w:rPr>
              <w:rFonts w:cstheme="minorHAnsi"/>
              <w:color w:val="000000" w:themeColor="text1"/>
            </w:rPr>
            <w:t>razítko a podpis oprávněné osoby jednat za zájemce</w:t>
          </w:r>
        </w:p>
        <w:p w:rsidR="005A6908" w:rsidRDefault="00782C31" w:rsidP="00782C31">
          <w:pPr>
            <w:pStyle w:val="04F612EBC69046518C6ADE7B84A43DAE"/>
          </w:pPr>
          <w:r w:rsidRPr="00D123B0">
            <w:rPr>
              <w:rFonts w:cstheme="minorHAnsi"/>
              <w:i/>
              <w:color w:val="C00000"/>
              <w:highlight w:val="yellow"/>
            </w:rPr>
            <w:t>jméno a příjmení</w:t>
          </w:r>
        </w:p>
      </w:docPartBody>
    </w:docPart>
    <w:docPart>
      <w:docPartPr>
        <w:name w:val="94464D94736340BEAF82A05A2258A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226443-DBF7-4CAF-AAA7-B8C1E60AC3DD}"/>
      </w:docPartPr>
      <w:docPartBody>
        <w:p w:rsidR="00294B37" w:rsidRDefault="00107757" w:rsidP="00107757">
          <w:pPr>
            <w:pStyle w:val="94464D94736340BEAF82A05A2258AA5F"/>
          </w:pPr>
          <w:r w:rsidRPr="00E93509">
            <w:rPr>
              <w:rFonts w:cstheme="minorHAnsi"/>
              <w:i/>
              <w:color w:val="C00000"/>
              <w:highlight w:val="yellow"/>
            </w:rPr>
            <w:t>vyplní zájemce</w:t>
          </w:r>
        </w:p>
      </w:docPartBody>
    </w:docPart>
    <w:docPart>
      <w:docPartPr>
        <w:name w:val="98BC7F46968B404AB0446D4D6BFF37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5D3BA4-2C6B-4F72-B7DA-B065449BF414}"/>
      </w:docPartPr>
      <w:docPartBody>
        <w:p w:rsidR="00294B37" w:rsidRDefault="00107757" w:rsidP="00107757">
          <w:pPr>
            <w:pStyle w:val="98BC7F46968B404AB0446D4D6BFF3714"/>
          </w:pPr>
          <w:r w:rsidRPr="00E93509">
            <w:rPr>
              <w:rFonts w:cstheme="minorHAnsi"/>
              <w:i/>
              <w:color w:val="C00000"/>
              <w:highlight w:val="yellow"/>
            </w:rPr>
            <w:t>vyplní zájemce</w:t>
          </w:r>
        </w:p>
      </w:docPartBody>
    </w:docPart>
    <w:docPart>
      <w:docPartPr>
        <w:name w:val="90E4EA7A70764A8EA55F6EE8CFC709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B3AE56-2C45-4320-B26F-E1286C0F7A9F}"/>
      </w:docPartPr>
      <w:docPartBody>
        <w:p w:rsidR="00294B37" w:rsidRDefault="00107757" w:rsidP="00107757">
          <w:pPr>
            <w:pStyle w:val="90E4EA7A70764A8EA55F6EE8CFC70901"/>
          </w:pPr>
          <w:r w:rsidRPr="00E93509">
            <w:rPr>
              <w:rFonts w:cstheme="minorHAnsi"/>
              <w:i/>
              <w:color w:val="C00000"/>
              <w:highlight w:val="yellow"/>
            </w:rPr>
            <w:t>vyplní zájemce</w:t>
          </w:r>
        </w:p>
      </w:docPartBody>
    </w:docPart>
    <w:docPart>
      <w:docPartPr>
        <w:name w:val="B68D4FFF59C14D87A3465C6E26069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1961A8-115E-4E78-8C5C-10ABDF320920}"/>
      </w:docPartPr>
      <w:docPartBody>
        <w:p w:rsidR="00294B37" w:rsidRDefault="00107757" w:rsidP="00107757">
          <w:pPr>
            <w:pStyle w:val="B68D4FFF59C14D87A3465C6E2606935F"/>
          </w:pPr>
          <w:r w:rsidRPr="00E93509">
            <w:rPr>
              <w:rFonts w:cstheme="minorHAnsi"/>
              <w:i/>
              <w:color w:val="C00000"/>
              <w:highlight w:val="yellow"/>
            </w:rPr>
            <w:t>vyplní zájemce</w:t>
          </w:r>
        </w:p>
      </w:docPartBody>
    </w:docPart>
    <w:docPart>
      <w:docPartPr>
        <w:name w:val="D6976259074B430198F57E284CD4A9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3EB71-5E21-4C7C-A1A1-28E2B7A95D4B}"/>
      </w:docPartPr>
      <w:docPartBody>
        <w:p w:rsidR="00294B37" w:rsidRDefault="00107757" w:rsidP="00107757">
          <w:pPr>
            <w:pStyle w:val="D6976259074B430198F57E284CD4A97C"/>
          </w:pPr>
          <w:r w:rsidRPr="00E93509">
            <w:rPr>
              <w:rFonts w:cstheme="minorHAnsi"/>
              <w:i/>
              <w:color w:val="C00000"/>
              <w:highlight w:val="yellow"/>
            </w:rPr>
            <w:t>vyplní zájemce</w:t>
          </w:r>
        </w:p>
      </w:docPartBody>
    </w:docPart>
    <w:docPart>
      <w:docPartPr>
        <w:name w:val="C077EB57D7794CB6A5201B616A6D80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F7B024-DF00-481B-ABDD-2703FCFD88C5}"/>
      </w:docPartPr>
      <w:docPartBody>
        <w:p w:rsidR="00294B37" w:rsidRDefault="00107757" w:rsidP="00107757">
          <w:pPr>
            <w:pStyle w:val="C077EB57D7794CB6A5201B616A6D805C"/>
          </w:pPr>
          <w:r w:rsidRPr="00E93509">
            <w:rPr>
              <w:rFonts w:cstheme="minorHAnsi"/>
              <w:i/>
              <w:color w:val="C00000"/>
              <w:highlight w:val="yellow"/>
            </w:rPr>
            <w:t>vyplní zájemce</w:t>
          </w:r>
        </w:p>
      </w:docPartBody>
    </w:docPart>
    <w:docPart>
      <w:docPartPr>
        <w:name w:val="26A59C202ECE4FAFA17C72CA2692D7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72D73A-29C6-4CF3-A2AC-AA65BBAF7F7F}"/>
      </w:docPartPr>
      <w:docPartBody>
        <w:p w:rsidR="00294B37" w:rsidRDefault="00107757" w:rsidP="00107757">
          <w:pPr>
            <w:pStyle w:val="26A59C202ECE4FAFA17C72CA2692D710"/>
          </w:pPr>
          <w:r w:rsidRPr="00E93509">
            <w:rPr>
              <w:rFonts w:cstheme="minorHAnsi"/>
              <w:i/>
              <w:color w:val="C00000"/>
              <w:highlight w:val="yellow"/>
            </w:rPr>
            <w:t>vyplní zájemce</w:t>
          </w:r>
        </w:p>
      </w:docPartBody>
    </w:docPart>
    <w:docPart>
      <w:docPartPr>
        <w:name w:val="495D58AD23204253A4CDD1A3DFA2A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675A1A-A598-4D05-9577-257A7006E8AE}"/>
      </w:docPartPr>
      <w:docPartBody>
        <w:p w:rsidR="00CF3AC5" w:rsidRDefault="00184A3C" w:rsidP="00184A3C">
          <w:pPr>
            <w:pStyle w:val="495D58AD23204253A4CDD1A3DFA2ACC4"/>
          </w:pPr>
          <w:r w:rsidRPr="005B0037">
            <w:rPr>
              <w:rFonts w:cstheme="minorHAnsi"/>
              <w:b/>
              <w:color w:val="000000" w:themeColor="text1"/>
              <w:highlight w:val="yellow"/>
            </w:rPr>
            <w:t>Zadejte název zakázky</w:t>
          </w:r>
        </w:p>
      </w:docPartBody>
    </w:docPart>
    <w:docPart>
      <w:docPartPr>
        <w:name w:val="585513CBD6F049048B08D79A862A66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3AB14C-34F6-4BCB-9E36-86872A23AE56}"/>
      </w:docPartPr>
      <w:docPartBody>
        <w:p w:rsidR="00CF3AC5" w:rsidRDefault="00184A3C" w:rsidP="00184A3C">
          <w:pPr>
            <w:pStyle w:val="585513CBD6F049048B08D79A862A6656"/>
          </w:pPr>
          <w:r w:rsidRPr="005B0037">
            <w:rPr>
              <w:rFonts w:cstheme="minorHAnsi"/>
              <w:b/>
              <w:color w:val="000000" w:themeColor="text1"/>
              <w:highlight w:val="yellow"/>
            </w:rPr>
            <w:t>Zadejte název zakázky</w:t>
          </w:r>
        </w:p>
      </w:docPartBody>
    </w:docPart>
    <w:docPart>
      <w:docPartPr>
        <w:name w:val="F05F21435EEA442B8EB6F840B3ECF9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B9C9-D0C8-44E0-9F6C-A825FFBCC660}"/>
      </w:docPartPr>
      <w:docPartBody>
        <w:p w:rsidR="00000000" w:rsidRDefault="00715947" w:rsidP="00715947">
          <w:pPr>
            <w:pStyle w:val="F05F21435EEA442B8EB6F840B3ECF9A9"/>
          </w:pPr>
          <w:r w:rsidRPr="005B0037">
            <w:rPr>
              <w:rFonts w:cstheme="minorHAnsi"/>
              <w:b/>
              <w:color w:val="000000" w:themeColor="text1"/>
              <w:highlight w:val="yellow"/>
            </w:rPr>
            <w:t>Zadejte název zakázky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18152D"/>
    <w:rsid w:val="00074BBD"/>
    <w:rsid w:val="00107757"/>
    <w:rsid w:val="001353D1"/>
    <w:rsid w:val="0018152D"/>
    <w:rsid w:val="00184A3C"/>
    <w:rsid w:val="00294B37"/>
    <w:rsid w:val="00333962"/>
    <w:rsid w:val="005A6908"/>
    <w:rsid w:val="005C3B68"/>
    <w:rsid w:val="00715947"/>
    <w:rsid w:val="00782C31"/>
    <w:rsid w:val="008563C6"/>
    <w:rsid w:val="00887E0E"/>
    <w:rsid w:val="00CF3AC5"/>
    <w:rsid w:val="00DF7A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396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7B93920291534182A4DB3EC4114EA702">
    <w:name w:val="7B93920291534182A4DB3EC4114EA702"/>
    <w:rsid w:val="00333962"/>
  </w:style>
  <w:style w:type="paragraph" w:customStyle="1" w:styleId="31DC479FFCB64DBE991B04A82601E77B">
    <w:name w:val="31DC479FFCB64DBE991B04A82601E77B"/>
    <w:rsid w:val="00333962"/>
  </w:style>
  <w:style w:type="paragraph" w:customStyle="1" w:styleId="BFB9808994BD4A649FF45CA042CA8590">
    <w:name w:val="BFB9808994BD4A649FF45CA042CA8590"/>
    <w:rsid w:val="00333962"/>
  </w:style>
  <w:style w:type="paragraph" w:customStyle="1" w:styleId="63A915A07C044BBD9678CD9901839E81">
    <w:name w:val="63A915A07C044BBD9678CD9901839E81"/>
    <w:rsid w:val="00333962"/>
  </w:style>
  <w:style w:type="paragraph" w:customStyle="1" w:styleId="5573612D2A1C40C6986F5EE24E705CD3">
    <w:name w:val="5573612D2A1C40C6986F5EE24E705CD3"/>
    <w:rsid w:val="00333962"/>
  </w:style>
  <w:style w:type="paragraph" w:customStyle="1" w:styleId="B78A53158AE9434EB0CCB9FCF6190C38">
    <w:name w:val="B78A53158AE9434EB0CCB9FCF6190C38"/>
    <w:rsid w:val="00333962"/>
  </w:style>
  <w:style w:type="paragraph" w:customStyle="1" w:styleId="F7BC9BB27C7B45A2B0E7E331E3422FEC">
    <w:name w:val="F7BC9BB27C7B45A2B0E7E331E3422FEC"/>
    <w:rsid w:val="00333962"/>
  </w:style>
  <w:style w:type="paragraph" w:customStyle="1" w:styleId="5E03911777F04C1AB8AE7B3929259D53">
    <w:name w:val="5E03911777F04C1AB8AE7B3929259D53"/>
    <w:rsid w:val="00333962"/>
  </w:style>
  <w:style w:type="paragraph" w:customStyle="1" w:styleId="70ADD8B232E0452DA4D27D364427B076">
    <w:name w:val="70ADD8B232E0452DA4D27D364427B076"/>
    <w:rsid w:val="00333962"/>
  </w:style>
  <w:style w:type="paragraph" w:customStyle="1" w:styleId="DB9F43EE794644C7B7A6C33FE048F882">
    <w:name w:val="DB9F43EE794644C7B7A6C33FE048F882"/>
    <w:rsid w:val="00333962"/>
  </w:style>
  <w:style w:type="paragraph" w:customStyle="1" w:styleId="3B2E86CAB2804211A81A49AF4936ECA4">
    <w:name w:val="3B2E86CAB2804211A81A49AF4936ECA4"/>
    <w:rsid w:val="00333962"/>
  </w:style>
  <w:style w:type="paragraph" w:customStyle="1" w:styleId="987AEB686A6740C8962A487E19135BFF">
    <w:name w:val="987AEB686A6740C8962A487E19135BFF"/>
    <w:rsid w:val="00333962"/>
  </w:style>
  <w:style w:type="paragraph" w:customStyle="1" w:styleId="EC59196EDCE44CF1BBE65B9679D1E0CF">
    <w:name w:val="EC59196EDCE44CF1BBE65B9679D1E0CF"/>
    <w:rsid w:val="00333962"/>
  </w:style>
  <w:style w:type="paragraph" w:customStyle="1" w:styleId="90042DAE9FFE4585AA029D70F50104C0">
    <w:name w:val="90042DAE9FFE4585AA029D70F50104C0"/>
    <w:rsid w:val="00333962"/>
  </w:style>
  <w:style w:type="paragraph" w:customStyle="1" w:styleId="1984CFA191404E989CD96F4A086F9206">
    <w:name w:val="1984CFA191404E989CD96F4A086F9206"/>
    <w:rsid w:val="00333962"/>
  </w:style>
  <w:style w:type="paragraph" w:customStyle="1" w:styleId="ACF5F21A8A844251ADABC96F564BE63D">
    <w:name w:val="ACF5F21A8A844251ADABC96F564BE63D"/>
    <w:rsid w:val="00333962"/>
  </w:style>
  <w:style w:type="paragraph" w:customStyle="1" w:styleId="2AC91ACCE448452CB1FCF7C4A7E13532">
    <w:name w:val="2AC91ACCE448452CB1FCF7C4A7E13532"/>
    <w:rsid w:val="00333962"/>
  </w:style>
  <w:style w:type="paragraph" w:customStyle="1" w:styleId="81BD73F60D7C4705882A3A81AE4022E3">
    <w:name w:val="81BD73F60D7C4705882A3A81AE4022E3"/>
    <w:rsid w:val="00333962"/>
  </w:style>
  <w:style w:type="paragraph" w:customStyle="1" w:styleId="88A19C9C634E43EB989A449B80C49002">
    <w:name w:val="88A19C9C634E43EB989A449B80C49002"/>
    <w:rsid w:val="00333962"/>
  </w:style>
  <w:style w:type="paragraph" w:customStyle="1" w:styleId="32FDC988677247E5916DA5C52F540ACF">
    <w:name w:val="32FDC988677247E5916DA5C52F540ACF"/>
    <w:rsid w:val="00333962"/>
  </w:style>
  <w:style w:type="paragraph" w:customStyle="1" w:styleId="C942E487ECED4CCD84C9671B867A8DC7">
    <w:name w:val="C942E487ECED4CCD84C9671B867A8DC7"/>
    <w:rsid w:val="00333962"/>
  </w:style>
  <w:style w:type="paragraph" w:customStyle="1" w:styleId="DA06072A61914E5A99A29D358AE7CF72">
    <w:name w:val="DA06072A61914E5A99A29D358AE7CF72"/>
    <w:rsid w:val="00333962"/>
  </w:style>
  <w:style w:type="paragraph" w:customStyle="1" w:styleId="C0E26E967CAF416AA533EE7A2351CFA7">
    <w:name w:val="C0E26E967CAF416AA533EE7A2351CFA7"/>
    <w:rsid w:val="00333962"/>
  </w:style>
  <w:style w:type="paragraph" w:customStyle="1" w:styleId="4938175D7F10460DAF8241C4CE6B2C43">
    <w:name w:val="4938175D7F10460DAF8241C4CE6B2C43"/>
    <w:rsid w:val="00333962"/>
  </w:style>
  <w:style w:type="paragraph" w:customStyle="1" w:styleId="F4113C8874654A2E87A8289390879764">
    <w:name w:val="F4113C8874654A2E87A8289390879764"/>
    <w:rsid w:val="00333962"/>
  </w:style>
  <w:style w:type="paragraph" w:customStyle="1" w:styleId="BBE4B64CD1D044728F88BCA568C5789F">
    <w:name w:val="BBE4B64CD1D044728F88BCA568C5789F"/>
    <w:rsid w:val="00333962"/>
  </w:style>
  <w:style w:type="paragraph" w:customStyle="1" w:styleId="555989A720774052ABABDF3F48D39E57">
    <w:name w:val="555989A720774052ABABDF3F48D39E57"/>
    <w:rsid w:val="00333962"/>
  </w:style>
  <w:style w:type="paragraph" w:customStyle="1" w:styleId="62827FB51A8545DB99A04A0DAAF7B82A">
    <w:name w:val="62827FB51A8545DB99A04A0DAAF7B82A"/>
    <w:rsid w:val="00333962"/>
  </w:style>
  <w:style w:type="character" w:styleId="Zstupntext">
    <w:name w:val="Placeholder Text"/>
    <w:basedOn w:val="Standardnpsmoodstavce"/>
    <w:uiPriority w:val="99"/>
    <w:semiHidden/>
    <w:rsid w:val="00107757"/>
    <w:rPr>
      <w:color w:val="808080"/>
    </w:rPr>
  </w:style>
  <w:style w:type="paragraph" w:customStyle="1" w:styleId="C95F2F2F4B324FBBA2857093FAF69B26">
    <w:name w:val="C95F2F2F4B324FBBA2857093FAF69B26"/>
    <w:rsid w:val="00333962"/>
  </w:style>
  <w:style w:type="paragraph" w:customStyle="1" w:styleId="146F5AE752A24C5AAFFACDA8BB9A9557">
    <w:name w:val="146F5AE752A24C5AAFFACDA8BB9A9557"/>
    <w:rsid w:val="00333962"/>
  </w:style>
  <w:style w:type="paragraph" w:customStyle="1" w:styleId="D6E2FB755B044AC1AAF16D772E82D38F">
    <w:name w:val="D6E2FB755B044AC1AAF16D772E82D38F"/>
    <w:rsid w:val="00333962"/>
  </w:style>
  <w:style w:type="paragraph" w:customStyle="1" w:styleId="3FD01538CC2843D08F02C1924A7AC0F6">
    <w:name w:val="3FD01538CC2843D08F02C1924A7AC0F6"/>
    <w:rsid w:val="00333962"/>
  </w:style>
  <w:style w:type="paragraph" w:customStyle="1" w:styleId="5AEEC061724D49759DE27A3FE2B8DD58">
    <w:name w:val="5AEEC061724D49759DE27A3FE2B8DD58"/>
    <w:rsid w:val="00333962"/>
  </w:style>
  <w:style w:type="paragraph" w:customStyle="1" w:styleId="F390BE116B5F471FAA76CCAFA4AE9825">
    <w:name w:val="F390BE116B5F471FAA76CCAFA4AE9825"/>
    <w:rsid w:val="00333962"/>
  </w:style>
  <w:style w:type="paragraph" w:customStyle="1" w:styleId="D461E8B0A07F4BAEAC90F6CEE6EAD226">
    <w:name w:val="D461E8B0A07F4BAEAC90F6CEE6EAD226"/>
    <w:rsid w:val="00333962"/>
  </w:style>
  <w:style w:type="paragraph" w:customStyle="1" w:styleId="7F0166D125F240F6A363A916357C892C">
    <w:name w:val="7F0166D125F240F6A363A916357C892C"/>
    <w:rsid w:val="00333962"/>
  </w:style>
  <w:style w:type="paragraph" w:customStyle="1" w:styleId="B6E02ACC2740454C9C8FA39E00ACF849">
    <w:name w:val="B6E02ACC2740454C9C8FA39E00ACF849"/>
    <w:rsid w:val="00333962"/>
  </w:style>
  <w:style w:type="paragraph" w:customStyle="1" w:styleId="03AC0C95D41848C0A5E58A13E904153E">
    <w:name w:val="03AC0C95D41848C0A5E58A13E904153E"/>
    <w:rsid w:val="00333962"/>
  </w:style>
  <w:style w:type="paragraph" w:customStyle="1" w:styleId="ED17ACA1DDD24CEA9BD985F36F0018BC">
    <w:name w:val="ED17ACA1DDD24CEA9BD985F36F0018BC"/>
    <w:rsid w:val="00333962"/>
  </w:style>
  <w:style w:type="paragraph" w:customStyle="1" w:styleId="2B9CDA1B0FD946BC94F5DDE88763356F">
    <w:name w:val="2B9CDA1B0FD946BC94F5DDE88763356F"/>
    <w:rsid w:val="00333962"/>
  </w:style>
  <w:style w:type="paragraph" w:customStyle="1" w:styleId="F584EADBDFCA477DAB0D715B897A9B87">
    <w:name w:val="F584EADBDFCA477DAB0D715B897A9B87"/>
    <w:rsid w:val="00333962"/>
  </w:style>
  <w:style w:type="paragraph" w:customStyle="1" w:styleId="4FAA51356DF54E2CB1B558E4640399C0">
    <w:name w:val="4FAA51356DF54E2CB1B558E4640399C0"/>
    <w:rsid w:val="00333962"/>
  </w:style>
  <w:style w:type="paragraph" w:customStyle="1" w:styleId="F183C3D8AB454547A7A89A91292FFC8F">
    <w:name w:val="F183C3D8AB454547A7A89A91292FFC8F"/>
    <w:rsid w:val="00333962"/>
  </w:style>
  <w:style w:type="paragraph" w:customStyle="1" w:styleId="A484DF3DE9F54CFF9F6088C4175CCF04">
    <w:name w:val="A484DF3DE9F54CFF9F6088C4175CCF04"/>
    <w:rsid w:val="00333962"/>
  </w:style>
  <w:style w:type="paragraph" w:customStyle="1" w:styleId="52FEEAA7CF664B58800D0DB79175F24E">
    <w:name w:val="52FEEAA7CF664B58800D0DB79175F24E"/>
    <w:rsid w:val="00333962"/>
  </w:style>
  <w:style w:type="paragraph" w:customStyle="1" w:styleId="AB4130C6D9E1485D8E15999845266BC9">
    <w:name w:val="AB4130C6D9E1485D8E15999845266BC9"/>
    <w:rsid w:val="00333962"/>
  </w:style>
  <w:style w:type="paragraph" w:customStyle="1" w:styleId="D6F485C92FA34B5E91DD5C79E101ADD7">
    <w:name w:val="D6F485C92FA34B5E91DD5C79E101ADD7"/>
    <w:rsid w:val="00333962"/>
  </w:style>
  <w:style w:type="paragraph" w:customStyle="1" w:styleId="8C735983348E405993D37A6F46B32F4C">
    <w:name w:val="8C735983348E405993D37A6F46B32F4C"/>
    <w:rsid w:val="00333962"/>
  </w:style>
  <w:style w:type="paragraph" w:customStyle="1" w:styleId="8BB7B59870AA427BB484B8C52DED9BC8">
    <w:name w:val="8BB7B59870AA427BB484B8C52DED9BC8"/>
    <w:rsid w:val="00333962"/>
  </w:style>
  <w:style w:type="paragraph" w:customStyle="1" w:styleId="6DC16FE8CEAE461C8AEA9E9C2A4BE12E">
    <w:name w:val="6DC16FE8CEAE461C8AEA9E9C2A4BE12E"/>
    <w:rsid w:val="00333962"/>
  </w:style>
  <w:style w:type="paragraph" w:customStyle="1" w:styleId="3015DE7DCD9D4F85ADE888045F56F9ED">
    <w:name w:val="3015DE7DCD9D4F85ADE888045F56F9ED"/>
    <w:rsid w:val="00333962"/>
  </w:style>
  <w:style w:type="paragraph" w:customStyle="1" w:styleId="7BF9EA69FF694297BC8206A350CA5C36">
    <w:name w:val="7BF9EA69FF694297BC8206A350CA5C36"/>
    <w:rsid w:val="00333962"/>
  </w:style>
  <w:style w:type="paragraph" w:customStyle="1" w:styleId="7DC45FD00D9D4500A8EA956DC0370868">
    <w:name w:val="7DC45FD00D9D4500A8EA956DC0370868"/>
    <w:rsid w:val="00333962"/>
  </w:style>
  <w:style w:type="paragraph" w:customStyle="1" w:styleId="4EFEA34247DF4E53A35501840A8DF77E">
    <w:name w:val="4EFEA34247DF4E53A35501840A8DF77E"/>
    <w:rsid w:val="00333962"/>
  </w:style>
  <w:style w:type="paragraph" w:customStyle="1" w:styleId="993F1AAF4EC640D0852D8B7F4013589C">
    <w:name w:val="993F1AAF4EC640D0852D8B7F4013589C"/>
    <w:rsid w:val="00333962"/>
  </w:style>
  <w:style w:type="paragraph" w:customStyle="1" w:styleId="6C844D6BA80C4990870A72E7D8EC4B35">
    <w:name w:val="6C844D6BA80C4990870A72E7D8EC4B35"/>
    <w:rsid w:val="00333962"/>
  </w:style>
  <w:style w:type="paragraph" w:customStyle="1" w:styleId="664B7A9A07764FD9AB84739F7DCA67E0">
    <w:name w:val="664B7A9A07764FD9AB84739F7DCA67E0"/>
    <w:rsid w:val="00333962"/>
  </w:style>
  <w:style w:type="paragraph" w:customStyle="1" w:styleId="961889D997024D17BDC9E726691C3795">
    <w:name w:val="961889D997024D17BDC9E726691C3795"/>
    <w:rsid w:val="00333962"/>
  </w:style>
  <w:style w:type="paragraph" w:customStyle="1" w:styleId="74E9F7ADA05C4A5AB50DBC1D2067AE08">
    <w:name w:val="74E9F7ADA05C4A5AB50DBC1D2067AE08"/>
    <w:rsid w:val="00333962"/>
  </w:style>
  <w:style w:type="paragraph" w:customStyle="1" w:styleId="C50E194D86164A62B3D510A214BF6FD8">
    <w:name w:val="C50E194D86164A62B3D510A214BF6FD8"/>
    <w:rsid w:val="00333962"/>
  </w:style>
  <w:style w:type="paragraph" w:customStyle="1" w:styleId="BB77C2F4AEE34DD4B253A681370FF1EA">
    <w:name w:val="BB77C2F4AEE34DD4B253A681370FF1EA"/>
    <w:rsid w:val="00333962"/>
  </w:style>
  <w:style w:type="paragraph" w:customStyle="1" w:styleId="95A2F00F8A9649F388555E3959BB9BA8">
    <w:name w:val="95A2F00F8A9649F388555E3959BB9BA8"/>
    <w:rsid w:val="00333962"/>
  </w:style>
  <w:style w:type="paragraph" w:customStyle="1" w:styleId="2DD9E67D5C78442583ED3AC1A6A3B425">
    <w:name w:val="2DD9E67D5C78442583ED3AC1A6A3B425"/>
    <w:rsid w:val="00333962"/>
  </w:style>
  <w:style w:type="paragraph" w:customStyle="1" w:styleId="CE36EA9AB68B4E73B97C31F50274C3A9">
    <w:name w:val="CE36EA9AB68B4E73B97C31F50274C3A9"/>
    <w:rsid w:val="00333962"/>
  </w:style>
  <w:style w:type="paragraph" w:customStyle="1" w:styleId="258A0E55EEE44F5C8BA39000F875DB8D">
    <w:name w:val="258A0E55EEE44F5C8BA39000F875DB8D"/>
    <w:rsid w:val="00333962"/>
  </w:style>
  <w:style w:type="paragraph" w:customStyle="1" w:styleId="3B97C669F72C4615ABB737354E640BA5">
    <w:name w:val="3B97C669F72C4615ABB737354E640BA5"/>
    <w:rsid w:val="00333962"/>
  </w:style>
  <w:style w:type="paragraph" w:customStyle="1" w:styleId="EDB26A7340584213835694D92F6E6DFC">
    <w:name w:val="EDB26A7340584213835694D92F6E6DFC"/>
    <w:rsid w:val="00333962"/>
  </w:style>
  <w:style w:type="paragraph" w:customStyle="1" w:styleId="E451B103C32548E4AD1F4FF1521CDE15">
    <w:name w:val="E451B103C32548E4AD1F4FF1521CDE15"/>
    <w:rsid w:val="00333962"/>
  </w:style>
  <w:style w:type="paragraph" w:customStyle="1" w:styleId="A535F3093F7C4507A6A96DDBD5C32FB3">
    <w:name w:val="A535F3093F7C4507A6A96DDBD5C32FB3"/>
    <w:rsid w:val="00333962"/>
  </w:style>
  <w:style w:type="paragraph" w:customStyle="1" w:styleId="A45A325B160D452AA5F7310E4A2E74A4">
    <w:name w:val="A45A325B160D452AA5F7310E4A2E74A4"/>
    <w:rsid w:val="00333962"/>
  </w:style>
  <w:style w:type="paragraph" w:customStyle="1" w:styleId="E53D25F3ABD947C5BEF79491058497DF">
    <w:name w:val="E53D25F3ABD947C5BEF79491058497DF"/>
    <w:rsid w:val="00333962"/>
  </w:style>
  <w:style w:type="paragraph" w:customStyle="1" w:styleId="28E3D3ABB9A54570A98546786C4B4307">
    <w:name w:val="28E3D3ABB9A54570A98546786C4B4307"/>
    <w:rsid w:val="00333962"/>
  </w:style>
  <w:style w:type="paragraph" w:customStyle="1" w:styleId="2AAB72AF00CB48C39DF8C83DE44F337B">
    <w:name w:val="2AAB72AF00CB48C39DF8C83DE44F337B"/>
    <w:rsid w:val="00333962"/>
  </w:style>
  <w:style w:type="paragraph" w:customStyle="1" w:styleId="6AC44D7C713949A68E17AC3B3D7821B2">
    <w:name w:val="6AC44D7C713949A68E17AC3B3D7821B2"/>
    <w:rsid w:val="00333962"/>
  </w:style>
  <w:style w:type="paragraph" w:customStyle="1" w:styleId="0814BB4642454ADBA389A83AF2E835EE">
    <w:name w:val="0814BB4642454ADBA389A83AF2E835EE"/>
    <w:rsid w:val="00333962"/>
  </w:style>
  <w:style w:type="paragraph" w:customStyle="1" w:styleId="EE92BBC135044C4F8023DC053CBE9F7F">
    <w:name w:val="EE92BBC135044C4F8023DC053CBE9F7F"/>
    <w:rsid w:val="00333962"/>
  </w:style>
  <w:style w:type="paragraph" w:customStyle="1" w:styleId="1116F1D6AF8B437DA00A94678FC92176">
    <w:name w:val="1116F1D6AF8B437DA00A94678FC92176"/>
    <w:rsid w:val="00333962"/>
  </w:style>
  <w:style w:type="paragraph" w:customStyle="1" w:styleId="8D31EF0265104F6CB4D5DCBE00575342">
    <w:name w:val="8D31EF0265104F6CB4D5DCBE00575342"/>
    <w:rsid w:val="00333962"/>
  </w:style>
  <w:style w:type="paragraph" w:customStyle="1" w:styleId="5D3F3CEC0EF6496088F36D0210E4AB1B">
    <w:name w:val="5D3F3CEC0EF6496088F36D0210E4AB1B"/>
    <w:rsid w:val="00333962"/>
  </w:style>
  <w:style w:type="paragraph" w:customStyle="1" w:styleId="A1894CFE35044990934FBD05139143CA">
    <w:name w:val="A1894CFE35044990934FBD05139143CA"/>
    <w:rsid w:val="00333962"/>
  </w:style>
  <w:style w:type="paragraph" w:customStyle="1" w:styleId="3C5F2C9BE8E04AD388971D2BBEA3D05B">
    <w:name w:val="3C5F2C9BE8E04AD388971D2BBEA3D05B"/>
    <w:rsid w:val="00333962"/>
  </w:style>
  <w:style w:type="paragraph" w:customStyle="1" w:styleId="70A1D6E2E0EA4E6880D55243073B7439">
    <w:name w:val="70A1D6E2E0EA4E6880D55243073B7439"/>
    <w:rsid w:val="00333962"/>
  </w:style>
  <w:style w:type="paragraph" w:customStyle="1" w:styleId="E5BC1ECFCE6243C6BBAE511DB71E2A44">
    <w:name w:val="E5BC1ECFCE6243C6BBAE511DB71E2A44"/>
    <w:rsid w:val="00333962"/>
  </w:style>
  <w:style w:type="paragraph" w:customStyle="1" w:styleId="A3E88CC8A88D48CA8783322D8ADC844C">
    <w:name w:val="A3E88CC8A88D48CA8783322D8ADC844C"/>
    <w:rsid w:val="00333962"/>
  </w:style>
  <w:style w:type="paragraph" w:customStyle="1" w:styleId="3374A0D3528640A191D7448ABAE61B7A">
    <w:name w:val="3374A0D3528640A191D7448ABAE61B7A"/>
    <w:rsid w:val="00333962"/>
  </w:style>
  <w:style w:type="paragraph" w:customStyle="1" w:styleId="057CC574A31C4E98AA8F5C97A119C8D8">
    <w:name w:val="057CC574A31C4E98AA8F5C97A119C8D8"/>
    <w:rsid w:val="00333962"/>
  </w:style>
  <w:style w:type="paragraph" w:customStyle="1" w:styleId="89DE32EFFCA749359CA07AADE2C1037C">
    <w:name w:val="89DE32EFFCA749359CA07AADE2C1037C"/>
    <w:rsid w:val="00333962"/>
  </w:style>
  <w:style w:type="paragraph" w:customStyle="1" w:styleId="4C48E7BCEC6C488BAFB64C5A028E0DEC">
    <w:name w:val="4C48E7BCEC6C488BAFB64C5A028E0DEC"/>
    <w:rsid w:val="00333962"/>
  </w:style>
  <w:style w:type="paragraph" w:customStyle="1" w:styleId="010D406BF3754C6D9D450C27D75E8D59">
    <w:name w:val="010D406BF3754C6D9D450C27D75E8D59"/>
    <w:rsid w:val="00333962"/>
  </w:style>
  <w:style w:type="paragraph" w:customStyle="1" w:styleId="79FF07588BCE4F61A71A04DEAA975A15">
    <w:name w:val="79FF07588BCE4F61A71A04DEAA975A15"/>
    <w:rsid w:val="00333962"/>
  </w:style>
  <w:style w:type="paragraph" w:customStyle="1" w:styleId="7544FC70D90141D18BE4C58C91074963">
    <w:name w:val="7544FC70D90141D18BE4C58C91074963"/>
    <w:rsid w:val="00333962"/>
  </w:style>
  <w:style w:type="paragraph" w:customStyle="1" w:styleId="1B9C4CA8D0BE483D9065F010984CB93A">
    <w:name w:val="1B9C4CA8D0BE483D9065F010984CB93A"/>
    <w:rsid w:val="00333962"/>
  </w:style>
  <w:style w:type="paragraph" w:customStyle="1" w:styleId="EEBAECE03C494E51BD9F6E7CEC235240">
    <w:name w:val="EEBAECE03C494E51BD9F6E7CEC235240"/>
    <w:rsid w:val="00333962"/>
  </w:style>
  <w:style w:type="paragraph" w:customStyle="1" w:styleId="C4D6EE9EC2E94F0FACBAAE6A938458DE">
    <w:name w:val="C4D6EE9EC2E94F0FACBAAE6A938458DE"/>
    <w:rsid w:val="00333962"/>
  </w:style>
  <w:style w:type="paragraph" w:customStyle="1" w:styleId="4FE76188E67F4366AB58F26774F15BA9">
    <w:name w:val="4FE76188E67F4366AB58F26774F15BA9"/>
    <w:rsid w:val="00333962"/>
  </w:style>
  <w:style w:type="paragraph" w:customStyle="1" w:styleId="0F7CC27C8C2F4ACEA0119E2BB7A696E7">
    <w:name w:val="0F7CC27C8C2F4ACEA0119E2BB7A696E7"/>
    <w:rsid w:val="00333962"/>
  </w:style>
  <w:style w:type="paragraph" w:customStyle="1" w:styleId="E352AFCDA4D24BA2991E85E90327CA0D">
    <w:name w:val="E352AFCDA4D24BA2991E85E90327CA0D"/>
    <w:rsid w:val="00333962"/>
  </w:style>
  <w:style w:type="paragraph" w:customStyle="1" w:styleId="23CF8C2F30D1419FBF4E02F16B0AD55C">
    <w:name w:val="23CF8C2F30D1419FBF4E02F16B0AD55C"/>
    <w:rsid w:val="00333962"/>
  </w:style>
  <w:style w:type="paragraph" w:customStyle="1" w:styleId="BF54AC7951D54D659B057A9F4A4BD044">
    <w:name w:val="BF54AC7951D54D659B057A9F4A4BD044"/>
    <w:rsid w:val="00333962"/>
  </w:style>
  <w:style w:type="paragraph" w:customStyle="1" w:styleId="7B29C2EBDF4E4FC2AE624D7FFD03BE0F">
    <w:name w:val="7B29C2EBDF4E4FC2AE624D7FFD03BE0F"/>
    <w:rsid w:val="00DF7A59"/>
  </w:style>
  <w:style w:type="paragraph" w:customStyle="1" w:styleId="8F227E327D0A46AD88B02A89914BA9A3">
    <w:name w:val="8F227E327D0A46AD88B02A89914BA9A3"/>
    <w:rsid w:val="00DF7A59"/>
  </w:style>
  <w:style w:type="paragraph" w:customStyle="1" w:styleId="8B35C76C77354F54BEA5E416FF95CDEA">
    <w:name w:val="8B35C76C77354F54BEA5E416FF95CDEA"/>
    <w:rsid w:val="00DF7A59"/>
  </w:style>
  <w:style w:type="paragraph" w:customStyle="1" w:styleId="468A290555064DD384766B2FF8500836">
    <w:name w:val="468A290555064DD384766B2FF8500836"/>
    <w:rsid w:val="00DF7A59"/>
  </w:style>
  <w:style w:type="paragraph" w:customStyle="1" w:styleId="1EF1C2A080D5430691DBFA1E62A66729">
    <w:name w:val="1EF1C2A080D5430691DBFA1E62A66729"/>
    <w:rsid w:val="00DF7A59"/>
  </w:style>
  <w:style w:type="paragraph" w:customStyle="1" w:styleId="C7AA723274CF4AB5BC61B352529E3CA2">
    <w:name w:val="C7AA723274CF4AB5BC61B352529E3CA2"/>
    <w:rsid w:val="00DF7A59"/>
  </w:style>
  <w:style w:type="paragraph" w:customStyle="1" w:styleId="68BB89749966465D8A57FE7A522AB48D">
    <w:name w:val="68BB89749966465D8A57FE7A522AB48D"/>
    <w:rsid w:val="00DF7A59"/>
  </w:style>
  <w:style w:type="paragraph" w:customStyle="1" w:styleId="E6F955B7F41846E4AA9317EE60E5BB61">
    <w:name w:val="E6F955B7F41846E4AA9317EE60E5BB61"/>
    <w:rsid w:val="00DF7A59"/>
  </w:style>
  <w:style w:type="paragraph" w:customStyle="1" w:styleId="2F9975871D704268B60293E60A461152">
    <w:name w:val="2F9975871D704268B60293E60A461152"/>
    <w:rsid w:val="00DF7A59"/>
  </w:style>
  <w:style w:type="paragraph" w:customStyle="1" w:styleId="E6342E4747F24CE79840E1D764A69282">
    <w:name w:val="E6342E4747F24CE79840E1D764A69282"/>
    <w:rsid w:val="00DF7A59"/>
  </w:style>
  <w:style w:type="paragraph" w:customStyle="1" w:styleId="5D3338CA70AA469C9774608A4C69E519">
    <w:name w:val="5D3338CA70AA469C9774608A4C69E519"/>
    <w:rsid w:val="00DF7A59"/>
  </w:style>
  <w:style w:type="paragraph" w:customStyle="1" w:styleId="D42D7C9330DA4AFEAD361DD656E31431">
    <w:name w:val="D42D7C9330DA4AFEAD361DD656E31431"/>
    <w:rsid w:val="00DF7A59"/>
  </w:style>
  <w:style w:type="paragraph" w:customStyle="1" w:styleId="FAE51E55F98A44DE85997FDFF92A2C40">
    <w:name w:val="FAE51E55F98A44DE85997FDFF92A2C40"/>
    <w:rsid w:val="00DF7A59"/>
  </w:style>
  <w:style w:type="paragraph" w:customStyle="1" w:styleId="400F2AFB2FAA48A09BD55247EA8A9D86">
    <w:name w:val="400F2AFB2FAA48A09BD55247EA8A9D86"/>
    <w:rsid w:val="00DF7A59"/>
  </w:style>
  <w:style w:type="paragraph" w:customStyle="1" w:styleId="FD12B7E9842740DB99576987C63973AF">
    <w:name w:val="FD12B7E9842740DB99576987C63973AF"/>
    <w:rsid w:val="00DF7A59"/>
  </w:style>
  <w:style w:type="paragraph" w:customStyle="1" w:styleId="8D4FF0A9F305479998C0D6884A17C987">
    <w:name w:val="8D4FF0A9F305479998C0D6884A17C987"/>
    <w:rsid w:val="00DF7A59"/>
  </w:style>
  <w:style w:type="paragraph" w:customStyle="1" w:styleId="AC885AE6BFAB483AACD4B119D4BF1D5C">
    <w:name w:val="AC885AE6BFAB483AACD4B119D4BF1D5C"/>
    <w:rsid w:val="00DF7A59"/>
  </w:style>
  <w:style w:type="paragraph" w:customStyle="1" w:styleId="0ECAC0BCF6324D1F897D947457A40647">
    <w:name w:val="0ECAC0BCF6324D1F897D947457A40647"/>
    <w:rsid w:val="00DF7A59"/>
  </w:style>
  <w:style w:type="paragraph" w:customStyle="1" w:styleId="E88BB01B38F841B3BC07F4BABE834247">
    <w:name w:val="E88BB01B38F841B3BC07F4BABE834247"/>
    <w:rsid w:val="00DF7A59"/>
  </w:style>
  <w:style w:type="paragraph" w:customStyle="1" w:styleId="DEAD3126991B4C58BDD9CD49E69EF39A">
    <w:name w:val="DEAD3126991B4C58BDD9CD49E69EF39A"/>
    <w:rsid w:val="00DF7A59"/>
  </w:style>
  <w:style w:type="paragraph" w:customStyle="1" w:styleId="414A813FFF684959AD96CBBF8636C1E8">
    <w:name w:val="414A813FFF684959AD96CBBF8636C1E8"/>
    <w:rsid w:val="00DF7A59"/>
  </w:style>
  <w:style w:type="paragraph" w:customStyle="1" w:styleId="82AA09301DF341CAAB98A7443B9B357E">
    <w:name w:val="82AA09301DF341CAAB98A7443B9B357E"/>
    <w:rsid w:val="00DF7A59"/>
  </w:style>
  <w:style w:type="paragraph" w:customStyle="1" w:styleId="CB608C9AC2424A0C8BE9629AEB7FA885">
    <w:name w:val="CB608C9AC2424A0C8BE9629AEB7FA885"/>
    <w:rsid w:val="00DF7A59"/>
  </w:style>
  <w:style w:type="paragraph" w:customStyle="1" w:styleId="7972794426E64E65B018211513C1322E">
    <w:name w:val="7972794426E64E65B018211513C1322E"/>
    <w:rsid w:val="00DF7A59"/>
  </w:style>
  <w:style w:type="paragraph" w:customStyle="1" w:styleId="B585726373A34321AC546CB867C5C258">
    <w:name w:val="B585726373A34321AC546CB867C5C258"/>
    <w:rsid w:val="00DF7A59"/>
  </w:style>
  <w:style w:type="paragraph" w:customStyle="1" w:styleId="F62CB403F46643E0A2E59D3FCD101102">
    <w:name w:val="F62CB403F46643E0A2E59D3FCD101102"/>
    <w:rsid w:val="00782C31"/>
  </w:style>
  <w:style w:type="paragraph" w:customStyle="1" w:styleId="A453230283204266B8407BCE43E5EC58">
    <w:name w:val="A453230283204266B8407BCE43E5EC58"/>
    <w:rsid w:val="00782C31"/>
  </w:style>
  <w:style w:type="paragraph" w:customStyle="1" w:styleId="5F3E9A20B1D843BCBB03A5FD181848A2">
    <w:name w:val="5F3E9A20B1D843BCBB03A5FD181848A2"/>
    <w:rsid w:val="00782C31"/>
  </w:style>
  <w:style w:type="paragraph" w:customStyle="1" w:styleId="4CC1B2E60F6F417FA97CF29FAD9D9F61">
    <w:name w:val="4CC1B2E60F6F417FA97CF29FAD9D9F61"/>
    <w:rsid w:val="00782C31"/>
  </w:style>
  <w:style w:type="paragraph" w:customStyle="1" w:styleId="3C220FDC05544B84A6E20409F3D2761D">
    <w:name w:val="3C220FDC05544B84A6E20409F3D2761D"/>
    <w:rsid w:val="00782C31"/>
  </w:style>
  <w:style w:type="paragraph" w:customStyle="1" w:styleId="0B852894085243F8B1245760F21E6ECE">
    <w:name w:val="0B852894085243F8B1245760F21E6ECE"/>
    <w:rsid w:val="00782C31"/>
  </w:style>
  <w:style w:type="paragraph" w:customStyle="1" w:styleId="60DF0CED66E049FE964EBB45A2F8E1F4">
    <w:name w:val="60DF0CED66E049FE964EBB45A2F8E1F4"/>
    <w:rsid w:val="00782C31"/>
  </w:style>
  <w:style w:type="paragraph" w:customStyle="1" w:styleId="755D7914ECC7472CABAC59BF1F705BED">
    <w:name w:val="755D7914ECC7472CABAC59BF1F705BED"/>
    <w:rsid w:val="00782C31"/>
  </w:style>
  <w:style w:type="paragraph" w:customStyle="1" w:styleId="97DBF963F6314F93826B53B096A58DDC">
    <w:name w:val="97DBF963F6314F93826B53B096A58DDC"/>
    <w:rsid w:val="00782C31"/>
  </w:style>
  <w:style w:type="paragraph" w:customStyle="1" w:styleId="787F439C4062499F91F9ADA943F21ADD">
    <w:name w:val="787F439C4062499F91F9ADA943F21ADD"/>
    <w:rsid w:val="00782C31"/>
  </w:style>
  <w:style w:type="paragraph" w:customStyle="1" w:styleId="455984DCDDA147F2A25FD913B2F7EAC6">
    <w:name w:val="455984DCDDA147F2A25FD913B2F7EAC6"/>
    <w:rsid w:val="00782C31"/>
  </w:style>
  <w:style w:type="paragraph" w:customStyle="1" w:styleId="5A3435D4A58E4F398A50E686F421ACAC">
    <w:name w:val="5A3435D4A58E4F398A50E686F421ACAC"/>
    <w:rsid w:val="00782C31"/>
  </w:style>
  <w:style w:type="paragraph" w:customStyle="1" w:styleId="069803DA2F594510B8FC2AA8EB8E9752">
    <w:name w:val="069803DA2F594510B8FC2AA8EB8E9752"/>
    <w:rsid w:val="00782C31"/>
  </w:style>
  <w:style w:type="paragraph" w:customStyle="1" w:styleId="6851A54A78D2465081D41B898AC01258">
    <w:name w:val="6851A54A78D2465081D41B898AC01258"/>
    <w:rsid w:val="00782C31"/>
  </w:style>
  <w:style w:type="paragraph" w:customStyle="1" w:styleId="554A3B58418942279262321427EFF55D">
    <w:name w:val="554A3B58418942279262321427EFF55D"/>
    <w:rsid w:val="00782C31"/>
  </w:style>
  <w:style w:type="paragraph" w:customStyle="1" w:styleId="E02B974162FF480E84B6AE055F8E41EC">
    <w:name w:val="E02B974162FF480E84B6AE055F8E41EC"/>
    <w:rsid w:val="00782C31"/>
  </w:style>
  <w:style w:type="paragraph" w:customStyle="1" w:styleId="633C903BE07347FAA50F857AB4AF050B">
    <w:name w:val="633C903BE07347FAA50F857AB4AF050B"/>
    <w:rsid w:val="00782C31"/>
  </w:style>
  <w:style w:type="paragraph" w:customStyle="1" w:styleId="DFF3E500B0444FA2BD32456E3FBA0EB6">
    <w:name w:val="DFF3E500B0444FA2BD32456E3FBA0EB6"/>
    <w:rsid w:val="00782C31"/>
  </w:style>
  <w:style w:type="paragraph" w:customStyle="1" w:styleId="27A3E4E53C6648DCBD8F44ABB85A6B3B">
    <w:name w:val="27A3E4E53C6648DCBD8F44ABB85A6B3B"/>
    <w:rsid w:val="00782C31"/>
  </w:style>
  <w:style w:type="paragraph" w:customStyle="1" w:styleId="1508B1EAC9DC42099AB49D4E41B506AE">
    <w:name w:val="1508B1EAC9DC42099AB49D4E41B506AE"/>
    <w:rsid w:val="00782C31"/>
  </w:style>
  <w:style w:type="paragraph" w:customStyle="1" w:styleId="F2F03DA8A7284E368B661814AFEC1D57">
    <w:name w:val="F2F03DA8A7284E368B661814AFEC1D57"/>
    <w:rsid w:val="00782C31"/>
  </w:style>
  <w:style w:type="paragraph" w:customStyle="1" w:styleId="E75B35A5B27D4300BDBA298F7F719022">
    <w:name w:val="E75B35A5B27D4300BDBA298F7F719022"/>
    <w:rsid w:val="00782C31"/>
  </w:style>
  <w:style w:type="paragraph" w:customStyle="1" w:styleId="C0119E6B5D8A48589BAF2E06D5C41FF3">
    <w:name w:val="C0119E6B5D8A48589BAF2E06D5C41FF3"/>
    <w:rsid w:val="00782C31"/>
  </w:style>
  <w:style w:type="paragraph" w:customStyle="1" w:styleId="ADBCB03B64264BB7808FDF7727F01329">
    <w:name w:val="ADBCB03B64264BB7808FDF7727F01329"/>
    <w:rsid w:val="00782C31"/>
  </w:style>
  <w:style w:type="paragraph" w:customStyle="1" w:styleId="36444E5C40B54915BF1D6078A2C34C38">
    <w:name w:val="36444E5C40B54915BF1D6078A2C34C38"/>
    <w:rsid w:val="00782C31"/>
  </w:style>
  <w:style w:type="paragraph" w:customStyle="1" w:styleId="A6D09559816B48C889FAB94B6DA3EB07">
    <w:name w:val="A6D09559816B48C889FAB94B6DA3EB07"/>
    <w:rsid w:val="00782C31"/>
  </w:style>
  <w:style w:type="paragraph" w:customStyle="1" w:styleId="3D408549E2494F5D8B0FA0E54CE3D151">
    <w:name w:val="3D408549E2494F5D8B0FA0E54CE3D151"/>
    <w:rsid w:val="00782C31"/>
  </w:style>
  <w:style w:type="paragraph" w:customStyle="1" w:styleId="D97A9696FDB94071B30B6F6FDB0959D4">
    <w:name w:val="D97A9696FDB94071B30B6F6FDB0959D4"/>
    <w:rsid w:val="00782C31"/>
  </w:style>
  <w:style w:type="paragraph" w:customStyle="1" w:styleId="A5C1AA455568427FACE4D6E022CE4CA0">
    <w:name w:val="A5C1AA455568427FACE4D6E022CE4CA0"/>
    <w:rsid w:val="00782C31"/>
  </w:style>
  <w:style w:type="paragraph" w:customStyle="1" w:styleId="999BD9BF6C864EADB7BD23FFC965AC53">
    <w:name w:val="999BD9BF6C864EADB7BD23FFC965AC53"/>
    <w:rsid w:val="00782C31"/>
  </w:style>
  <w:style w:type="paragraph" w:customStyle="1" w:styleId="374D2AB173ED48D39AE53057F5B0010D">
    <w:name w:val="374D2AB173ED48D39AE53057F5B0010D"/>
    <w:rsid w:val="00782C31"/>
  </w:style>
  <w:style w:type="paragraph" w:customStyle="1" w:styleId="D62B1455605D4584BA82C287584EEC46">
    <w:name w:val="D62B1455605D4584BA82C287584EEC46"/>
    <w:rsid w:val="00782C31"/>
  </w:style>
  <w:style w:type="paragraph" w:customStyle="1" w:styleId="1AB21E3D9DC44FBBAEB59CA480F7A866">
    <w:name w:val="1AB21E3D9DC44FBBAEB59CA480F7A866"/>
    <w:rsid w:val="00782C31"/>
  </w:style>
  <w:style w:type="paragraph" w:customStyle="1" w:styleId="923DA2C1CE66455C8761ED51E585F41F">
    <w:name w:val="923DA2C1CE66455C8761ED51E585F41F"/>
    <w:rsid w:val="00782C31"/>
  </w:style>
  <w:style w:type="paragraph" w:customStyle="1" w:styleId="A53AAD05B8AB47B3B7D26F62E74A1476">
    <w:name w:val="A53AAD05B8AB47B3B7D26F62E74A1476"/>
    <w:rsid w:val="00782C31"/>
  </w:style>
  <w:style w:type="paragraph" w:customStyle="1" w:styleId="7D40D149FE2D465BADFD48223793B0FF">
    <w:name w:val="7D40D149FE2D465BADFD48223793B0FF"/>
    <w:rsid w:val="00782C31"/>
  </w:style>
  <w:style w:type="paragraph" w:customStyle="1" w:styleId="60791E748A9647548CF78D8A105AE838">
    <w:name w:val="60791E748A9647548CF78D8A105AE838"/>
    <w:rsid w:val="00782C31"/>
  </w:style>
  <w:style w:type="paragraph" w:customStyle="1" w:styleId="77E54864496C40AA8C7A817E7B626B3F">
    <w:name w:val="77E54864496C40AA8C7A817E7B626B3F"/>
    <w:rsid w:val="00782C31"/>
  </w:style>
  <w:style w:type="paragraph" w:customStyle="1" w:styleId="90A63C5600BB4C60B62EDE816657FB57">
    <w:name w:val="90A63C5600BB4C60B62EDE816657FB57"/>
    <w:rsid w:val="00782C31"/>
  </w:style>
  <w:style w:type="paragraph" w:customStyle="1" w:styleId="801058E5AC9D4EFAAE83DF8FDCA3C2E1">
    <w:name w:val="801058E5AC9D4EFAAE83DF8FDCA3C2E1"/>
    <w:rsid w:val="00782C31"/>
  </w:style>
  <w:style w:type="paragraph" w:customStyle="1" w:styleId="F81FCFFD8CEF449A94AF9B190F2FEBBA">
    <w:name w:val="F81FCFFD8CEF449A94AF9B190F2FEBBA"/>
    <w:rsid w:val="00782C31"/>
  </w:style>
  <w:style w:type="paragraph" w:customStyle="1" w:styleId="8E81FDA3F2B84B3EAA6E4AA59703209F">
    <w:name w:val="8E81FDA3F2B84B3EAA6E4AA59703209F"/>
    <w:rsid w:val="00782C31"/>
  </w:style>
  <w:style w:type="paragraph" w:customStyle="1" w:styleId="A392A3AA031645D886B0742D6B861FB8">
    <w:name w:val="A392A3AA031645D886B0742D6B861FB8"/>
    <w:rsid w:val="00782C31"/>
  </w:style>
  <w:style w:type="paragraph" w:customStyle="1" w:styleId="E999F8B735B145768301CA96E3E15F86">
    <w:name w:val="E999F8B735B145768301CA96E3E15F86"/>
    <w:rsid w:val="00782C31"/>
  </w:style>
  <w:style w:type="paragraph" w:customStyle="1" w:styleId="5BB671E440A442B3A4B003957EF0F66C">
    <w:name w:val="5BB671E440A442B3A4B003957EF0F66C"/>
    <w:rsid w:val="00782C31"/>
  </w:style>
  <w:style w:type="paragraph" w:customStyle="1" w:styleId="04F612EBC69046518C6ADE7B84A43DAE">
    <w:name w:val="04F612EBC69046518C6ADE7B84A43DAE"/>
    <w:rsid w:val="00782C31"/>
  </w:style>
  <w:style w:type="paragraph" w:customStyle="1" w:styleId="E418821CF3714089B085FAE0A67C1612">
    <w:name w:val="E418821CF3714089B085FAE0A67C1612"/>
    <w:rsid w:val="00782C31"/>
  </w:style>
  <w:style w:type="paragraph" w:customStyle="1" w:styleId="D5C237ED58B1480F9F5DE9F3C5CD57F5">
    <w:name w:val="D5C237ED58B1480F9F5DE9F3C5CD57F5"/>
    <w:rsid w:val="00782C31"/>
  </w:style>
  <w:style w:type="paragraph" w:customStyle="1" w:styleId="29511BDE3E1D4EE5AA3A87C64F5BF050">
    <w:name w:val="29511BDE3E1D4EE5AA3A87C64F5BF050"/>
    <w:rsid w:val="00782C31"/>
  </w:style>
  <w:style w:type="paragraph" w:customStyle="1" w:styleId="82AFF91BA0E942BE8F9848927745206A">
    <w:name w:val="82AFF91BA0E942BE8F9848927745206A"/>
    <w:rsid w:val="00782C31"/>
  </w:style>
  <w:style w:type="paragraph" w:customStyle="1" w:styleId="04B6921055934BD3A26093EC56F5E0D3">
    <w:name w:val="04B6921055934BD3A26093EC56F5E0D3"/>
    <w:rsid w:val="00782C31"/>
  </w:style>
  <w:style w:type="paragraph" w:customStyle="1" w:styleId="788ECE27E2E54DE2AAD1F750A0304694">
    <w:name w:val="788ECE27E2E54DE2AAD1F750A0304694"/>
    <w:rsid w:val="00782C31"/>
  </w:style>
  <w:style w:type="paragraph" w:customStyle="1" w:styleId="911B26C388E345AB9BCE582B32755D46">
    <w:name w:val="911B26C388E345AB9BCE582B32755D46"/>
    <w:rsid w:val="00782C31"/>
  </w:style>
  <w:style w:type="paragraph" w:customStyle="1" w:styleId="1B2199CD93F7426490A40DB0F267C3A8">
    <w:name w:val="1B2199CD93F7426490A40DB0F267C3A8"/>
    <w:rsid w:val="00782C31"/>
  </w:style>
  <w:style w:type="paragraph" w:customStyle="1" w:styleId="B2DE027E0B5B4F05896C695898775C0C">
    <w:name w:val="B2DE027E0B5B4F05896C695898775C0C"/>
    <w:rsid w:val="00782C31"/>
  </w:style>
  <w:style w:type="paragraph" w:customStyle="1" w:styleId="312F311C75D24266905FF7535C68D66B">
    <w:name w:val="312F311C75D24266905FF7535C68D66B"/>
    <w:rsid w:val="00782C31"/>
  </w:style>
  <w:style w:type="paragraph" w:customStyle="1" w:styleId="40CD7C6503664E33821E9CE0EAFEED2E">
    <w:name w:val="40CD7C6503664E33821E9CE0EAFEED2E"/>
    <w:rsid w:val="00107757"/>
  </w:style>
  <w:style w:type="paragraph" w:customStyle="1" w:styleId="B5362241D7A446BC97363A901425446F">
    <w:name w:val="B5362241D7A446BC97363A901425446F"/>
    <w:rsid w:val="00107757"/>
  </w:style>
  <w:style w:type="paragraph" w:customStyle="1" w:styleId="5F1F9EC61A804DA9B1A6B118A61295A8">
    <w:name w:val="5F1F9EC61A804DA9B1A6B118A61295A8"/>
    <w:rsid w:val="00107757"/>
  </w:style>
  <w:style w:type="paragraph" w:customStyle="1" w:styleId="3586C817E93A4258A783C72F22934162">
    <w:name w:val="3586C817E93A4258A783C72F22934162"/>
    <w:rsid w:val="00107757"/>
  </w:style>
  <w:style w:type="paragraph" w:customStyle="1" w:styleId="A20B0E5FC8CD40C88CBEF04EDFEAB9F6">
    <w:name w:val="A20B0E5FC8CD40C88CBEF04EDFEAB9F6"/>
    <w:rsid w:val="00107757"/>
  </w:style>
  <w:style w:type="paragraph" w:customStyle="1" w:styleId="9E1BA6EEEAD44809AB403F67FBC562E8">
    <w:name w:val="9E1BA6EEEAD44809AB403F67FBC562E8"/>
    <w:rsid w:val="00107757"/>
  </w:style>
  <w:style w:type="paragraph" w:customStyle="1" w:styleId="B54F897EEFCA4BCE84152ACE11762E5A">
    <w:name w:val="B54F897EEFCA4BCE84152ACE11762E5A"/>
    <w:rsid w:val="00107757"/>
  </w:style>
  <w:style w:type="paragraph" w:customStyle="1" w:styleId="FAE5220742214B1EB703935AE85487D8">
    <w:name w:val="FAE5220742214B1EB703935AE85487D8"/>
    <w:rsid w:val="00107757"/>
  </w:style>
  <w:style w:type="paragraph" w:customStyle="1" w:styleId="5F1AF19864B64BA7B7A127785D58AE0F">
    <w:name w:val="5F1AF19864B64BA7B7A127785D58AE0F"/>
    <w:rsid w:val="00107757"/>
  </w:style>
  <w:style w:type="paragraph" w:customStyle="1" w:styleId="978AB7B092B0437F88ABF36EC91F98A2">
    <w:name w:val="978AB7B092B0437F88ABF36EC91F98A2"/>
    <w:rsid w:val="00107757"/>
  </w:style>
  <w:style w:type="paragraph" w:customStyle="1" w:styleId="780FBDEB70924CD993BEA631474971F3">
    <w:name w:val="780FBDEB70924CD993BEA631474971F3"/>
    <w:rsid w:val="00107757"/>
  </w:style>
  <w:style w:type="paragraph" w:customStyle="1" w:styleId="C7EDEDD710DA4EB8BD036712059876DD">
    <w:name w:val="C7EDEDD710DA4EB8BD036712059876DD"/>
    <w:rsid w:val="00107757"/>
  </w:style>
  <w:style w:type="paragraph" w:customStyle="1" w:styleId="DC441DA752A94EFABB70458BA8173DB0">
    <w:name w:val="DC441DA752A94EFABB70458BA8173DB0"/>
    <w:rsid w:val="00107757"/>
  </w:style>
  <w:style w:type="paragraph" w:customStyle="1" w:styleId="15A137BBCA8E4883A454B0020C71AD57">
    <w:name w:val="15A137BBCA8E4883A454B0020C71AD57"/>
    <w:rsid w:val="00107757"/>
  </w:style>
  <w:style w:type="paragraph" w:customStyle="1" w:styleId="94464D94736340BEAF82A05A2258AA5F">
    <w:name w:val="94464D94736340BEAF82A05A2258AA5F"/>
    <w:rsid w:val="00107757"/>
  </w:style>
  <w:style w:type="paragraph" w:customStyle="1" w:styleId="98BC7F46968B404AB0446D4D6BFF3714">
    <w:name w:val="98BC7F46968B404AB0446D4D6BFF3714"/>
    <w:rsid w:val="00107757"/>
  </w:style>
  <w:style w:type="paragraph" w:customStyle="1" w:styleId="90E4EA7A70764A8EA55F6EE8CFC70901">
    <w:name w:val="90E4EA7A70764A8EA55F6EE8CFC70901"/>
    <w:rsid w:val="00107757"/>
  </w:style>
  <w:style w:type="paragraph" w:customStyle="1" w:styleId="B68D4FFF59C14D87A3465C6E2606935F">
    <w:name w:val="B68D4FFF59C14D87A3465C6E2606935F"/>
    <w:rsid w:val="00107757"/>
  </w:style>
  <w:style w:type="paragraph" w:customStyle="1" w:styleId="D6976259074B430198F57E284CD4A97C">
    <w:name w:val="D6976259074B430198F57E284CD4A97C"/>
    <w:rsid w:val="00107757"/>
  </w:style>
  <w:style w:type="paragraph" w:customStyle="1" w:styleId="C077EB57D7794CB6A5201B616A6D805C">
    <w:name w:val="C077EB57D7794CB6A5201B616A6D805C"/>
    <w:rsid w:val="00107757"/>
  </w:style>
  <w:style w:type="paragraph" w:customStyle="1" w:styleId="26A59C202ECE4FAFA17C72CA2692D710">
    <w:name w:val="26A59C202ECE4FAFA17C72CA2692D710"/>
    <w:rsid w:val="00107757"/>
  </w:style>
  <w:style w:type="paragraph" w:customStyle="1" w:styleId="95A3BC733092489CB6E69950164AF2C4">
    <w:name w:val="95A3BC733092489CB6E69950164AF2C4"/>
    <w:rsid w:val="00107757"/>
  </w:style>
  <w:style w:type="paragraph" w:customStyle="1" w:styleId="5C871457D39547988E229EF339595042">
    <w:name w:val="5C871457D39547988E229EF339595042"/>
    <w:rsid w:val="00107757"/>
  </w:style>
  <w:style w:type="paragraph" w:customStyle="1" w:styleId="495D58AD23204253A4CDD1A3DFA2ACC4">
    <w:name w:val="495D58AD23204253A4CDD1A3DFA2ACC4"/>
    <w:rsid w:val="00184A3C"/>
  </w:style>
  <w:style w:type="paragraph" w:customStyle="1" w:styleId="585513CBD6F049048B08D79A862A6656">
    <w:name w:val="585513CBD6F049048B08D79A862A6656"/>
    <w:rsid w:val="00184A3C"/>
  </w:style>
  <w:style w:type="paragraph" w:customStyle="1" w:styleId="BBB64FE1E95E47FA9AE70E2BCD392FF2">
    <w:name w:val="BBB64FE1E95E47FA9AE70E2BCD392FF2"/>
    <w:rsid w:val="00184A3C"/>
  </w:style>
  <w:style w:type="paragraph" w:customStyle="1" w:styleId="1FB597F09A2C4FF5AE82B1B121A15535">
    <w:name w:val="1FB597F09A2C4FF5AE82B1B121A15535"/>
    <w:rsid w:val="00184A3C"/>
  </w:style>
  <w:style w:type="paragraph" w:customStyle="1" w:styleId="99794B73D7374F45A9798BA2441EDAA3">
    <w:name w:val="99794B73D7374F45A9798BA2441EDAA3"/>
    <w:rsid w:val="00184A3C"/>
  </w:style>
  <w:style w:type="paragraph" w:customStyle="1" w:styleId="F05F21435EEA442B8EB6F840B3ECF9A9">
    <w:name w:val="F05F21435EEA442B8EB6F840B3ECF9A9"/>
    <w:rsid w:val="0071594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201817-B2CF-4AEF-8D7A-0E1984902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04. Příloha č. 2 Čestná prohlášení.dotx</Template>
  <TotalTime>5</TotalTime>
  <Pages>7</Pages>
  <Words>1391</Words>
  <Characters>8213</Characters>
  <Application>Microsoft Office Word</Application>
  <DocSecurity>0</DocSecurity>
  <Lines>68</Lines>
  <Paragraphs>19</Paragraphs>
  <ScaleCrop>false</ScaleCrop>
  <Company/>
  <LinksUpToDate>false</LinksUpToDate>
  <CharactersWithSpaces>9585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Josef Sykora</dc:creator>
  <cp:lastModifiedBy>externistait</cp:lastModifiedBy>
  <cp:revision>2</cp:revision>
  <dcterms:created xsi:type="dcterms:W3CDTF">2016-09-21T11:25:00Z</dcterms:created>
  <dcterms:modified xsi:type="dcterms:W3CDTF">2016-09-21T11:25:00Z</dcterms:modified>
</cp:coreProperties>
</file>